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E5892C" w14:textId="77777777" w:rsidR="00681F25" w:rsidRDefault="00681F25" w:rsidP="00681F25">
      <w:pPr>
        <w:pStyle w:val="Heading1"/>
      </w:pPr>
      <w:bookmarkStart w:id="0" w:name="_Toc200952893"/>
      <w:bookmarkStart w:id="1" w:name="_Toc208232789"/>
      <w:r w:rsidRPr="00EC4BF2">
        <w:t xml:space="preserve">TOOL </w:t>
      </w:r>
      <w:r>
        <w:t>13</w:t>
      </w:r>
      <w:r w:rsidRPr="00EC4BF2">
        <w:t xml:space="preserve">: </w:t>
      </w:r>
      <w:r w:rsidRPr="003F484F">
        <w:t>Monitoring Report Structure</w:t>
      </w:r>
      <w:bookmarkEnd w:id="1"/>
    </w:p>
    <w:p w14:paraId="01CC4ECE" w14:textId="77777777" w:rsidR="00681F25" w:rsidRPr="003F484F" w:rsidRDefault="00681F25" w:rsidP="00681F25">
      <w:pPr>
        <w:widowControl/>
        <w:autoSpaceDE/>
        <w:autoSpaceDN/>
        <w:jc w:val="center"/>
        <w:rPr>
          <w:rFonts w:ascii="Tahoma" w:eastAsia="Times New Roman" w:hAnsi="Tahoma" w:cs="Tahoma"/>
          <w:b/>
          <w:bCs/>
          <w:sz w:val="24"/>
          <w:szCs w:val="24"/>
          <w:lang w:val="en-PH"/>
        </w:rPr>
      </w:pPr>
    </w:p>
    <w:tbl>
      <w:tblPr>
        <w:tblStyle w:val="TableGrid17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81F25" w:rsidRPr="003F484F" w14:paraId="62199C6D" w14:textId="77777777" w:rsidTr="00920EF4">
        <w:tc>
          <w:tcPr>
            <w:tcW w:w="9350" w:type="dxa"/>
            <w:shd w:val="clear" w:color="auto" w:fill="00548E" w:themeFill="accent1"/>
          </w:tcPr>
          <w:p w14:paraId="15F7E505" w14:textId="77777777" w:rsidR="00681F25" w:rsidRPr="003F484F" w:rsidRDefault="00681F25" w:rsidP="00920EF4">
            <w:pPr>
              <w:rPr>
                <w:rFonts w:ascii="Source Sans Pro" w:eastAsia="Times New Roman" w:hAnsi="Source Sans Pro" w:cs="Tahoma"/>
                <w:b/>
                <w:bCs/>
                <w:color w:val="FFFFFF"/>
                <w:sz w:val="20"/>
                <w:szCs w:val="20"/>
                <w:lang w:val="en-PH"/>
              </w:rPr>
            </w:pPr>
            <w:r w:rsidRPr="003F484F">
              <w:rPr>
                <w:rFonts w:ascii="Source Sans Pro" w:eastAsia="Times New Roman" w:hAnsi="Source Sans Pro" w:cs="Tahoma"/>
                <w:b/>
                <w:bCs/>
                <w:color w:val="FFFFFF"/>
                <w:sz w:val="20"/>
                <w:szCs w:val="20"/>
                <w:lang w:val="en-PH"/>
              </w:rPr>
              <w:t>Executive Summary</w:t>
            </w:r>
          </w:p>
        </w:tc>
      </w:tr>
      <w:tr w:rsidR="00681F25" w:rsidRPr="003F484F" w14:paraId="7AAAF78A" w14:textId="77777777" w:rsidTr="00920EF4">
        <w:tc>
          <w:tcPr>
            <w:tcW w:w="9350" w:type="dxa"/>
          </w:tcPr>
          <w:p w14:paraId="0B92E781" w14:textId="77777777" w:rsidR="00681F25" w:rsidRPr="003F484F" w:rsidRDefault="00681F25" w:rsidP="00920EF4">
            <w:pPr>
              <w:rPr>
                <w:rFonts w:ascii="Aptos" w:eastAsia="Times New Roman" w:hAnsi="Aptos" w:cs="Tahoma"/>
                <w:sz w:val="20"/>
                <w:szCs w:val="20"/>
                <w:lang w:val="en-PH"/>
              </w:rPr>
            </w:pPr>
          </w:p>
          <w:p w14:paraId="1DC7F48A" w14:textId="77777777" w:rsidR="00681F25" w:rsidRPr="003F484F" w:rsidRDefault="00681F25" w:rsidP="00920EF4">
            <w:pPr>
              <w:rPr>
                <w:rFonts w:ascii="Aptos" w:eastAsia="Times New Roman" w:hAnsi="Aptos" w:cs="Tahoma"/>
                <w:sz w:val="20"/>
                <w:szCs w:val="20"/>
                <w:lang w:val="en-PH"/>
              </w:rPr>
            </w:pPr>
          </w:p>
          <w:p w14:paraId="1AFD2036" w14:textId="77777777" w:rsidR="00681F25" w:rsidRPr="003F484F" w:rsidRDefault="00681F25" w:rsidP="00920EF4">
            <w:pPr>
              <w:rPr>
                <w:rFonts w:ascii="Aptos" w:eastAsia="Times New Roman" w:hAnsi="Aptos" w:cs="Tahoma"/>
                <w:sz w:val="20"/>
                <w:szCs w:val="20"/>
                <w:lang w:val="en-PH"/>
              </w:rPr>
            </w:pPr>
          </w:p>
          <w:p w14:paraId="7BC9756E" w14:textId="77777777" w:rsidR="00681F25" w:rsidRPr="003F484F" w:rsidRDefault="00681F25" w:rsidP="00920EF4">
            <w:pPr>
              <w:rPr>
                <w:rFonts w:ascii="Aptos" w:eastAsia="Times New Roman" w:hAnsi="Aptos" w:cs="Tahoma"/>
                <w:sz w:val="20"/>
                <w:szCs w:val="20"/>
                <w:lang w:val="en-PH"/>
              </w:rPr>
            </w:pPr>
          </w:p>
        </w:tc>
      </w:tr>
    </w:tbl>
    <w:p w14:paraId="0BE76FA2" w14:textId="77777777" w:rsidR="00681F25" w:rsidRPr="003F484F" w:rsidRDefault="00681F25" w:rsidP="00681F25">
      <w:pPr>
        <w:widowControl/>
        <w:tabs>
          <w:tab w:val="left" w:pos="2265"/>
        </w:tabs>
        <w:autoSpaceDE/>
        <w:autoSpaceDN/>
        <w:rPr>
          <w:rFonts w:ascii="Aptos" w:eastAsia="Times New Roman" w:hAnsi="Aptos" w:cs="Tahoma"/>
          <w:sz w:val="24"/>
          <w:szCs w:val="24"/>
          <w:lang w:val="en-PH"/>
        </w:rPr>
      </w:pPr>
      <w:r w:rsidRPr="003F484F">
        <w:rPr>
          <w:rFonts w:ascii="Aptos" w:eastAsia="Times New Roman" w:hAnsi="Aptos" w:cs="Tahoma"/>
          <w:sz w:val="24"/>
          <w:szCs w:val="24"/>
          <w:lang w:val="en-PH"/>
        </w:rPr>
        <w:tab/>
      </w:r>
    </w:p>
    <w:tbl>
      <w:tblPr>
        <w:tblStyle w:val="TableGrid17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81F25" w:rsidRPr="003F484F" w14:paraId="7B925E15" w14:textId="77777777" w:rsidTr="00920EF4">
        <w:trPr>
          <w:trHeight w:val="285"/>
        </w:trPr>
        <w:tc>
          <w:tcPr>
            <w:tcW w:w="9350" w:type="dxa"/>
            <w:shd w:val="clear" w:color="auto" w:fill="00548E" w:themeFill="accent1"/>
          </w:tcPr>
          <w:p w14:paraId="48B24F20" w14:textId="77777777" w:rsidR="00681F25" w:rsidRPr="003F484F" w:rsidRDefault="00681F25" w:rsidP="00920EF4">
            <w:pPr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  <w:lang w:val="en-PH"/>
              </w:rPr>
            </w:pPr>
            <w:r w:rsidRPr="003F484F"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  <w:lang w:val="en-PH"/>
              </w:rPr>
              <w:t>Introduction &amp; other background information</w:t>
            </w:r>
          </w:p>
        </w:tc>
      </w:tr>
      <w:tr w:rsidR="00681F25" w:rsidRPr="003F484F" w14:paraId="36BC144F" w14:textId="77777777" w:rsidTr="00920EF4">
        <w:tc>
          <w:tcPr>
            <w:tcW w:w="9350" w:type="dxa"/>
          </w:tcPr>
          <w:p w14:paraId="39303534" w14:textId="77777777" w:rsidR="00681F25" w:rsidRPr="003F484F" w:rsidRDefault="00681F25" w:rsidP="00920EF4">
            <w:pPr>
              <w:rPr>
                <w:rFonts w:ascii="Aptos" w:eastAsia="Times New Roman" w:hAnsi="Aptos" w:cs="Tahoma"/>
                <w:sz w:val="20"/>
                <w:szCs w:val="20"/>
                <w:lang w:val="en-PH"/>
              </w:rPr>
            </w:pPr>
          </w:p>
          <w:p w14:paraId="0975E330" w14:textId="77777777" w:rsidR="00681F25" w:rsidRPr="003F484F" w:rsidRDefault="00681F25" w:rsidP="00920EF4">
            <w:pPr>
              <w:rPr>
                <w:rFonts w:ascii="Aptos" w:eastAsia="Times New Roman" w:hAnsi="Aptos" w:cs="Tahoma"/>
                <w:sz w:val="20"/>
                <w:szCs w:val="20"/>
                <w:lang w:val="en-PH"/>
              </w:rPr>
            </w:pPr>
          </w:p>
          <w:p w14:paraId="0A994D02" w14:textId="77777777" w:rsidR="00681F25" w:rsidRPr="003F484F" w:rsidRDefault="00681F25" w:rsidP="00920EF4">
            <w:pPr>
              <w:rPr>
                <w:rFonts w:ascii="Aptos" w:eastAsia="Times New Roman" w:hAnsi="Aptos" w:cs="Tahoma"/>
                <w:sz w:val="20"/>
                <w:szCs w:val="20"/>
                <w:lang w:val="en-PH"/>
              </w:rPr>
            </w:pPr>
          </w:p>
          <w:p w14:paraId="362BEB6B" w14:textId="77777777" w:rsidR="00681F25" w:rsidRPr="003F484F" w:rsidRDefault="00681F25" w:rsidP="00920EF4">
            <w:pPr>
              <w:rPr>
                <w:rFonts w:ascii="Aptos" w:eastAsia="Times New Roman" w:hAnsi="Aptos" w:cs="Tahoma"/>
                <w:sz w:val="20"/>
                <w:szCs w:val="20"/>
                <w:lang w:val="en-PH"/>
              </w:rPr>
            </w:pPr>
          </w:p>
          <w:p w14:paraId="4DF3295C" w14:textId="77777777" w:rsidR="00681F25" w:rsidRPr="003F484F" w:rsidRDefault="00681F25" w:rsidP="00920EF4">
            <w:pPr>
              <w:rPr>
                <w:rFonts w:ascii="Aptos" w:eastAsia="Times New Roman" w:hAnsi="Aptos" w:cs="Tahoma"/>
                <w:sz w:val="20"/>
                <w:szCs w:val="20"/>
                <w:lang w:val="en-PH"/>
              </w:rPr>
            </w:pPr>
          </w:p>
          <w:p w14:paraId="04867ED3" w14:textId="77777777" w:rsidR="00681F25" w:rsidRPr="003F484F" w:rsidRDefault="00681F25" w:rsidP="00920EF4">
            <w:pPr>
              <w:rPr>
                <w:rFonts w:ascii="Aptos" w:eastAsia="Times New Roman" w:hAnsi="Aptos" w:cs="Tahoma"/>
                <w:sz w:val="20"/>
                <w:szCs w:val="20"/>
                <w:lang w:val="en-PH"/>
              </w:rPr>
            </w:pPr>
          </w:p>
        </w:tc>
      </w:tr>
    </w:tbl>
    <w:p w14:paraId="6863E241" w14:textId="77777777" w:rsidR="00681F25" w:rsidRPr="003F484F" w:rsidRDefault="00681F25" w:rsidP="00681F25">
      <w:pPr>
        <w:widowControl/>
        <w:autoSpaceDE/>
        <w:autoSpaceDN/>
        <w:rPr>
          <w:rFonts w:ascii="Aptos" w:eastAsia="Times New Roman" w:hAnsi="Aptos" w:cs="Tahoma"/>
          <w:sz w:val="24"/>
          <w:szCs w:val="24"/>
          <w:lang w:val="en-PH"/>
        </w:rPr>
      </w:pPr>
    </w:p>
    <w:tbl>
      <w:tblPr>
        <w:tblStyle w:val="TableGrid17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81F25" w:rsidRPr="003F484F" w14:paraId="21B281E8" w14:textId="77777777" w:rsidTr="00920EF4">
        <w:tc>
          <w:tcPr>
            <w:tcW w:w="9350" w:type="dxa"/>
            <w:shd w:val="clear" w:color="auto" w:fill="00548E" w:themeFill="accent1"/>
          </w:tcPr>
          <w:p w14:paraId="5AEBC35C" w14:textId="77777777" w:rsidR="00681F25" w:rsidRPr="003F484F" w:rsidRDefault="00681F25" w:rsidP="00920EF4">
            <w:pPr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  <w:lang w:val="en-PH"/>
              </w:rPr>
            </w:pPr>
            <w:r w:rsidRPr="003F484F"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  <w:lang w:val="en-PH"/>
              </w:rPr>
              <w:t xml:space="preserve">Good </w:t>
            </w:r>
            <w:r w:rsidRPr="003F2C61"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  <w:shd w:val="clear" w:color="auto" w:fill="00548E" w:themeFill="accent1"/>
                <w:lang w:val="en-PH"/>
              </w:rPr>
              <w:t>practices (positive findings)</w:t>
            </w:r>
          </w:p>
        </w:tc>
      </w:tr>
      <w:tr w:rsidR="00681F25" w:rsidRPr="003F484F" w14:paraId="760DC80E" w14:textId="77777777" w:rsidTr="00920EF4">
        <w:tc>
          <w:tcPr>
            <w:tcW w:w="9350" w:type="dxa"/>
          </w:tcPr>
          <w:p w14:paraId="582E60D2" w14:textId="77777777" w:rsidR="00681F25" w:rsidRPr="003F484F" w:rsidRDefault="00681F25" w:rsidP="00920EF4">
            <w:pPr>
              <w:rPr>
                <w:rFonts w:ascii="Aptos" w:eastAsia="Times New Roman" w:hAnsi="Aptos" w:cs="Tahoma"/>
                <w:sz w:val="20"/>
                <w:szCs w:val="20"/>
                <w:lang w:val="en-PH"/>
              </w:rPr>
            </w:pPr>
          </w:p>
          <w:p w14:paraId="06453355" w14:textId="77777777" w:rsidR="00681F25" w:rsidRPr="003F484F" w:rsidRDefault="00681F25" w:rsidP="00920EF4">
            <w:pPr>
              <w:rPr>
                <w:rFonts w:ascii="Aptos" w:eastAsia="Times New Roman" w:hAnsi="Aptos" w:cs="Tahoma"/>
                <w:sz w:val="20"/>
                <w:szCs w:val="20"/>
                <w:lang w:val="en-PH"/>
              </w:rPr>
            </w:pPr>
          </w:p>
          <w:p w14:paraId="27CEEB98" w14:textId="77777777" w:rsidR="00681F25" w:rsidRPr="003F484F" w:rsidRDefault="00681F25" w:rsidP="00920EF4">
            <w:pPr>
              <w:rPr>
                <w:rFonts w:ascii="Aptos" w:eastAsia="Times New Roman" w:hAnsi="Aptos" w:cs="Tahoma"/>
                <w:sz w:val="20"/>
                <w:szCs w:val="20"/>
                <w:lang w:val="en-PH"/>
              </w:rPr>
            </w:pPr>
          </w:p>
          <w:p w14:paraId="4830E409" w14:textId="77777777" w:rsidR="00681F25" w:rsidRPr="003F484F" w:rsidRDefault="00681F25" w:rsidP="00920EF4">
            <w:pPr>
              <w:rPr>
                <w:rFonts w:ascii="Aptos" w:eastAsia="Times New Roman" w:hAnsi="Aptos" w:cs="Tahoma"/>
                <w:sz w:val="20"/>
                <w:szCs w:val="20"/>
                <w:lang w:val="en-PH"/>
              </w:rPr>
            </w:pPr>
          </w:p>
          <w:p w14:paraId="16A9017E" w14:textId="77777777" w:rsidR="00681F25" w:rsidRPr="003F484F" w:rsidRDefault="00681F25" w:rsidP="00920EF4">
            <w:pPr>
              <w:rPr>
                <w:rFonts w:ascii="Aptos" w:eastAsia="Times New Roman" w:hAnsi="Aptos" w:cs="Tahoma"/>
                <w:sz w:val="20"/>
                <w:szCs w:val="20"/>
                <w:lang w:val="en-PH"/>
              </w:rPr>
            </w:pPr>
          </w:p>
          <w:p w14:paraId="6CAAF88A" w14:textId="77777777" w:rsidR="00681F25" w:rsidRPr="003F484F" w:rsidRDefault="00681F25" w:rsidP="00920EF4">
            <w:pPr>
              <w:rPr>
                <w:rFonts w:ascii="Aptos" w:eastAsia="Times New Roman" w:hAnsi="Aptos" w:cs="Tahoma"/>
                <w:sz w:val="20"/>
                <w:szCs w:val="20"/>
                <w:lang w:val="en-PH"/>
              </w:rPr>
            </w:pPr>
          </w:p>
        </w:tc>
      </w:tr>
    </w:tbl>
    <w:p w14:paraId="09C0BFF1" w14:textId="77777777" w:rsidR="00681F25" w:rsidRPr="003F484F" w:rsidRDefault="00681F25" w:rsidP="00681F25">
      <w:pPr>
        <w:widowControl/>
        <w:autoSpaceDE/>
        <w:autoSpaceDN/>
        <w:rPr>
          <w:rFonts w:ascii="Aptos" w:eastAsia="Times New Roman" w:hAnsi="Aptos" w:cs="Tahoma"/>
          <w:sz w:val="24"/>
          <w:szCs w:val="24"/>
          <w:lang w:val="en-PH"/>
        </w:rPr>
      </w:pPr>
    </w:p>
    <w:tbl>
      <w:tblPr>
        <w:tblStyle w:val="TableGrid17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81F25" w:rsidRPr="003F484F" w14:paraId="34255FD1" w14:textId="77777777" w:rsidTr="00920EF4">
        <w:tc>
          <w:tcPr>
            <w:tcW w:w="9350" w:type="dxa"/>
            <w:shd w:val="clear" w:color="auto" w:fill="00548E" w:themeFill="accent1"/>
          </w:tcPr>
          <w:p w14:paraId="429047F5" w14:textId="77777777" w:rsidR="00681F25" w:rsidRPr="003F484F" w:rsidRDefault="00681F25" w:rsidP="00920EF4">
            <w:pPr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  <w:lang w:val="en-PH"/>
              </w:rPr>
            </w:pPr>
            <w:r w:rsidRPr="003F484F"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  <w:lang w:val="en-PH"/>
              </w:rPr>
              <w:t xml:space="preserve">Deficiencies/Needs improvement </w:t>
            </w:r>
          </w:p>
        </w:tc>
      </w:tr>
      <w:tr w:rsidR="00681F25" w:rsidRPr="003F484F" w14:paraId="5EE2B26A" w14:textId="77777777" w:rsidTr="00920EF4">
        <w:tc>
          <w:tcPr>
            <w:tcW w:w="9350" w:type="dxa"/>
          </w:tcPr>
          <w:p w14:paraId="18D9984A" w14:textId="77777777" w:rsidR="00681F25" w:rsidRPr="003F484F" w:rsidRDefault="00681F25" w:rsidP="00920EF4">
            <w:pPr>
              <w:numPr>
                <w:ilvl w:val="0"/>
                <w:numId w:val="355"/>
              </w:numPr>
              <w:contextualSpacing/>
              <w:rPr>
                <w:rFonts w:ascii="Aptos" w:eastAsia="Times New Roman" w:hAnsi="Aptos" w:cs="Tahoma"/>
                <w:sz w:val="20"/>
                <w:szCs w:val="20"/>
                <w:lang w:val="en-PH"/>
              </w:rPr>
            </w:pPr>
            <w:r w:rsidRPr="003F484F">
              <w:rPr>
                <w:rFonts w:ascii="Aptos" w:eastAsia="Times New Roman" w:hAnsi="Aptos" w:cs="Tahoma"/>
                <w:sz w:val="20"/>
                <w:szCs w:val="20"/>
                <w:lang w:val="en-PH"/>
              </w:rPr>
              <w:t>Criteria &amp; observations</w:t>
            </w:r>
          </w:p>
          <w:p w14:paraId="6EB40DAC" w14:textId="77777777" w:rsidR="00681F25" w:rsidRPr="003F484F" w:rsidRDefault="00681F25" w:rsidP="00920EF4">
            <w:pPr>
              <w:numPr>
                <w:ilvl w:val="0"/>
                <w:numId w:val="355"/>
              </w:numPr>
              <w:contextualSpacing/>
              <w:rPr>
                <w:rFonts w:ascii="Aptos" w:eastAsia="Times New Roman" w:hAnsi="Aptos" w:cs="Tahoma"/>
                <w:sz w:val="20"/>
                <w:szCs w:val="20"/>
                <w:lang w:val="en-PH"/>
              </w:rPr>
            </w:pPr>
            <w:r w:rsidRPr="003F484F">
              <w:rPr>
                <w:rFonts w:ascii="Aptos" w:eastAsia="Times New Roman" w:hAnsi="Aptos" w:cs="Tahoma"/>
                <w:sz w:val="20"/>
                <w:szCs w:val="20"/>
                <w:lang w:val="en-PH"/>
              </w:rPr>
              <w:t>Cause &amp; effect</w:t>
            </w:r>
          </w:p>
          <w:p w14:paraId="0C7D6192" w14:textId="77777777" w:rsidR="00681F25" w:rsidRPr="003F484F" w:rsidRDefault="00681F25" w:rsidP="00920EF4">
            <w:pPr>
              <w:numPr>
                <w:ilvl w:val="0"/>
                <w:numId w:val="355"/>
              </w:numPr>
              <w:contextualSpacing/>
              <w:rPr>
                <w:rFonts w:ascii="Aptos" w:eastAsia="Times New Roman" w:hAnsi="Aptos" w:cs="Tahoma"/>
                <w:sz w:val="20"/>
                <w:szCs w:val="20"/>
                <w:lang w:val="en-PH"/>
              </w:rPr>
            </w:pPr>
            <w:r w:rsidRPr="003F484F">
              <w:rPr>
                <w:rFonts w:ascii="Aptos" w:eastAsia="Times New Roman" w:hAnsi="Aptos" w:cs="Tahoma"/>
                <w:sz w:val="20"/>
                <w:szCs w:val="20"/>
                <w:lang w:val="en-PH"/>
              </w:rPr>
              <w:t>Remedial action</w:t>
            </w:r>
          </w:p>
          <w:p w14:paraId="4114C8AC" w14:textId="77777777" w:rsidR="00681F25" w:rsidRPr="003F484F" w:rsidRDefault="00681F25" w:rsidP="00920EF4">
            <w:pPr>
              <w:numPr>
                <w:ilvl w:val="0"/>
                <w:numId w:val="355"/>
              </w:numPr>
              <w:contextualSpacing/>
              <w:rPr>
                <w:rFonts w:ascii="Aptos" w:eastAsia="Times New Roman" w:hAnsi="Aptos" w:cs="Tahoma"/>
                <w:sz w:val="20"/>
                <w:szCs w:val="20"/>
                <w:lang w:val="en-PH"/>
              </w:rPr>
            </w:pPr>
            <w:r w:rsidRPr="003F484F">
              <w:rPr>
                <w:rFonts w:ascii="Aptos" w:eastAsia="Times New Roman" w:hAnsi="Aptos" w:cs="Tahoma"/>
                <w:sz w:val="20"/>
                <w:szCs w:val="20"/>
                <w:lang w:val="en-PH"/>
              </w:rPr>
              <w:t>SAI management/audit team responses</w:t>
            </w:r>
          </w:p>
          <w:p w14:paraId="556355E2" w14:textId="77777777" w:rsidR="00681F25" w:rsidRPr="003F484F" w:rsidRDefault="00681F25" w:rsidP="00920EF4">
            <w:pPr>
              <w:rPr>
                <w:rFonts w:ascii="Aptos" w:eastAsia="Times New Roman" w:hAnsi="Aptos" w:cs="Tahoma"/>
                <w:sz w:val="20"/>
                <w:szCs w:val="20"/>
                <w:lang w:val="en-PH"/>
              </w:rPr>
            </w:pPr>
          </w:p>
        </w:tc>
      </w:tr>
    </w:tbl>
    <w:p w14:paraId="4F0780F6" w14:textId="027FE524" w:rsidR="005648B7" w:rsidRPr="00C163F9" w:rsidRDefault="00DA3181" w:rsidP="00C163F9">
      <w:pPr>
        <w:pStyle w:val="BodyFont-Poppins"/>
      </w:pPr>
      <w:r w:rsidRPr="00C163F9">
        <w:rPr>
          <w:noProof/>
        </w:rPr>
        <w:drawing>
          <wp:anchor distT="0" distB="0" distL="114300" distR="114300" simplePos="0" relativeHeight="487411200" behindDoc="0" locked="0" layoutInCell="1" allowOverlap="1" wp14:anchorId="302DB8A1" wp14:editId="22CA9CD0">
            <wp:simplePos x="0" y="0"/>
            <wp:positionH relativeFrom="page">
              <wp:posOffset>10502900</wp:posOffset>
            </wp:positionH>
            <wp:positionV relativeFrom="page">
              <wp:posOffset>9182100</wp:posOffset>
            </wp:positionV>
            <wp:extent cx="1467485" cy="469619"/>
            <wp:effectExtent l="0" t="0" r="0" b="635"/>
            <wp:wrapThrough wrapText="bothSides">
              <wp:wrapPolygon edited="0">
                <wp:start x="1309" y="0"/>
                <wp:lineTo x="0" y="585"/>
                <wp:lineTo x="0" y="5261"/>
                <wp:lineTo x="935" y="9353"/>
                <wp:lineTo x="935" y="21045"/>
                <wp:lineTo x="21310" y="21045"/>
                <wp:lineTo x="21310" y="0"/>
                <wp:lineTo x="1309" y="0"/>
              </wp:wrapPolygon>
            </wp:wrapThrough>
            <wp:docPr id="277" name="Picture 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7" name="Picture 277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7485" cy="4696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5648B7" w:rsidRPr="00C163F9" w:rsidSect="00EA6483">
      <w:headerReference w:type="default" r:id="rId12"/>
      <w:footerReference w:type="default" r:id="rId13"/>
      <w:pgSz w:w="11900" w:h="16820"/>
      <w:pgMar w:top="1752" w:right="1077" w:bottom="1440" w:left="1077" w:header="0" w:footer="89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4EC992" w14:textId="77777777" w:rsidR="003E19C0" w:rsidRDefault="003E19C0">
      <w:r>
        <w:separator/>
      </w:r>
    </w:p>
  </w:endnote>
  <w:endnote w:type="continuationSeparator" w:id="0">
    <w:p w14:paraId="072D7D7C" w14:textId="77777777" w:rsidR="003E19C0" w:rsidRDefault="003E1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Oswald">
    <w:panose1 w:val="00000500000000000000"/>
    <w:charset w:val="4D"/>
    <w:family w:val="auto"/>
    <w:pitch w:val="variable"/>
    <w:sig w:usb0="A00002FF" w:usb1="4000204B" w:usb2="00000000" w:usb3="00000000" w:csb0="00000197" w:csb1="00000000"/>
  </w:font>
  <w:font w:name="Aptos SemiBold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Poppins">
    <w:panose1 w:val="00000500000000000000"/>
    <w:charset w:val="4D"/>
    <w:family w:val="auto"/>
    <w:notTrueType/>
    <w:pitch w:val="variable"/>
    <w:sig w:usb0="00008007" w:usb1="00000000" w:usb2="00000000" w:usb3="00000000" w:csb0="00000093" w:csb1="00000000"/>
  </w:font>
  <w:font w:name="Oswald SemiBold">
    <w:panose1 w:val="00000700000000000000"/>
    <w:charset w:val="4D"/>
    <w:family w:val="auto"/>
    <w:pitch w:val="variable"/>
    <w:sig w:usb0="A00002FF" w:usb1="4000204B" w:usb2="00000000" w:usb3="00000000" w:csb0="00000197" w:csb1="00000000"/>
  </w:font>
  <w:font w:name="Helvetica Neue">
    <w:altName w:val="Arial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swald Medium">
    <w:panose1 w:val="00000600000000000000"/>
    <w:charset w:val="4D"/>
    <w:family w:val="auto"/>
    <w:pitch w:val="variable"/>
    <w:sig w:usb0="A00002FF" w:usb1="4000204B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oppins Light">
    <w:panose1 w:val="00000400000000000000"/>
    <w:charset w:val="4D"/>
    <w:family w:val="auto"/>
    <w:notTrueType/>
    <w:pitch w:val="variable"/>
    <w:sig w:usb0="00008007" w:usb1="00000000" w:usb2="00000000" w:usb3="00000000" w:csb0="00000093" w:csb1="00000000"/>
  </w:font>
  <w:font w:name="TheSansLight-Plain">
    <w:altName w:val="Cambria"/>
    <w:panose1 w:val="02000503050000020004"/>
    <w:charset w:val="00"/>
    <w:family w:val="auto"/>
    <w:pitch w:val="variable"/>
    <w:sig w:usb0="00000003" w:usb1="00000000" w:usb2="00000000" w:usb3="00000000" w:csb0="00000001" w:csb1="00000000"/>
  </w:font>
  <w:font w:name="Aptos">
    <w:panose1 w:val="020B0604020202020204"/>
    <w:charset w:val="00"/>
    <w:family w:val="swiss"/>
    <w:pitch w:val="variable"/>
    <w:sig w:usb0="20000287" w:usb1="00000003" w:usb2="00000000" w:usb3="00000000" w:csb0="0000019F" w:csb1="00000000"/>
  </w:font>
  <w:font w:name="Aptos Light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Inter">
    <w:altName w:val="Calibri"/>
    <w:panose1 w:val="020B0604020202020204"/>
    <w:charset w:val="0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Pro">
    <w:altName w:val="Arial"/>
    <w:panose1 w:val="020B0703030403020204"/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  <w:rFonts w:ascii="Oswald" w:hAnsi="Oswald"/>
      </w:rPr>
      <w:id w:val="333106027"/>
      <w:docPartObj>
        <w:docPartGallery w:val="Page Numbers (Bottom of Page)"/>
        <w:docPartUnique/>
      </w:docPartObj>
    </w:sdtPr>
    <w:sdtEndPr>
      <w:rPr>
        <w:rStyle w:val="PageNumber"/>
        <w:b/>
        <w:bCs/>
        <w:color w:val="05645E" w:themeColor="accent5"/>
      </w:rPr>
    </w:sdtEndPr>
    <w:sdtContent>
      <w:p w14:paraId="0B68F3F6" w14:textId="77777777" w:rsidR="00681F25" w:rsidRPr="00A05D2D" w:rsidRDefault="00681F25" w:rsidP="00681F25">
        <w:pPr>
          <w:pStyle w:val="Footer"/>
          <w:framePr w:w="5459" w:wrap="none" w:vAnchor="text" w:hAnchor="page" w:x="5320" w:y="1"/>
          <w:jc w:val="right"/>
          <w:rPr>
            <w:rStyle w:val="PageNumber"/>
            <w:rFonts w:ascii="Oswald" w:hAnsi="Oswald"/>
            <w:b/>
            <w:bCs/>
            <w:color w:val="00548E" w:themeColor="accent1"/>
          </w:rPr>
        </w:pPr>
        <w:r>
          <w:rPr>
            <w:rStyle w:val="PageNumber"/>
            <w:rFonts w:ascii="Oswald" w:hAnsi="Oswald"/>
          </w:rPr>
          <w:t>Tools SoAQM Playbook</w:t>
        </w:r>
        <w:r w:rsidRPr="005244D3">
          <w:rPr>
            <w:rStyle w:val="PageNumber"/>
            <w:rFonts w:ascii="Oswald" w:hAnsi="Oswald"/>
          </w:rPr>
          <w:t xml:space="preserve">  </w:t>
        </w:r>
        <w:r w:rsidRPr="005244D3">
          <w:rPr>
            <w:rStyle w:val="PageNumber"/>
            <w:rFonts w:ascii="Oswald" w:hAnsi="Oswald"/>
            <w:color w:val="005592" w:themeColor="text1"/>
          </w:rPr>
          <w:t xml:space="preserve">| </w:t>
        </w:r>
        <w:r w:rsidRPr="00880F32">
          <w:rPr>
            <w:rStyle w:val="PageNumber"/>
            <w:rFonts w:ascii="Oswald" w:hAnsi="Oswald"/>
            <w:b/>
            <w:bCs/>
            <w:color w:val="05645E" w:themeColor="accent5"/>
          </w:rPr>
          <w:fldChar w:fldCharType="begin"/>
        </w:r>
        <w:r w:rsidRPr="00880F32">
          <w:rPr>
            <w:rStyle w:val="PageNumber"/>
            <w:rFonts w:ascii="Oswald" w:hAnsi="Oswald"/>
            <w:b/>
            <w:bCs/>
            <w:color w:val="05645E" w:themeColor="accent5"/>
          </w:rPr>
          <w:instrText xml:space="preserve"> PAGE </w:instrText>
        </w:r>
        <w:r w:rsidRPr="00880F32">
          <w:rPr>
            <w:rStyle w:val="PageNumber"/>
            <w:rFonts w:ascii="Oswald" w:hAnsi="Oswald"/>
            <w:b/>
            <w:bCs/>
            <w:color w:val="05645E" w:themeColor="accent5"/>
          </w:rPr>
          <w:fldChar w:fldCharType="separate"/>
        </w:r>
        <w:r>
          <w:rPr>
            <w:rStyle w:val="PageNumber"/>
            <w:rFonts w:ascii="Oswald" w:hAnsi="Oswald"/>
            <w:b/>
            <w:bCs/>
            <w:color w:val="05645E" w:themeColor="accent5"/>
          </w:rPr>
          <w:t>151</w:t>
        </w:r>
        <w:r w:rsidRPr="00880F32">
          <w:rPr>
            <w:rStyle w:val="PageNumber"/>
            <w:rFonts w:ascii="Oswald" w:hAnsi="Oswald"/>
            <w:b/>
            <w:bCs/>
            <w:color w:val="05645E" w:themeColor="accent5"/>
          </w:rPr>
          <w:fldChar w:fldCharType="end"/>
        </w:r>
      </w:p>
    </w:sdtContent>
  </w:sdt>
  <w:p w14:paraId="176ABCD6" w14:textId="77777777" w:rsidR="00681F25" w:rsidRPr="00681F25" w:rsidRDefault="00681F25" w:rsidP="00681F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0AD443" w14:textId="77777777" w:rsidR="003E19C0" w:rsidRDefault="003E19C0">
      <w:r>
        <w:separator/>
      </w:r>
    </w:p>
  </w:footnote>
  <w:footnote w:type="continuationSeparator" w:id="0">
    <w:p w14:paraId="17C07DC2" w14:textId="77777777" w:rsidR="003E19C0" w:rsidRDefault="003E19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A6B743" w14:textId="77777777" w:rsidR="0036411E" w:rsidRDefault="0036411E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79744" behindDoc="0" locked="0" layoutInCell="1" allowOverlap="1" wp14:anchorId="61D16313" wp14:editId="38D2B2A9">
              <wp:simplePos x="0" y="0"/>
              <wp:positionH relativeFrom="column">
                <wp:posOffset>0</wp:posOffset>
              </wp:positionH>
              <wp:positionV relativeFrom="paragraph">
                <wp:posOffset>232104</wp:posOffset>
              </wp:positionV>
              <wp:extent cx="1282373" cy="562708"/>
              <wp:effectExtent l="0" t="0" r="635" b="0"/>
              <wp:wrapNone/>
              <wp:docPr id="1637462453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82373" cy="562708"/>
                        <a:chOff x="0" y="0"/>
                        <a:chExt cx="1363783" cy="598170"/>
                      </a:xfrm>
                    </wpg:grpSpPr>
                    <wpg:grpSp>
                      <wpg:cNvPr id="926121665" name="Group 5"/>
                      <wpg:cNvGrpSpPr/>
                      <wpg:grpSpPr>
                        <a:xfrm>
                          <a:off x="0" y="0"/>
                          <a:ext cx="1363783" cy="598170"/>
                          <a:chOff x="0" y="0"/>
                          <a:chExt cx="1363783" cy="598170"/>
                        </a:xfrm>
                      </wpg:grpSpPr>
                      <pic:pic xmlns:pic="http://schemas.openxmlformats.org/drawingml/2006/picture">
                        <pic:nvPicPr>
                          <pic:cNvPr id="1386318167" name="Graphic 3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96DAC541-7B7A-43D3-8B79-37D633B846F1}">
                                <asvg:svgBlip xmlns:asvg="http://schemas.microsoft.com/office/drawing/2016/SVG/main" r:embed="rId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8170" cy="59817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59597374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21493" y="9780"/>
                            <a:ext cx="542290" cy="579755"/>
                          </a:xfrm>
                          <a:prstGeom prst="rect">
                            <a:avLst/>
                          </a:prstGeom>
                        </pic:spPr>
                      </pic:pic>
                    </wpg:grpSp>
                    <wps:wsp>
                      <wps:cNvPr id="428718146" name="Straight Connector 6"/>
                      <wps:cNvCnPr/>
                      <wps:spPr>
                        <a:xfrm>
                          <a:off x="718806" y="127136"/>
                          <a:ext cx="0" cy="366738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E8E8E8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FDBE685" id="Group 7" o:spid="_x0000_s1026" style="position:absolute;margin-left:0;margin-top:18.3pt;width:100.95pt;height:44.3pt;z-index:251679744;mso-width-relative:margin;mso-height-relative:margin" coordsize="13637,5981" o:gfxdata="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">
              <v:group id="Group 5" o:spid="_x0000_s1027" style="position:absolute;width:13637;height:5981" coordsize="13637,598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phic 3" o:spid="_x0000_s1028" type="#_x0000_t75" style="position:absolute;width:5981;height:5981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">
                  <v:imagedata r:id="rId4" o:title=""/>
                </v:shape>
                <v:shape id="Picture 4" o:spid="_x0000_s1029" type="#_x0000_t75" style="position:absolute;left:8214;top:97;width:5423;height:579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">
                  <v:imagedata r:id="rId5" o:title=""/>
                </v:shape>
              </v:group>
              <v:line id="Straight Connector 6" o:spid="_x0000_s1030" style="position:absolute;visibility:visible;mso-wrap-style:square" from="7188,1271" to="7188,493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" strokecolor="#e8e8e8"/>
            </v:group>
          </w:pict>
        </mc:Fallback>
      </mc:AlternateContent>
    </w:r>
    <w:r>
      <w:rPr>
        <w:noProof/>
      </w:rPr>
      <w:drawing>
        <wp:anchor distT="0" distB="0" distL="114300" distR="114300" simplePos="0" relativeHeight="251678720" behindDoc="1" locked="0" layoutInCell="1" allowOverlap="1" wp14:anchorId="061CC04F" wp14:editId="180A520C">
          <wp:simplePos x="0" y="0"/>
          <wp:positionH relativeFrom="column">
            <wp:posOffset>6010910</wp:posOffset>
          </wp:positionH>
          <wp:positionV relativeFrom="paragraph">
            <wp:posOffset>0</wp:posOffset>
          </wp:positionV>
          <wp:extent cx="855645" cy="886997"/>
          <wp:effectExtent l="0" t="0" r="0" b="2540"/>
          <wp:wrapNone/>
          <wp:docPr id="933172978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7841504" name="Picture 1777841504"/>
                  <pic:cNvPicPr/>
                </pic:nvPicPr>
                <pic:blipFill rotWithShape="1">
                  <a:blip r:embed="rId6">
                    <a:duotone>
                      <a:prstClr val="black"/>
                      <a:schemeClr val="accent1">
                        <a:tint val="45000"/>
                        <a:satMod val="400000"/>
                      </a:schemeClr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8267" r="50096"/>
                  <a:stretch>
                    <a:fillRect/>
                  </a:stretch>
                </pic:blipFill>
                <pic:spPr bwMode="auto">
                  <a:xfrm>
                    <a:off x="0" y="0"/>
                    <a:ext cx="870042" cy="90192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77696" behindDoc="0" locked="0" layoutInCell="1" allowOverlap="1" wp14:anchorId="5EFA4470" wp14:editId="422071BA">
          <wp:simplePos x="0" y="0"/>
          <wp:positionH relativeFrom="page">
            <wp:posOffset>9855200</wp:posOffset>
          </wp:positionH>
          <wp:positionV relativeFrom="page">
            <wp:posOffset>0</wp:posOffset>
          </wp:positionV>
          <wp:extent cx="820956" cy="736995"/>
          <wp:effectExtent l="0" t="0" r="5080" b="0"/>
          <wp:wrapNone/>
          <wp:docPr id="2109067049" name="Image 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 8"/>
                  <pic:cNvPicPr/>
                </pic:nvPicPr>
                <pic:blipFill>
                  <a:blip r:embed="rId7" cstate="print"/>
                  <a:stretch>
                    <a:fillRect/>
                  </a:stretch>
                </pic:blipFill>
                <pic:spPr>
                  <a:xfrm>
                    <a:off x="0" y="0"/>
                    <a:ext cx="836734" cy="751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24D98"/>
    <w:multiLevelType w:val="hybridMultilevel"/>
    <w:tmpl w:val="2C82DFFE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A62050"/>
    <w:multiLevelType w:val="multilevel"/>
    <w:tmpl w:val="66EA9BD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DA6BBE"/>
    <w:multiLevelType w:val="hybridMultilevel"/>
    <w:tmpl w:val="68A4CF66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4F67B8"/>
    <w:multiLevelType w:val="multilevel"/>
    <w:tmpl w:val="A7C25584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17A54B6"/>
    <w:multiLevelType w:val="multilevel"/>
    <w:tmpl w:val="F496DA7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1984936"/>
    <w:multiLevelType w:val="hybridMultilevel"/>
    <w:tmpl w:val="EB4C3F4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34090013">
      <w:start w:val="1"/>
      <w:numFmt w:val="upperRoman"/>
      <w:lvlText w:val="%4."/>
      <w:lvlJc w:val="righ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1DB4FE5"/>
    <w:multiLevelType w:val="hybridMultilevel"/>
    <w:tmpl w:val="E16A42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30E507F"/>
    <w:multiLevelType w:val="hybridMultilevel"/>
    <w:tmpl w:val="F468C9A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1A24EF"/>
    <w:multiLevelType w:val="hybridMultilevel"/>
    <w:tmpl w:val="B4D2674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36A2890"/>
    <w:multiLevelType w:val="multilevel"/>
    <w:tmpl w:val="16D66C3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0376071C"/>
    <w:multiLevelType w:val="hybridMultilevel"/>
    <w:tmpl w:val="68087A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00C2F7" w:themeColor="accent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3C8455A"/>
    <w:multiLevelType w:val="hybridMultilevel"/>
    <w:tmpl w:val="6C9AB7BE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3FB6DEC"/>
    <w:multiLevelType w:val="multilevel"/>
    <w:tmpl w:val="D0CE119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4247691"/>
    <w:multiLevelType w:val="hybridMultilevel"/>
    <w:tmpl w:val="CFB03BE0"/>
    <w:lvl w:ilvl="0" w:tplc="0414001B">
      <w:start w:val="1"/>
      <w:numFmt w:val="lowerRoman"/>
      <w:lvlText w:val="%1."/>
      <w:lvlJc w:val="right"/>
      <w:pPr>
        <w:ind w:left="1111" w:hanging="360"/>
      </w:pPr>
    </w:lvl>
    <w:lvl w:ilvl="1" w:tplc="08090019" w:tentative="1">
      <w:start w:val="1"/>
      <w:numFmt w:val="lowerLetter"/>
      <w:lvlText w:val="%2."/>
      <w:lvlJc w:val="left"/>
      <w:pPr>
        <w:ind w:left="1831" w:hanging="360"/>
      </w:pPr>
    </w:lvl>
    <w:lvl w:ilvl="2" w:tplc="0809001B" w:tentative="1">
      <w:start w:val="1"/>
      <w:numFmt w:val="lowerRoman"/>
      <w:lvlText w:val="%3."/>
      <w:lvlJc w:val="right"/>
      <w:pPr>
        <w:ind w:left="2551" w:hanging="180"/>
      </w:pPr>
    </w:lvl>
    <w:lvl w:ilvl="3" w:tplc="0809000F">
      <w:start w:val="1"/>
      <w:numFmt w:val="decimal"/>
      <w:lvlText w:val="%4."/>
      <w:lvlJc w:val="left"/>
      <w:pPr>
        <w:ind w:left="3271" w:hanging="360"/>
      </w:pPr>
    </w:lvl>
    <w:lvl w:ilvl="4" w:tplc="08090019" w:tentative="1">
      <w:start w:val="1"/>
      <w:numFmt w:val="lowerLetter"/>
      <w:lvlText w:val="%5."/>
      <w:lvlJc w:val="left"/>
      <w:pPr>
        <w:ind w:left="3991" w:hanging="360"/>
      </w:pPr>
    </w:lvl>
    <w:lvl w:ilvl="5" w:tplc="0809001B" w:tentative="1">
      <w:start w:val="1"/>
      <w:numFmt w:val="lowerRoman"/>
      <w:lvlText w:val="%6."/>
      <w:lvlJc w:val="right"/>
      <w:pPr>
        <w:ind w:left="4711" w:hanging="180"/>
      </w:pPr>
    </w:lvl>
    <w:lvl w:ilvl="6" w:tplc="0809000F" w:tentative="1">
      <w:start w:val="1"/>
      <w:numFmt w:val="decimal"/>
      <w:lvlText w:val="%7."/>
      <w:lvlJc w:val="left"/>
      <w:pPr>
        <w:ind w:left="5431" w:hanging="360"/>
      </w:pPr>
    </w:lvl>
    <w:lvl w:ilvl="7" w:tplc="08090019" w:tentative="1">
      <w:start w:val="1"/>
      <w:numFmt w:val="lowerLetter"/>
      <w:lvlText w:val="%8."/>
      <w:lvlJc w:val="left"/>
      <w:pPr>
        <w:ind w:left="6151" w:hanging="360"/>
      </w:pPr>
    </w:lvl>
    <w:lvl w:ilvl="8" w:tplc="0809001B" w:tentative="1">
      <w:start w:val="1"/>
      <w:numFmt w:val="lowerRoman"/>
      <w:lvlText w:val="%9."/>
      <w:lvlJc w:val="right"/>
      <w:pPr>
        <w:ind w:left="6871" w:hanging="180"/>
      </w:pPr>
    </w:lvl>
  </w:abstractNum>
  <w:abstractNum w:abstractNumId="14" w15:restartNumberingAfterBreak="0">
    <w:nsid w:val="04F601FC"/>
    <w:multiLevelType w:val="hybridMultilevel"/>
    <w:tmpl w:val="A288CB1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4FC5D25"/>
    <w:multiLevelType w:val="hybridMultilevel"/>
    <w:tmpl w:val="B672CFE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5083770"/>
    <w:multiLevelType w:val="hybridMultilevel"/>
    <w:tmpl w:val="E278994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54F580B"/>
    <w:multiLevelType w:val="hybridMultilevel"/>
    <w:tmpl w:val="1D48A582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57F781E"/>
    <w:multiLevelType w:val="hybridMultilevel"/>
    <w:tmpl w:val="84C03B5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5B65726"/>
    <w:multiLevelType w:val="hybridMultilevel"/>
    <w:tmpl w:val="01380DA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61A4C9F"/>
    <w:multiLevelType w:val="multilevel"/>
    <w:tmpl w:val="24A060D2"/>
    <w:styleLink w:val="CurrentList2"/>
    <w:lvl w:ilvl="0">
      <w:start w:val="1"/>
      <w:numFmt w:val="decimal"/>
      <w:lvlText w:val="%1."/>
      <w:lvlJc w:val="left"/>
      <w:pPr>
        <w:ind w:left="902" w:hanging="573"/>
      </w:pPr>
      <w:rPr>
        <w:rFonts w:ascii="Oswald" w:eastAsia="Oswald" w:hAnsi="Oswald" w:cs="Oswald" w:hint="default"/>
        <w:b w:val="0"/>
        <w:bCs w:val="0"/>
        <w:i w:val="0"/>
        <w:iCs w:val="0"/>
        <w:color w:val="00548E"/>
        <w:spacing w:val="0"/>
        <w:w w:val="91"/>
        <w:sz w:val="68"/>
        <w:szCs w:val="68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1050" w:hanging="720"/>
      </w:pPr>
      <w:rPr>
        <w:rFonts w:ascii="Aptos SemiBold" w:eastAsia="Aptos SemiBold" w:hAnsi="Aptos SemiBold" w:cs="Aptos SemiBold" w:hint="default"/>
        <w:b/>
        <w:bCs/>
        <w:i w:val="0"/>
        <w:iCs w:val="0"/>
        <w:color w:val="45BFF2"/>
        <w:spacing w:val="0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149" w:hanging="72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239" w:hanging="7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328" w:hanging="7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18" w:hanging="7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507" w:hanging="7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597" w:hanging="7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86" w:hanging="720"/>
      </w:pPr>
      <w:rPr>
        <w:rFonts w:hint="default"/>
        <w:lang w:val="en-US" w:eastAsia="en-US" w:bidi="ar-SA"/>
      </w:rPr>
    </w:lvl>
  </w:abstractNum>
  <w:abstractNum w:abstractNumId="21" w15:restartNumberingAfterBreak="0">
    <w:nsid w:val="0628687D"/>
    <w:multiLevelType w:val="multilevel"/>
    <w:tmpl w:val="A0B0181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629032F"/>
    <w:multiLevelType w:val="multilevel"/>
    <w:tmpl w:val="AB0C67F2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06DA041A"/>
    <w:multiLevelType w:val="multilevel"/>
    <w:tmpl w:val="CD6C5EA0"/>
    <w:lvl w:ilvl="0">
      <w:start w:val="1"/>
      <w:numFmt w:val="lowerRoman"/>
      <w:lvlText w:val="%1."/>
      <w:lvlJc w:val="right"/>
      <w:pPr>
        <w:ind w:left="111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62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24" w15:restartNumberingAfterBreak="0">
    <w:nsid w:val="06DF3F5B"/>
    <w:multiLevelType w:val="hybridMultilevel"/>
    <w:tmpl w:val="144E7984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70E65C1"/>
    <w:multiLevelType w:val="multilevel"/>
    <w:tmpl w:val="01C4047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716110B"/>
    <w:multiLevelType w:val="multilevel"/>
    <w:tmpl w:val="ACE42F1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75318FD"/>
    <w:multiLevelType w:val="hybridMultilevel"/>
    <w:tmpl w:val="D82EFAB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7963B98"/>
    <w:multiLevelType w:val="multilevel"/>
    <w:tmpl w:val="F2007AD8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083E6BA6"/>
    <w:multiLevelType w:val="hybridMultilevel"/>
    <w:tmpl w:val="9E6030E4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85D03B6"/>
    <w:multiLevelType w:val="multilevel"/>
    <w:tmpl w:val="76A0591C"/>
    <w:lvl w:ilvl="0">
      <w:start w:val="1"/>
      <w:numFmt w:val="decimal"/>
      <w:lvlText w:val="%1."/>
      <w:lvlJc w:val="left"/>
      <w:pPr>
        <w:ind w:left="473" w:hanging="144"/>
      </w:pPr>
      <w:rPr>
        <w:rFonts w:ascii="Poppins" w:eastAsia="Poppins" w:hAnsi="Poppins" w:cs="Poppins" w:hint="default"/>
        <w:b w:val="0"/>
        <w:bCs w:val="0"/>
        <w:i w:val="0"/>
        <w:iCs w:val="0"/>
        <w:spacing w:val="0"/>
        <w:w w:val="100"/>
        <w:sz w:val="18"/>
        <w:szCs w:val="18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897" w:hanging="341"/>
      </w:pPr>
      <w:rPr>
        <w:rFonts w:ascii="Poppins" w:eastAsia="Poppins" w:hAnsi="Poppins" w:cs="Poppins" w:hint="default"/>
        <w:b w:val="0"/>
        <w:bCs w:val="0"/>
        <w:i w:val="0"/>
        <w:iCs w:val="0"/>
        <w:spacing w:val="0"/>
        <w:w w:val="100"/>
        <w:sz w:val="18"/>
        <w:szCs w:val="18"/>
        <w:lang w:val="en-US" w:eastAsia="en-US" w:bidi="ar-SA"/>
      </w:rPr>
    </w:lvl>
    <w:lvl w:ilvl="2">
      <w:numFmt w:val="bullet"/>
      <w:lvlText w:val="•"/>
      <w:lvlJc w:val="left"/>
      <w:pPr>
        <w:ind w:left="2007" w:hanging="3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114" w:hanging="3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21" w:hanging="3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329" w:hanging="3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36" w:hanging="3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543" w:hanging="3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50" w:hanging="341"/>
      </w:pPr>
      <w:rPr>
        <w:rFonts w:hint="default"/>
        <w:lang w:val="en-US" w:eastAsia="en-US" w:bidi="ar-SA"/>
      </w:rPr>
    </w:lvl>
  </w:abstractNum>
  <w:abstractNum w:abstractNumId="31" w15:restartNumberingAfterBreak="0">
    <w:nsid w:val="092F77E1"/>
    <w:multiLevelType w:val="hybridMultilevel"/>
    <w:tmpl w:val="261C8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32" w15:restartNumberingAfterBreak="0">
    <w:nsid w:val="098B4454"/>
    <w:multiLevelType w:val="hybridMultilevel"/>
    <w:tmpl w:val="CAAA7152"/>
    <w:lvl w:ilvl="0" w:tplc="3EEC60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9EF47B6"/>
    <w:multiLevelType w:val="hybridMultilevel"/>
    <w:tmpl w:val="AC8ACD8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1C75B4"/>
    <w:multiLevelType w:val="hybridMultilevel"/>
    <w:tmpl w:val="E94836B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A8368B6"/>
    <w:multiLevelType w:val="hybridMultilevel"/>
    <w:tmpl w:val="944A4F9C"/>
    <w:lvl w:ilvl="0" w:tplc="0414001B">
      <w:start w:val="1"/>
      <w:numFmt w:val="lowerRoman"/>
      <w:lvlText w:val="%1."/>
      <w:lvlJc w:val="righ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(%3)"/>
      <w:lvlJc w:val="left"/>
      <w:pPr>
        <w:ind w:left="2700" w:hanging="72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A9B2080"/>
    <w:multiLevelType w:val="hybridMultilevel"/>
    <w:tmpl w:val="2C42628E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5592" w:themeColor="text1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0AA9210D"/>
    <w:multiLevelType w:val="multilevel"/>
    <w:tmpl w:val="18EA087C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8" w15:restartNumberingAfterBreak="0">
    <w:nsid w:val="0AB60EB0"/>
    <w:multiLevelType w:val="hybridMultilevel"/>
    <w:tmpl w:val="7070061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AC677F8"/>
    <w:multiLevelType w:val="hybridMultilevel"/>
    <w:tmpl w:val="036479E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B072DE2"/>
    <w:multiLevelType w:val="hybridMultilevel"/>
    <w:tmpl w:val="E13A23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0B457A0F"/>
    <w:multiLevelType w:val="hybridMultilevel"/>
    <w:tmpl w:val="ECE6EE8E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BBF5C38"/>
    <w:multiLevelType w:val="hybridMultilevel"/>
    <w:tmpl w:val="8C38E07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34090013">
      <w:start w:val="1"/>
      <w:numFmt w:val="upperRoman"/>
      <w:lvlText w:val="%4."/>
      <w:lvlJc w:val="righ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BD80F01"/>
    <w:multiLevelType w:val="multilevel"/>
    <w:tmpl w:val="0832C0E2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4" w15:restartNumberingAfterBreak="0">
    <w:nsid w:val="0C320FCB"/>
    <w:multiLevelType w:val="hybridMultilevel"/>
    <w:tmpl w:val="07AA6062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0C500EF8"/>
    <w:multiLevelType w:val="multilevel"/>
    <w:tmpl w:val="F6F0F9C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6" w15:restartNumberingAfterBreak="0">
    <w:nsid w:val="0C9C696A"/>
    <w:multiLevelType w:val="multilevel"/>
    <w:tmpl w:val="D9BC7FB0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47" w15:restartNumberingAfterBreak="0">
    <w:nsid w:val="0D5C44BA"/>
    <w:multiLevelType w:val="hybridMultilevel"/>
    <w:tmpl w:val="D71AADA6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C02863"/>
    <w:multiLevelType w:val="hybridMultilevel"/>
    <w:tmpl w:val="1C8449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0E08043A"/>
    <w:multiLevelType w:val="multilevel"/>
    <w:tmpl w:val="073E13F6"/>
    <w:styleLink w:val="Style8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E4A6B5E"/>
    <w:multiLevelType w:val="hybridMultilevel"/>
    <w:tmpl w:val="B0204C0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03D31D4"/>
    <w:multiLevelType w:val="hybridMultilevel"/>
    <w:tmpl w:val="1E9E016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0972858"/>
    <w:multiLevelType w:val="hybridMultilevel"/>
    <w:tmpl w:val="9CB0A316"/>
    <w:lvl w:ilvl="0" w:tplc="0409001B">
      <w:start w:val="1"/>
      <w:numFmt w:val="lowerRoman"/>
      <w:lvlText w:val="%1."/>
      <w:lvlJc w:val="right"/>
      <w:pPr>
        <w:ind w:left="1115" w:hanging="360"/>
      </w:pPr>
    </w:lvl>
    <w:lvl w:ilvl="1" w:tplc="FFFFFFFF" w:tentative="1">
      <w:start w:val="1"/>
      <w:numFmt w:val="lowerLetter"/>
      <w:lvlText w:val="%2."/>
      <w:lvlJc w:val="left"/>
      <w:pPr>
        <w:ind w:left="1835" w:hanging="360"/>
      </w:pPr>
    </w:lvl>
    <w:lvl w:ilvl="2" w:tplc="FFFFFFFF" w:tentative="1">
      <w:start w:val="1"/>
      <w:numFmt w:val="lowerRoman"/>
      <w:lvlText w:val="%3."/>
      <w:lvlJc w:val="right"/>
      <w:pPr>
        <w:ind w:left="2555" w:hanging="180"/>
      </w:pPr>
    </w:lvl>
    <w:lvl w:ilvl="3" w:tplc="FFFFFFFF" w:tentative="1">
      <w:start w:val="1"/>
      <w:numFmt w:val="decimal"/>
      <w:lvlText w:val="%4."/>
      <w:lvlJc w:val="left"/>
      <w:pPr>
        <w:ind w:left="3275" w:hanging="360"/>
      </w:pPr>
    </w:lvl>
    <w:lvl w:ilvl="4" w:tplc="FFFFFFFF" w:tentative="1">
      <w:start w:val="1"/>
      <w:numFmt w:val="lowerLetter"/>
      <w:lvlText w:val="%5."/>
      <w:lvlJc w:val="left"/>
      <w:pPr>
        <w:ind w:left="3995" w:hanging="360"/>
      </w:pPr>
    </w:lvl>
    <w:lvl w:ilvl="5" w:tplc="FFFFFFFF" w:tentative="1">
      <w:start w:val="1"/>
      <w:numFmt w:val="lowerRoman"/>
      <w:lvlText w:val="%6."/>
      <w:lvlJc w:val="right"/>
      <w:pPr>
        <w:ind w:left="4715" w:hanging="180"/>
      </w:pPr>
    </w:lvl>
    <w:lvl w:ilvl="6" w:tplc="FFFFFFFF" w:tentative="1">
      <w:start w:val="1"/>
      <w:numFmt w:val="decimal"/>
      <w:lvlText w:val="%7."/>
      <w:lvlJc w:val="left"/>
      <w:pPr>
        <w:ind w:left="5435" w:hanging="360"/>
      </w:pPr>
    </w:lvl>
    <w:lvl w:ilvl="7" w:tplc="FFFFFFFF" w:tentative="1">
      <w:start w:val="1"/>
      <w:numFmt w:val="lowerLetter"/>
      <w:lvlText w:val="%8."/>
      <w:lvlJc w:val="left"/>
      <w:pPr>
        <w:ind w:left="6155" w:hanging="360"/>
      </w:pPr>
    </w:lvl>
    <w:lvl w:ilvl="8" w:tplc="FFFFFFFF" w:tentative="1">
      <w:start w:val="1"/>
      <w:numFmt w:val="lowerRoman"/>
      <w:lvlText w:val="%9."/>
      <w:lvlJc w:val="right"/>
      <w:pPr>
        <w:ind w:left="6875" w:hanging="180"/>
      </w:pPr>
    </w:lvl>
  </w:abstractNum>
  <w:abstractNum w:abstractNumId="53" w15:restartNumberingAfterBreak="0">
    <w:nsid w:val="109D048E"/>
    <w:multiLevelType w:val="hybridMultilevel"/>
    <w:tmpl w:val="EA320B8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0A24E85"/>
    <w:multiLevelType w:val="hybridMultilevel"/>
    <w:tmpl w:val="D6D8BA4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0F54603"/>
    <w:multiLevelType w:val="multilevel"/>
    <w:tmpl w:val="D2CEC8A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12F5A37"/>
    <w:multiLevelType w:val="multilevel"/>
    <w:tmpl w:val="150CD1D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143C0100"/>
    <w:multiLevelType w:val="multilevel"/>
    <w:tmpl w:val="D28A951C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8" w15:restartNumberingAfterBreak="0">
    <w:nsid w:val="14E66FD4"/>
    <w:multiLevelType w:val="multilevel"/>
    <w:tmpl w:val="B2DAF8A2"/>
    <w:styleLink w:val="CurrentList4"/>
    <w:lvl w:ilvl="0">
      <w:start w:val="1"/>
      <w:numFmt w:val="decimal"/>
      <w:lvlText w:val="%1."/>
      <w:lvlJc w:val="left"/>
      <w:pPr>
        <w:ind w:left="1050" w:hanging="1050"/>
      </w:pPr>
      <w:rPr>
        <w:rFonts w:ascii="Oswald SemiBold" w:hAnsi="Oswald SemiBold" w:hint="default"/>
        <w:b/>
        <w:i w:val="0"/>
        <w:color w:val="00548E" w:themeColor="accent1"/>
        <w:sz w:val="68"/>
        <w:u w:color="005592" w:themeColor="text1"/>
      </w:rPr>
    </w:lvl>
    <w:lvl w:ilvl="1">
      <w:start w:val="1"/>
      <w:numFmt w:val="lowerLetter"/>
      <w:lvlText w:val="%2."/>
      <w:lvlJc w:val="left"/>
      <w:pPr>
        <w:ind w:left="1770" w:hanging="360"/>
      </w:pPr>
    </w:lvl>
    <w:lvl w:ilvl="2">
      <w:start w:val="1"/>
      <w:numFmt w:val="lowerRoman"/>
      <w:lvlText w:val="%3."/>
      <w:lvlJc w:val="right"/>
      <w:pPr>
        <w:ind w:left="2490" w:hanging="180"/>
      </w:pPr>
    </w:lvl>
    <w:lvl w:ilvl="3">
      <w:start w:val="1"/>
      <w:numFmt w:val="decimal"/>
      <w:lvlText w:val="%4."/>
      <w:lvlJc w:val="left"/>
      <w:pPr>
        <w:ind w:left="3210" w:hanging="360"/>
      </w:pPr>
    </w:lvl>
    <w:lvl w:ilvl="4">
      <w:start w:val="1"/>
      <w:numFmt w:val="lowerLetter"/>
      <w:lvlText w:val="%5."/>
      <w:lvlJc w:val="left"/>
      <w:pPr>
        <w:ind w:left="3930" w:hanging="360"/>
      </w:pPr>
    </w:lvl>
    <w:lvl w:ilvl="5">
      <w:start w:val="1"/>
      <w:numFmt w:val="lowerRoman"/>
      <w:lvlText w:val="%6."/>
      <w:lvlJc w:val="right"/>
      <w:pPr>
        <w:ind w:left="4650" w:hanging="180"/>
      </w:pPr>
    </w:lvl>
    <w:lvl w:ilvl="6">
      <w:start w:val="1"/>
      <w:numFmt w:val="decimal"/>
      <w:lvlText w:val="%7."/>
      <w:lvlJc w:val="left"/>
      <w:pPr>
        <w:ind w:left="5370" w:hanging="360"/>
      </w:pPr>
    </w:lvl>
    <w:lvl w:ilvl="7">
      <w:start w:val="1"/>
      <w:numFmt w:val="lowerLetter"/>
      <w:lvlText w:val="%8."/>
      <w:lvlJc w:val="left"/>
      <w:pPr>
        <w:ind w:left="6090" w:hanging="360"/>
      </w:pPr>
    </w:lvl>
    <w:lvl w:ilvl="8">
      <w:start w:val="1"/>
      <w:numFmt w:val="lowerRoman"/>
      <w:lvlText w:val="%9."/>
      <w:lvlJc w:val="right"/>
      <w:pPr>
        <w:ind w:left="6810" w:hanging="180"/>
      </w:pPr>
    </w:lvl>
  </w:abstractNum>
  <w:abstractNum w:abstractNumId="59" w15:restartNumberingAfterBreak="0">
    <w:nsid w:val="14F7784B"/>
    <w:multiLevelType w:val="multilevel"/>
    <w:tmpl w:val="BE1E007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5017A32"/>
    <w:multiLevelType w:val="hybridMultilevel"/>
    <w:tmpl w:val="28F48B9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50478D4"/>
    <w:multiLevelType w:val="hybridMultilevel"/>
    <w:tmpl w:val="7FB6D57A"/>
    <w:lvl w:ilvl="0" w:tplc="0414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5436A49"/>
    <w:multiLevelType w:val="multilevel"/>
    <w:tmpl w:val="8E2A87F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5DD060F"/>
    <w:multiLevelType w:val="hybridMultilevel"/>
    <w:tmpl w:val="3D4E268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1604512D"/>
    <w:multiLevelType w:val="multilevel"/>
    <w:tmpl w:val="77E62ED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78B6A89"/>
    <w:multiLevelType w:val="multilevel"/>
    <w:tmpl w:val="F06CEB5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7971F6D"/>
    <w:multiLevelType w:val="hybridMultilevel"/>
    <w:tmpl w:val="872C479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17A01995"/>
    <w:multiLevelType w:val="hybridMultilevel"/>
    <w:tmpl w:val="F44C89CC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17A83AF8"/>
    <w:multiLevelType w:val="multilevel"/>
    <w:tmpl w:val="4C7232B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17AA7FD0"/>
    <w:multiLevelType w:val="hybridMultilevel"/>
    <w:tmpl w:val="2C2C13AA"/>
    <w:lvl w:ilvl="0" w:tplc="0414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18DA1490"/>
    <w:multiLevelType w:val="hybridMultilevel"/>
    <w:tmpl w:val="CB5ADFA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18E000C8"/>
    <w:multiLevelType w:val="hybridMultilevel"/>
    <w:tmpl w:val="1F44EA7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1939585D"/>
    <w:multiLevelType w:val="multilevel"/>
    <w:tmpl w:val="05640A8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1A2F3F55"/>
    <w:multiLevelType w:val="hybridMultilevel"/>
    <w:tmpl w:val="BB228B5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1ABF41D4"/>
    <w:multiLevelType w:val="hybridMultilevel"/>
    <w:tmpl w:val="3072DD9C"/>
    <w:lvl w:ilvl="0" w:tplc="0414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414001B">
      <w:start w:val="1"/>
      <w:numFmt w:val="lowerRoman"/>
      <w:lvlText w:val="%4."/>
      <w:lvlJc w:val="right"/>
      <w:pPr>
        <w:ind w:left="72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1AEA3806"/>
    <w:multiLevelType w:val="hybridMultilevel"/>
    <w:tmpl w:val="D13EC390"/>
    <w:lvl w:ilvl="0" w:tplc="99B0641A">
      <w:numFmt w:val="bullet"/>
      <w:lvlText w:val="-"/>
      <w:lvlJc w:val="left"/>
      <w:pPr>
        <w:ind w:left="720" w:hanging="360"/>
      </w:pPr>
      <w:rPr>
        <w:rFonts w:ascii="Helvetica Neue" w:eastAsiaTheme="minorHAnsi" w:hAnsi="Helvetica Neu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1B583683"/>
    <w:multiLevelType w:val="hybridMultilevel"/>
    <w:tmpl w:val="9766AD16"/>
    <w:lvl w:ilvl="0" w:tplc="041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1BAE0715"/>
    <w:multiLevelType w:val="hybridMultilevel"/>
    <w:tmpl w:val="8184476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78" w15:restartNumberingAfterBreak="0">
    <w:nsid w:val="1BB51B76"/>
    <w:multiLevelType w:val="multilevel"/>
    <w:tmpl w:val="E586D02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1BC62E93"/>
    <w:multiLevelType w:val="hybridMultilevel"/>
    <w:tmpl w:val="765E845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1C7E3D80"/>
    <w:multiLevelType w:val="multilevel"/>
    <w:tmpl w:val="7AE408F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1CD13F0A"/>
    <w:multiLevelType w:val="multilevel"/>
    <w:tmpl w:val="4E5CB6E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1D1A379A"/>
    <w:multiLevelType w:val="multilevel"/>
    <w:tmpl w:val="2F38CB5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1D7B2FAA"/>
    <w:multiLevelType w:val="hybridMultilevel"/>
    <w:tmpl w:val="5D18E33C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1D980C39"/>
    <w:multiLevelType w:val="hybridMultilevel"/>
    <w:tmpl w:val="FF146CE8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1DB14025"/>
    <w:multiLevelType w:val="hybridMultilevel"/>
    <w:tmpl w:val="5686AF3A"/>
    <w:lvl w:ilvl="0" w:tplc="0409001B">
      <w:start w:val="1"/>
      <w:numFmt w:val="lowerRoman"/>
      <w:lvlText w:val="%1."/>
      <w:lvlJc w:val="right"/>
      <w:pPr>
        <w:ind w:left="1115" w:hanging="360"/>
      </w:pPr>
    </w:lvl>
    <w:lvl w:ilvl="1" w:tplc="FFFFFFFF" w:tentative="1">
      <w:start w:val="1"/>
      <w:numFmt w:val="lowerLetter"/>
      <w:lvlText w:val="%2."/>
      <w:lvlJc w:val="left"/>
      <w:pPr>
        <w:ind w:left="1835" w:hanging="360"/>
      </w:pPr>
    </w:lvl>
    <w:lvl w:ilvl="2" w:tplc="FFFFFFFF" w:tentative="1">
      <w:start w:val="1"/>
      <w:numFmt w:val="lowerRoman"/>
      <w:lvlText w:val="%3."/>
      <w:lvlJc w:val="right"/>
      <w:pPr>
        <w:ind w:left="2555" w:hanging="180"/>
      </w:pPr>
    </w:lvl>
    <w:lvl w:ilvl="3" w:tplc="FFFFFFFF" w:tentative="1">
      <w:start w:val="1"/>
      <w:numFmt w:val="decimal"/>
      <w:lvlText w:val="%4."/>
      <w:lvlJc w:val="left"/>
      <w:pPr>
        <w:ind w:left="3275" w:hanging="360"/>
      </w:pPr>
    </w:lvl>
    <w:lvl w:ilvl="4" w:tplc="FFFFFFFF" w:tentative="1">
      <w:start w:val="1"/>
      <w:numFmt w:val="lowerLetter"/>
      <w:lvlText w:val="%5."/>
      <w:lvlJc w:val="left"/>
      <w:pPr>
        <w:ind w:left="3995" w:hanging="360"/>
      </w:pPr>
    </w:lvl>
    <w:lvl w:ilvl="5" w:tplc="FFFFFFFF" w:tentative="1">
      <w:start w:val="1"/>
      <w:numFmt w:val="lowerRoman"/>
      <w:lvlText w:val="%6."/>
      <w:lvlJc w:val="right"/>
      <w:pPr>
        <w:ind w:left="4715" w:hanging="180"/>
      </w:pPr>
    </w:lvl>
    <w:lvl w:ilvl="6" w:tplc="FFFFFFFF" w:tentative="1">
      <w:start w:val="1"/>
      <w:numFmt w:val="decimal"/>
      <w:lvlText w:val="%7."/>
      <w:lvlJc w:val="left"/>
      <w:pPr>
        <w:ind w:left="5435" w:hanging="360"/>
      </w:pPr>
    </w:lvl>
    <w:lvl w:ilvl="7" w:tplc="FFFFFFFF" w:tentative="1">
      <w:start w:val="1"/>
      <w:numFmt w:val="lowerLetter"/>
      <w:lvlText w:val="%8."/>
      <w:lvlJc w:val="left"/>
      <w:pPr>
        <w:ind w:left="6155" w:hanging="360"/>
      </w:pPr>
    </w:lvl>
    <w:lvl w:ilvl="8" w:tplc="FFFFFFFF" w:tentative="1">
      <w:start w:val="1"/>
      <w:numFmt w:val="lowerRoman"/>
      <w:lvlText w:val="%9."/>
      <w:lvlJc w:val="right"/>
      <w:pPr>
        <w:ind w:left="6875" w:hanging="180"/>
      </w:pPr>
    </w:lvl>
  </w:abstractNum>
  <w:abstractNum w:abstractNumId="86" w15:restartNumberingAfterBreak="0">
    <w:nsid w:val="1DB5504C"/>
    <w:multiLevelType w:val="hybridMultilevel"/>
    <w:tmpl w:val="94F02624"/>
    <w:lvl w:ilvl="0" w:tplc="218C83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1E6A79B6"/>
    <w:multiLevelType w:val="hybridMultilevel"/>
    <w:tmpl w:val="808AC5D2"/>
    <w:lvl w:ilvl="0" w:tplc="0414001B">
      <w:start w:val="1"/>
      <w:numFmt w:val="lowerRoman"/>
      <w:lvlText w:val="%1."/>
      <w:lvlJc w:val="right"/>
      <w:pPr>
        <w:ind w:left="1111" w:hanging="360"/>
      </w:pPr>
    </w:lvl>
    <w:lvl w:ilvl="1" w:tplc="FFFFFFFF" w:tentative="1">
      <w:start w:val="1"/>
      <w:numFmt w:val="lowerLetter"/>
      <w:lvlText w:val="%2."/>
      <w:lvlJc w:val="left"/>
      <w:pPr>
        <w:ind w:left="1831" w:hanging="360"/>
      </w:pPr>
    </w:lvl>
    <w:lvl w:ilvl="2" w:tplc="FFFFFFFF" w:tentative="1">
      <w:start w:val="1"/>
      <w:numFmt w:val="lowerRoman"/>
      <w:lvlText w:val="%3."/>
      <w:lvlJc w:val="right"/>
      <w:pPr>
        <w:ind w:left="2551" w:hanging="180"/>
      </w:pPr>
    </w:lvl>
    <w:lvl w:ilvl="3" w:tplc="FFFFFFFF" w:tentative="1">
      <w:start w:val="1"/>
      <w:numFmt w:val="decimal"/>
      <w:lvlText w:val="%4."/>
      <w:lvlJc w:val="left"/>
      <w:pPr>
        <w:ind w:left="3271" w:hanging="360"/>
      </w:pPr>
    </w:lvl>
    <w:lvl w:ilvl="4" w:tplc="FFFFFFFF" w:tentative="1">
      <w:start w:val="1"/>
      <w:numFmt w:val="lowerLetter"/>
      <w:lvlText w:val="%5."/>
      <w:lvlJc w:val="left"/>
      <w:pPr>
        <w:ind w:left="3991" w:hanging="360"/>
      </w:pPr>
    </w:lvl>
    <w:lvl w:ilvl="5" w:tplc="FFFFFFFF" w:tentative="1">
      <w:start w:val="1"/>
      <w:numFmt w:val="lowerRoman"/>
      <w:lvlText w:val="%6."/>
      <w:lvlJc w:val="right"/>
      <w:pPr>
        <w:ind w:left="4711" w:hanging="180"/>
      </w:pPr>
    </w:lvl>
    <w:lvl w:ilvl="6" w:tplc="FFFFFFFF" w:tentative="1">
      <w:start w:val="1"/>
      <w:numFmt w:val="decimal"/>
      <w:lvlText w:val="%7."/>
      <w:lvlJc w:val="left"/>
      <w:pPr>
        <w:ind w:left="5431" w:hanging="360"/>
      </w:pPr>
    </w:lvl>
    <w:lvl w:ilvl="7" w:tplc="FFFFFFFF" w:tentative="1">
      <w:start w:val="1"/>
      <w:numFmt w:val="lowerLetter"/>
      <w:lvlText w:val="%8."/>
      <w:lvlJc w:val="left"/>
      <w:pPr>
        <w:ind w:left="6151" w:hanging="360"/>
      </w:pPr>
    </w:lvl>
    <w:lvl w:ilvl="8" w:tplc="FFFFFFFF" w:tentative="1">
      <w:start w:val="1"/>
      <w:numFmt w:val="lowerRoman"/>
      <w:lvlText w:val="%9."/>
      <w:lvlJc w:val="right"/>
      <w:pPr>
        <w:ind w:left="6871" w:hanging="180"/>
      </w:pPr>
    </w:lvl>
  </w:abstractNum>
  <w:abstractNum w:abstractNumId="88" w15:restartNumberingAfterBreak="0">
    <w:nsid w:val="1EB24651"/>
    <w:multiLevelType w:val="hybridMultilevel"/>
    <w:tmpl w:val="D0D2C4EC"/>
    <w:lvl w:ilvl="0" w:tplc="0414001B">
      <w:start w:val="1"/>
      <w:numFmt w:val="lowerRoman"/>
      <w:lvlText w:val="%1."/>
      <w:lvlJc w:val="righ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9" w15:restartNumberingAfterBreak="0">
    <w:nsid w:val="1ECF2AC2"/>
    <w:multiLevelType w:val="hybridMultilevel"/>
    <w:tmpl w:val="3CE477B4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1EE14478"/>
    <w:multiLevelType w:val="hybridMultilevel"/>
    <w:tmpl w:val="5AE0DD8A"/>
    <w:lvl w:ilvl="0" w:tplc="FFFFFFFF">
      <w:start w:val="1"/>
      <w:numFmt w:val="lowerRoman"/>
      <w:lvlText w:val="%1."/>
      <w:lvlJc w:val="right"/>
      <w:pPr>
        <w:ind w:left="1440" w:hanging="360"/>
      </w:p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1" w15:restartNumberingAfterBreak="0">
    <w:nsid w:val="1F0539F1"/>
    <w:multiLevelType w:val="hybridMultilevel"/>
    <w:tmpl w:val="49EC44D6"/>
    <w:lvl w:ilvl="0" w:tplc="399212D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1F152487"/>
    <w:multiLevelType w:val="hybridMultilevel"/>
    <w:tmpl w:val="E8C6955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4754B5A0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1F3C7309"/>
    <w:multiLevelType w:val="multilevel"/>
    <w:tmpl w:val="084E0214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94" w15:restartNumberingAfterBreak="0">
    <w:nsid w:val="1F3D3195"/>
    <w:multiLevelType w:val="multilevel"/>
    <w:tmpl w:val="73F02DE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205104C2"/>
    <w:multiLevelType w:val="hybridMultilevel"/>
    <w:tmpl w:val="4C581D7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20AD36A4"/>
    <w:multiLevelType w:val="multilevel"/>
    <w:tmpl w:val="0024B52A"/>
    <w:styleLink w:val="CurrentList3"/>
    <w:lvl w:ilvl="0">
      <w:start w:val="1"/>
      <w:numFmt w:val="decimal"/>
      <w:lvlText w:val="%1."/>
      <w:lvlJc w:val="left"/>
      <w:pPr>
        <w:ind w:left="1050" w:hanging="360"/>
      </w:pPr>
      <w:rPr>
        <w:rFonts w:ascii="Oswald SemiBold" w:hAnsi="Oswald SemiBold" w:hint="default"/>
        <w:b/>
        <w:i w:val="0"/>
        <w:color w:val="00548E" w:themeColor="accent1"/>
        <w:sz w:val="36"/>
        <w:u w:color="005592" w:themeColor="text1"/>
      </w:rPr>
    </w:lvl>
    <w:lvl w:ilvl="1">
      <w:start w:val="1"/>
      <w:numFmt w:val="lowerLetter"/>
      <w:lvlText w:val="%2."/>
      <w:lvlJc w:val="left"/>
      <w:pPr>
        <w:ind w:left="1770" w:hanging="360"/>
      </w:pPr>
    </w:lvl>
    <w:lvl w:ilvl="2">
      <w:start w:val="1"/>
      <w:numFmt w:val="lowerRoman"/>
      <w:lvlText w:val="%3."/>
      <w:lvlJc w:val="right"/>
      <w:pPr>
        <w:ind w:left="2490" w:hanging="180"/>
      </w:pPr>
    </w:lvl>
    <w:lvl w:ilvl="3">
      <w:start w:val="1"/>
      <w:numFmt w:val="decimal"/>
      <w:lvlText w:val="%4."/>
      <w:lvlJc w:val="left"/>
      <w:pPr>
        <w:ind w:left="3210" w:hanging="360"/>
      </w:pPr>
    </w:lvl>
    <w:lvl w:ilvl="4">
      <w:start w:val="1"/>
      <w:numFmt w:val="lowerLetter"/>
      <w:lvlText w:val="%5."/>
      <w:lvlJc w:val="left"/>
      <w:pPr>
        <w:ind w:left="3930" w:hanging="360"/>
      </w:pPr>
    </w:lvl>
    <w:lvl w:ilvl="5">
      <w:start w:val="1"/>
      <w:numFmt w:val="lowerRoman"/>
      <w:lvlText w:val="%6."/>
      <w:lvlJc w:val="right"/>
      <w:pPr>
        <w:ind w:left="4650" w:hanging="180"/>
      </w:pPr>
    </w:lvl>
    <w:lvl w:ilvl="6">
      <w:start w:val="1"/>
      <w:numFmt w:val="decimal"/>
      <w:lvlText w:val="%7."/>
      <w:lvlJc w:val="left"/>
      <w:pPr>
        <w:ind w:left="5370" w:hanging="360"/>
      </w:pPr>
    </w:lvl>
    <w:lvl w:ilvl="7">
      <w:start w:val="1"/>
      <w:numFmt w:val="lowerLetter"/>
      <w:lvlText w:val="%8."/>
      <w:lvlJc w:val="left"/>
      <w:pPr>
        <w:ind w:left="6090" w:hanging="360"/>
      </w:pPr>
    </w:lvl>
    <w:lvl w:ilvl="8">
      <w:start w:val="1"/>
      <w:numFmt w:val="lowerRoman"/>
      <w:lvlText w:val="%9."/>
      <w:lvlJc w:val="right"/>
      <w:pPr>
        <w:ind w:left="6810" w:hanging="180"/>
      </w:pPr>
    </w:lvl>
  </w:abstractNum>
  <w:abstractNum w:abstractNumId="97" w15:restartNumberingAfterBreak="0">
    <w:nsid w:val="21207AE7"/>
    <w:multiLevelType w:val="multilevel"/>
    <w:tmpl w:val="45D8C6BC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8" w15:restartNumberingAfterBreak="0">
    <w:nsid w:val="226A6F45"/>
    <w:multiLevelType w:val="multilevel"/>
    <w:tmpl w:val="C4823D0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22FC613D"/>
    <w:multiLevelType w:val="multilevel"/>
    <w:tmpl w:val="F580D7F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31C34A2"/>
    <w:multiLevelType w:val="hybridMultilevel"/>
    <w:tmpl w:val="0AA4B9DE"/>
    <w:lvl w:ilvl="0" w:tplc="0414001B">
      <w:start w:val="1"/>
      <w:numFmt w:val="lowerRoman"/>
      <w:lvlText w:val="%1."/>
      <w:lvlJc w:val="right"/>
      <w:pPr>
        <w:ind w:left="1113" w:hanging="360"/>
      </w:pPr>
    </w:lvl>
    <w:lvl w:ilvl="1" w:tplc="FFFFFFFF" w:tentative="1">
      <w:start w:val="1"/>
      <w:numFmt w:val="lowerLetter"/>
      <w:lvlText w:val="%2."/>
      <w:lvlJc w:val="left"/>
      <w:pPr>
        <w:ind w:left="1833" w:hanging="360"/>
      </w:pPr>
    </w:lvl>
    <w:lvl w:ilvl="2" w:tplc="FFFFFFFF" w:tentative="1">
      <w:start w:val="1"/>
      <w:numFmt w:val="lowerRoman"/>
      <w:lvlText w:val="%3."/>
      <w:lvlJc w:val="right"/>
      <w:pPr>
        <w:ind w:left="2553" w:hanging="180"/>
      </w:pPr>
    </w:lvl>
    <w:lvl w:ilvl="3" w:tplc="FFFFFFFF" w:tentative="1">
      <w:start w:val="1"/>
      <w:numFmt w:val="decimal"/>
      <w:lvlText w:val="%4."/>
      <w:lvlJc w:val="left"/>
      <w:pPr>
        <w:ind w:left="3273" w:hanging="360"/>
      </w:pPr>
    </w:lvl>
    <w:lvl w:ilvl="4" w:tplc="FFFFFFFF" w:tentative="1">
      <w:start w:val="1"/>
      <w:numFmt w:val="lowerLetter"/>
      <w:lvlText w:val="%5."/>
      <w:lvlJc w:val="left"/>
      <w:pPr>
        <w:ind w:left="3993" w:hanging="360"/>
      </w:pPr>
    </w:lvl>
    <w:lvl w:ilvl="5" w:tplc="FFFFFFFF" w:tentative="1">
      <w:start w:val="1"/>
      <w:numFmt w:val="lowerRoman"/>
      <w:lvlText w:val="%6."/>
      <w:lvlJc w:val="right"/>
      <w:pPr>
        <w:ind w:left="4713" w:hanging="180"/>
      </w:pPr>
    </w:lvl>
    <w:lvl w:ilvl="6" w:tplc="FFFFFFFF" w:tentative="1">
      <w:start w:val="1"/>
      <w:numFmt w:val="decimal"/>
      <w:lvlText w:val="%7."/>
      <w:lvlJc w:val="left"/>
      <w:pPr>
        <w:ind w:left="5433" w:hanging="360"/>
      </w:pPr>
    </w:lvl>
    <w:lvl w:ilvl="7" w:tplc="FFFFFFFF" w:tentative="1">
      <w:start w:val="1"/>
      <w:numFmt w:val="lowerLetter"/>
      <w:lvlText w:val="%8."/>
      <w:lvlJc w:val="left"/>
      <w:pPr>
        <w:ind w:left="6153" w:hanging="360"/>
      </w:pPr>
    </w:lvl>
    <w:lvl w:ilvl="8" w:tplc="FFFFFFFF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101" w15:restartNumberingAfterBreak="0">
    <w:nsid w:val="23BD3DFE"/>
    <w:multiLevelType w:val="hybridMultilevel"/>
    <w:tmpl w:val="BCF6BD2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23D844BB"/>
    <w:multiLevelType w:val="multilevel"/>
    <w:tmpl w:val="BBB48198"/>
    <w:styleLink w:val="Style7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241746C3"/>
    <w:multiLevelType w:val="hybridMultilevel"/>
    <w:tmpl w:val="5F3A997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24330466"/>
    <w:multiLevelType w:val="hybridMultilevel"/>
    <w:tmpl w:val="BB60F3F2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24477324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24755324"/>
    <w:multiLevelType w:val="multilevel"/>
    <w:tmpl w:val="1E028E3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253F26EC"/>
    <w:multiLevelType w:val="multilevel"/>
    <w:tmpl w:val="7E0AC05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263E59AB"/>
    <w:multiLevelType w:val="hybridMultilevel"/>
    <w:tmpl w:val="D4183310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4001B">
      <w:start w:val="1"/>
      <w:numFmt w:val="lowerRoman"/>
      <w:lvlText w:val="%4."/>
      <w:lvlJc w:val="right"/>
      <w:pPr>
        <w:ind w:left="1111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27662DFF"/>
    <w:multiLevelType w:val="multilevel"/>
    <w:tmpl w:val="91DC386C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0" w15:restartNumberingAfterBreak="0">
    <w:nsid w:val="280913BF"/>
    <w:multiLevelType w:val="multilevel"/>
    <w:tmpl w:val="C41012D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83006BB"/>
    <w:multiLevelType w:val="multilevel"/>
    <w:tmpl w:val="5ACA8840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2" w15:restartNumberingAfterBreak="0">
    <w:nsid w:val="287D06C1"/>
    <w:multiLevelType w:val="hybridMultilevel"/>
    <w:tmpl w:val="51966EA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28C545F0"/>
    <w:multiLevelType w:val="hybridMultilevel"/>
    <w:tmpl w:val="549675A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A065D5E"/>
    <w:multiLevelType w:val="hybridMultilevel"/>
    <w:tmpl w:val="EE08394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2A181DC1"/>
    <w:multiLevelType w:val="hybridMultilevel"/>
    <w:tmpl w:val="8E46A7F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313" w:hanging="360"/>
      </w:pPr>
    </w:lvl>
    <w:lvl w:ilvl="2" w:tplc="FFFFFFFF" w:tentative="1">
      <w:start w:val="1"/>
      <w:numFmt w:val="lowerRoman"/>
      <w:lvlText w:val="%3."/>
      <w:lvlJc w:val="right"/>
      <w:pPr>
        <w:ind w:left="3033" w:hanging="180"/>
      </w:pPr>
    </w:lvl>
    <w:lvl w:ilvl="3" w:tplc="FFFFFFFF" w:tentative="1">
      <w:start w:val="1"/>
      <w:numFmt w:val="decimal"/>
      <w:lvlText w:val="%4."/>
      <w:lvlJc w:val="left"/>
      <w:pPr>
        <w:ind w:left="3753" w:hanging="360"/>
      </w:pPr>
    </w:lvl>
    <w:lvl w:ilvl="4" w:tplc="FFFFFFFF" w:tentative="1">
      <w:start w:val="1"/>
      <w:numFmt w:val="lowerLetter"/>
      <w:lvlText w:val="%5."/>
      <w:lvlJc w:val="left"/>
      <w:pPr>
        <w:ind w:left="4473" w:hanging="360"/>
      </w:pPr>
    </w:lvl>
    <w:lvl w:ilvl="5" w:tplc="FFFFFFFF" w:tentative="1">
      <w:start w:val="1"/>
      <w:numFmt w:val="lowerRoman"/>
      <w:lvlText w:val="%6."/>
      <w:lvlJc w:val="right"/>
      <w:pPr>
        <w:ind w:left="5193" w:hanging="180"/>
      </w:pPr>
    </w:lvl>
    <w:lvl w:ilvl="6" w:tplc="FFFFFFFF" w:tentative="1">
      <w:start w:val="1"/>
      <w:numFmt w:val="decimal"/>
      <w:lvlText w:val="%7."/>
      <w:lvlJc w:val="left"/>
      <w:pPr>
        <w:ind w:left="5913" w:hanging="360"/>
      </w:pPr>
    </w:lvl>
    <w:lvl w:ilvl="7" w:tplc="FFFFFFFF" w:tentative="1">
      <w:start w:val="1"/>
      <w:numFmt w:val="lowerLetter"/>
      <w:lvlText w:val="%8."/>
      <w:lvlJc w:val="left"/>
      <w:pPr>
        <w:ind w:left="6633" w:hanging="360"/>
      </w:pPr>
    </w:lvl>
    <w:lvl w:ilvl="8" w:tplc="FFFFFFFF" w:tentative="1">
      <w:start w:val="1"/>
      <w:numFmt w:val="lowerRoman"/>
      <w:lvlText w:val="%9."/>
      <w:lvlJc w:val="right"/>
      <w:pPr>
        <w:ind w:left="7353" w:hanging="180"/>
      </w:pPr>
    </w:lvl>
  </w:abstractNum>
  <w:abstractNum w:abstractNumId="116" w15:restartNumberingAfterBreak="0">
    <w:nsid w:val="2A414328"/>
    <w:multiLevelType w:val="multilevel"/>
    <w:tmpl w:val="F9F6FF2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2B214513"/>
    <w:multiLevelType w:val="hybridMultilevel"/>
    <w:tmpl w:val="E2160BD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2B7A113D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BDF393D"/>
    <w:multiLevelType w:val="hybridMultilevel"/>
    <w:tmpl w:val="019E7816"/>
    <w:lvl w:ilvl="0" w:tplc="0409001B">
      <w:start w:val="1"/>
      <w:numFmt w:val="lowerRoman"/>
      <w:lvlText w:val="%1."/>
      <w:lvlJc w:val="right"/>
      <w:pPr>
        <w:ind w:left="1115" w:hanging="360"/>
      </w:pPr>
    </w:lvl>
    <w:lvl w:ilvl="1" w:tplc="FFFFFFFF" w:tentative="1">
      <w:start w:val="1"/>
      <w:numFmt w:val="lowerLetter"/>
      <w:lvlText w:val="%2."/>
      <w:lvlJc w:val="left"/>
      <w:pPr>
        <w:ind w:left="1835" w:hanging="360"/>
      </w:pPr>
    </w:lvl>
    <w:lvl w:ilvl="2" w:tplc="FFFFFFFF" w:tentative="1">
      <w:start w:val="1"/>
      <w:numFmt w:val="lowerRoman"/>
      <w:lvlText w:val="%3."/>
      <w:lvlJc w:val="right"/>
      <w:pPr>
        <w:ind w:left="2555" w:hanging="180"/>
      </w:pPr>
    </w:lvl>
    <w:lvl w:ilvl="3" w:tplc="FFFFFFFF" w:tentative="1">
      <w:start w:val="1"/>
      <w:numFmt w:val="decimal"/>
      <w:lvlText w:val="%4."/>
      <w:lvlJc w:val="left"/>
      <w:pPr>
        <w:ind w:left="3275" w:hanging="360"/>
      </w:pPr>
    </w:lvl>
    <w:lvl w:ilvl="4" w:tplc="FFFFFFFF" w:tentative="1">
      <w:start w:val="1"/>
      <w:numFmt w:val="lowerLetter"/>
      <w:lvlText w:val="%5."/>
      <w:lvlJc w:val="left"/>
      <w:pPr>
        <w:ind w:left="3995" w:hanging="360"/>
      </w:pPr>
    </w:lvl>
    <w:lvl w:ilvl="5" w:tplc="FFFFFFFF" w:tentative="1">
      <w:start w:val="1"/>
      <w:numFmt w:val="lowerRoman"/>
      <w:lvlText w:val="%6."/>
      <w:lvlJc w:val="right"/>
      <w:pPr>
        <w:ind w:left="4715" w:hanging="180"/>
      </w:pPr>
    </w:lvl>
    <w:lvl w:ilvl="6" w:tplc="FFFFFFFF" w:tentative="1">
      <w:start w:val="1"/>
      <w:numFmt w:val="decimal"/>
      <w:lvlText w:val="%7."/>
      <w:lvlJc w:val="left"/>
      <w:pPr>
        <w:ind w:left="5435" w:hanging="360"/>
      </w:pPr>
    </w:lvl>
    <w:lvl w:ilvl="7" w:tplc="FFFFFFFF" w:tentative="1">
      <w:start w:val="1"/>
      <w:numFmt w:val="lowerLetter"/>
      <w:lvlText w:val="%8."/>
      <w:lvlJc w:val="left"/>
      <w:pPr>
        <w:ind w:left="6155" w:hanging="360"/>
      </w:pPr>
    </w:lvl>
    <w:lvl w:ilvl="8" w:tplc="FFFFFFFF" w:tentative="1">
      <w:start w:val="1"/>
      <w:numFmt w:val="lowerRoman"/>
      <w:lvlText w:val="%9."/>
      <w:lvlJc w:val="right"/>
      <w:pPr>
        <w:ind w:left="6875" w:hanging="180"/>
      </w:pPr>
    </w:lvl>
  </w:abstractNum>
  <w:abstractNum w:abstractNumId="120" w15:restartNumberingAfterBreak="0">
    <w:nsid w:val="2C1A185C"/>
    <w:multiLevelType w:val="hybridMultilevel"/>
    <w:tmpl w:val="BAE2F53E"/>
    <w:lvl w:ilvl="0" w:tplc="08090001">
      <w:start w:val="1"/>
      <w:numFmt w:val="bullet"/>
      <w:lvlText w:val=""/>
      <w:lvlJc w:val="left"/>
      <w:pPr>
        <w:ind w:left="1124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44" w:hanging="360"/>
      </w:pPr>
    </w:lvl>
    <w:lvl w:ilvl="2" w:tplc="FFFFFFFF" w:tentative="1">
      <w:start w:val="1"/>
      <w:numFmt w:val="lowerRoman"/>
      <w:lvlText w:val="%3."/>
      <w:lvlJc w:val="right"/>
      <w:pPr>
        <w:ind w:left="2564" w:hanging="180"/>
      </w:pPr>
    </w:lvl>
    <w:lvl w:ilvl="3" w:tplc="FFFFFFFF" w:tentative="1">
      <w:start w:val="1"/>
      <w:numFmt w:val="decimal"/>
      <w:lvlText w:val="%4."/>
      <w:lvlJc w:val="left"/>
      <w:pPr>
        <w:ind w:left="3284" w:hanging="360"/>
      </w:pPr>
    </w:lvl>
    <w:lvl w:ilvl="4" w:tplc="FFFFFFFF" w:tentative="1">
      <w:start w:val="1"/>
      <w:numFmt w:val="lowerLetter"/>
      <w:lvlText w:val="%5."/>
      <w:lvlJc w:val="left"/>
      <w:pPr>
        <w:ind w:left="4004" w:hanging="360"/>
      </w:pPr>
    </w:lvl>
    <w:lvl w:ilvl="5" w:tplc="FFFFFFFF" w:tentative="1">
      <w:start w:val="1"/>
      <w:numFmt w:val="lowerRoman"/>
      <w:lvlText w:val="%6."/>
      <w:lvlJc w:val="right"/>
      <w:pPr>
        <w:ind w:left="4724" w:hanging="180"/>
      </w:pPr>
    </w:lvl>
    <w:lvl w:ilvl="6" w:tplc="FFFFFFFF" w:tentative="1">
      <w:start w:val="1"/>
      <w:numFmt w:val="decimal"/>
      <w:lvlText w:val="%7."/>
      <w:lvlJc w:val="left"/>
      <w:pPr>
        <w:ind w:left="5444" w:hanging="360"/>
      </w:pPr>
    </w:lvl>
    <w:lvl w:ilvl="7" w:tplc="FFFFFFFF" w:tentative="1">
      <w:start w:val="1"/>
      <w:numFmt w:val="lowerLetter"/>
      <w:lvlText w:val="%8."/>
      <w:lvlJc w:val="left"/>
      <w:pPr>
        <w:ind w:left="6164" w:hanging="360"/>
      </w:pPr>
    </w:lvl>
    <w:lvl w:ilvl="8" w:tplc="FFFFFFFF" w:tentative="1">
      <w:start w:val="1"/>
      <w:numFmt w:val="lowerRoman"/>
      <w:lvlText w:val="%9."/>
      <w:lvlJc w:val="right"/>
      <w:pPr>
        <w:ind w:left="6884" w:hanging="180"/>
      </w:pPr>
    </w:lvl>
  </w:abstractNum>
  <w:abstractNum w:abstractNumId="121" w15:restartNumberingAfterBreak="0">
    <w:nsid w:val="2C1F5B21"/>
    <w:multiLevelType w:val="hybridMultilevel"/>
    <w:tmpl w:val="6C7060C0"/>
    <w:lvl w:ilvl="0" w:tplc="0414001B">
      <w:start w:val="1"/>
      <w:numFmt w:val="lowerRoman"/>
      <w:lvlText w:val="%1."/>
      <w:lvlJc w:val="right"/>
      <w:pPr>
        <w:ind w:left="1114" w:hanging="360"/>
      </w:pPr>
    </w:lvl>
    <w:lvl w:ilvl="1" w:tplc="FFFFFFFF" w:tentative="1">
      <w:start w:val="1"/>
      <w:numFmt w:val="lowerLetter"/>
      <w:lvlText w:val="%2."/>
      <w:lvlJc w:val="left"/>
      <w:pPr>
        <w:ind w:left="1834" w:hanging="360"/>
      </w:pPr>
    </w:lvl>
    <w:lvl w:ilvl="2" w:tplc="FFFFFFFF" w:tentative="1">
      <w:start w:val="1"/>
      <w:numFmt w:val="lowerRoman"/>
      <w:lvlText w:val="%3."/>
      <w:lvlJc w:val="right"/>
      <w:pPr>
        <w:ind w:left="2554" w:hanging="180"/>
      </w:pPr>
    </w:lvl>
    <w:lvl w:ilvl="3" w:tplc="FFFFFFFF" w:tentative="1">
      <w:start w:val="1"/>
      <w:numFmt w:val="decimal"/>
      <w:lvlText w:val="%4."/>
      <w:lvlJc w:val="left"/>
      <w:pPr>
        <w:ind w:left="3274" w:hanging="360"/>
      </w:pPr>
    </w:lvl>
    <w:lvl w:ilvl="4" w:tplc="FFFFFFFF" w:tentative="1">
      <w:start w:val="1"/>
      <w:numFmt w:val="lowerLetter"/>
      <w:lvlText w:val="%5."/>
      <w:lvlJc w:val="left"/>
      <w:pPr>
        <w:ind w:left="3994" w:hanging="360"/>
      </w:pPr>
    </w:lvl>
    <w:lvl w:ilvl="5" w:tplc="FFFFFFFF" w:tentative="1">
      <w:start w:val="1"/>
      <w:numFmt w:val="lowerRoman"/>
      <w:lvlText w:val="%6."/>
      <w:lvlJc w:val="right"/>
      <w:pPr>
        <w:ind w:left="4714" w:hanging="180"/>
      </w:pPr>
    </w:lvl>
    <w:lvl w:ilvl="6" w:tplc="FFFFFFFF" w:tentative="1">
      <w:start w:val="1"/>
      <w:numFmt w:val="decimal"/>
      <w:lvlText w:val="%7."/>
      <w:lvlJc w:val="left"/>
      <w:pPr>
        <w:ind w:left="5434" w:hanging="360"/>
      </w:pPr>
    </w:lvl>
    <w:lvl w:ilvl="7" w:tplc="FFFFFFFF" w:tentative="1">
      <w:start w:val="1"/>
      <w:numFmt w:val="lowerLetter"/>
      <w:lvlText w:val="%8."/>
      <w:lvlJc w:val="left"/>
      <w:pPr>
        <w:ind w:left="6154" w:hanging="360"/>
      </w:pPr>
    </w:lvl>
    <w:lvl w:ilvl="8" w:tplc="FFFFFFFF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122" w15:restartNumberingAfterBreak="0">
    <w:nsid w:val="2D0C6C5D"/>
    <w:multiLevelType w:val="hybridMultilevel"/>
    <w:tmpl w:val="F5904B1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2D2E7520"/>
    <w:multiLevelType w:val="multilevel"/>
    <w:tmpl w:val="CC0C78A2"/>
    <w:lvl w:ilvl="0">
      <w:start w:val="1"/>
      <w:numFmt w:val="lowerRoman"/>
      <w:lvlText w:val="%1."/>
      <w:lvlJc w:val="right"/>
      <w:pPr>
        <w:ind w:left="111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62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124" w15:restartNumberingAfterBreak="0">
    <w:nsid w:val="2F9F2BD8"/>
    <w:multiLevelType w:val="multilevel"/>
    <w:tmpl w:val="6A581848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5" w15:restartNumberingAfterBreak="0">
    <w:nsid w:val="2FAF7F08"/>
    <w:multiLevelType w:val="multilevel"/>
    <w:tmpl w:val="517211EE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126" w15:restartNumberingAfterBreak="0">
    <w:nsid w:val="2FE071B1"/>
    <w:multiLevelType w:val="multilevel"/>
    <w:tmpl w:val="B31CDFCA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127" w15:restartNumberingAfterBreak="0">
    <w:nsid w:val="30660305"/>
    <w:multiLevelType w:val="multilevel"/>
    <w:tmpl w:val="AB7679B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3081017F"/>
    <w:multiLevelType w:val="hybridMultilevel"/>
    <w:tmpl w:val="958E019A"/>
    <w:lvl w:ilvl="0" w:tplc="0409001B">
      <w:start w:val="1"/>
      <w:numFmt w:val="lowerRoman"/>
      <w:lvlText w:val="%1."/>
      <w:lvlJc w:val="right"/>
      <w:pPr>
        <w:ind w:left="1115" w:hanging="360"/>
      </w:pPr>
    </w:lvl>
    <w:lvl w:ilvl="1" w:tplc="FFFFFFFF" w:tentative="1">
      <w:start w:val="1"/>
      <w:numFmt w:val="lowerLetter"/>
      <w:lvlText w:val="%2."/>
      <w:lvlJc w:val="left"/>
      <w:pPr>
        <w:ind w:left="1835" w:hanging="360"/>
      </w:pPr>
    </w:lvl>
    <w:lvl w:ilvl="2" w:tplc="FFFFFFFF" w:tentative="1">
      <w:start w:val="1"/>
      <w:numFmt w:val="lowerRoman"/>
      <w:lvlText w:val="%3."/>
      <w:lvlJc w:val="right"/>
      <w:pPr>
        <w:ind w:left="2555" w:hanging="180"/>
      </w:pPr>
    </w:lvl>
    <w:lvl w:ilvl="3" w:tplc="FFFFFFFF" w:tentative="1">
      <w:start w:val="1"/>
      <w:numFmt w:val="decimal"/>
      <w:lvlText w:val="%4."/>
      <w:lvlJc w:val="left"/>
      <w:pPr>
        <w:ind w:left="3275" w:hanging="360"/>
      </w:pPr>
    </w:lvl>
    <w:lvl w:ilvl="4" w:tplc="FFFFFFFF" w:tentative="1">
      <w:start w:val="1"/>
      <w:numFmt w:val="lowerLetter"/>
      <w:lvlText w:val="%5."/>
      <w:lvlJc w:val="left"/>
      <w:pPr>
        <w:ind w:left="3995" w:hanging="360"/>
      </w:pPr>
    </w:lvl>
    <w:lvl w:ilvl="5" w:tplc="FFFFFFFF" w:tentative="1">
      <w:start w:val="1"/>
      <w:numFmt w:val="lowerRoman"/>
      <w:lvlText w:val="%6."/>
      <w:lvlJc w:val="right"/>
      <w:pPr>
        <w:ind w:left="4715" w:hanging="180"/>
      </w:pPr>
    </w:lvl>
    <w:lvl w:ilvl="6" w:tplc="FFFFFFFF" w:tentative="1">
      <w:start w:val="1"/>
      <w:numFmt w:val="decimal"/>
      <w:lvlText w:val="%7."/>
      <w:lvlJc w:val="left"/>
      <w:pPr>
        <w:ind w:left="5435" w:hanging="360"/>
      </w:pPr>
    </w:lvl>
    <w:lvl w:ilvl="7" w:tplc="FFFFFFFF" w:tentative="1">
      <w:start w:val="1"/>
      <w:numFmt w:val="lowerLetter"/>
      <w:lvlText w:val="%8."/>
      <w:lvlJc w:val="left"/>
      <w:pPr>
        <w:ind w:left="6155" w:hanging="360"/>
      </w:pPr>
    </w:lvl>
    <w:lvl w:ilvl="8" w:tplc="FFFFFFFF" w:tentative="1">
      <w:start w:val="1"/>
      <w:numFmt w:val="lowerRoman"/>
      <w:lvlText w:val="%9."/>
      <w:lvlJc w:val="right"/>
      <w:pPr>
        <w:ind w:left="6875" w:hanging="180"/>
      </w:pPr>
    </w:lvl>
  </w:abstractNum>
  <w:abstractNum w:abstractNumId="129" w15:restartNumberingAfterBreak="0">
    <w:nsid w:val="30833EA3"/>
    <w:multiLevelType w:val="hybridMultilevel"/>
    <w:tmpl w:val="2DF8F8D0"/>
    <w:lvl w:ilvl="0" w:tplc="FFFFFFFF">
      <w:start w:val="1"/>
      <w:numFmt w:val="lowerLetter"/>
      <w:lvlText w:val="%1."/>
      <w:lvlJc w:val="left"/>
      <w:pPr>
        <w:ind w:left="1232" w:hanging="360"/>
      </w:pPr>
    </w:lvl>
    <w:lvl w:ilvl="1" w:tplc="FFFFFFFF" w:tentative="1">
      <w:start w:val="1"/>
      <w:numFmt w:val="lowerLetter"/>
      <w:lvlText w:val="%2."/>
      <w:lvlJc w:val="left"/>
      <w:pPr>
        <w:ind w:left="1952" w:hanging="360"/>
      </w:pPr>
    </w:lvl>
    <w:lvl w:ilvl="2" w:tplc="FFFFFFFF" w:tentative="1">
      <w:start w:val="1"/>
      <w:numFmt w:val="lowerRoman"/>
      <w:lvlText w:val="%3."/>
      <w:lvlJc w:val="right"/>
      <w:pPr>
        <w:ind w:left="2672" w:hanging="180"/>
      </w:pPr>
    </w:lvl>
    <w:lvl w:ilvl="3" w:tplc="FFFFFFFF" w:tentative="1">
      <w:start w:val="1"/>
      <w:numFmt w:val="decimal"/>
      <w:lvlText w:val="%4."/>
      <w:lvlJc w:val="left"/>
      <w:pPr>
        <w:ind w:left="3392" w:hanging="360"/>
      </w:pPr>
    </w:lvl>
    <w:lvl w:ilvl="4" w:tplc="FFFFFFFF" w:tentative="1">
      <w:start w:val="1"/>
      <w:numFmt w:val="lowerLetter"/>
      <w:lvlText w:val="%5."/>
      <w:lvlJc w:val="left"/>
      <w:pPr>
        <w:ind w:left="4112" w:hanging="360"/>
      </w:pPr>
    </w:lvl>
    <w:lvl w:ilvl="5" w:tplc="FFFFFFFF" w:tentative="1">
      <w:start w:val="1"/>
      <w:numFmt w:val="lowerRoman"/>
      <w:lvlText w:val="%6."/>
      <w:lvlJc w:val="right"/>
      <w:pPr>
        <w:ind w:left="4832" w:hanging="180"/>
      </w:pPr>
    </w:lvl>
    <w:lvl w:ilvl="6" w:tplc="FFFFFFFF" w:tentative="1">
      <w:start w:val="1"/>
      <w:numFmt w:val="decimal"/>
      <w:lvlText w:val="%7."/>
      <w:lvlJc w:val="left"/>
      <w:pPr>
        <w:ind w:left="5552" w:hanging="360"/>
      </w:pPr>
    </w:lvl>
    <w:lvl w:ilvl="7" w:tplc="FFFFFFFF" w:tentative="1">
      <w:start w:val="1"/>
      <w:numFmt w:val="lowerLetter"/>
      <w:lvlText w:val="%8."/>
      <w:lvlJc w:val="left"/>
      <w:pPr>
        <w:ind w:left="6272" w:hanging="360"/>
      </w:pPr>
    </w:lvl>
    <w:lvl w:ilvl="8" w:tplc="FFFFFFFF" w:tentative="1">
      <w:start w:val="1"/>
      <w:numFmt w:val="lowerRoman"/>
      <w:lvlText w:val="%9."/>
      <w:lvlJc w:val="right"/>
      <w:pPr>
        <w:ind w:left="6992" w:hanging="180"/>
      </w:pPr>
    </w:lvl>
  </w:abstractNum>
  <w:abstractNum w:abstractNumId="130" w15:restartNumberingAfterBreak="0">
    <w:nsid w:val="30B5455D"/>
    <w:multiLevelType w:val="hybridMultilevel"/>
    <w:tmpl w:val="E62A572C"/>
    <w:lvl w:ilvl="0" w:tplc="04140019">
      <w:start w:val="1"/>
      <w:numFmt w:val="lowerLetter"/>
      <w:lvlText w:val="%1."/>
      <w:lvlJc w:val="lef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1" w15:restartNumberingAfterBreak="0">
    <w:nsid w:val="30C81EE8"/>
    <w:multiLevelType w:val="multilevel"/>
    <w:tmpl w:val="D91ECDA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30E17180"/>
    <w:multiLevelType w:val="hybridMultilevel"/>
    <w:tmpl w:val="3430743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31584CB0"/>
    <w:multiLevelType w:val="multilevel"/>
    <w:tmpl w:val="5A2EFAA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318C162F"/>
    <w:multiLevelType w:val="hybridMultilevel"/>
    <w:tmpl w:val="61FEB2E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5" w15:restartNumberingAfterBreak="0">
    <w:nsid w:val="329F30D8"/>
    <w:multiLevelType w:val="multilevel"/>
    <w:tmpl w:val="9580DED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33197CDD"/>
    <w:multiLevelType w:val="hybridMultilevel"/>
    <w:tmpl w:val="2C949C9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335D3E5A"/>
    <w:multiLevelType w:val="multilevel"/>
    <w:tmpl w:val="24A060D2"/>
    <w:lvl w:ilvl="0">
      <w:start w:val="1"/>
      <w:numFmt w:val="decimal"/>
      <w:lvlText w:val="%1."/>
      <w:lvlJc w:val="left"/>
      <w:pPr>
        <w:ind w:left="902" w:hanging="573"/>
      </w:pPr>
      <w:rPr>
        <w:rFonts w:ascii="Oswald" w:eastAsia="Oswald" w:hAnsi="Oswald" w:cs="Oswald" w:hint="default"/>
        <w:b w:val="0"/>
        <w:bCs w:val="0"/>
        <w:i w:val="0"/>
        <w:iCs w:val="0"/>
        <w:color w:val="00548E"/>
        <w:spacing w:val="0"/>
        <w:w w:val="91"/>
        <w:sz w:val="68"/>
        <w:szCs w:val="68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1050" w:hanging="720"/>
      </w:pPr>
      <w:rPr>
        <w:rFonts w:ascii="Aptos SemiBold" w:eastAsia="Aptos SemiBold" w:hAnsi="Aptos SemiBold" w:cs="Aptos SemiBold" w:hint="default"/>
        <w:b/>
        <w:bCs/>
        <w:i w:val="0"/>
        <w:iCs w:val="0"/>
        <w:color w:val="45BFF2"/>
        <w:spacing w:val="0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149" w:hanging="72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239" w:hanging="7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328" w:hanging="7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18" w:hanging="7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507" w:hanging="7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597" w:hanging="7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86" w:hanging="720"/>
      </w:pPr>
      <w:rPr>
        <w:rFonts w:hint="default"/>
        <w:lang w:val="en-US" w:eastAsia="en-US" w:bidi="ar-SA"/>
      </w:rPr>
    </w:lvl>
  </w:abstractNum>
  <w:abstractNum w:abstractNumId="138" w15:restartNumberingAfterBreak="0">
    <w:nsid w:val="337962D2"/>
    <w:multiLevelType w:val="multilevel"/>
    <w:tmpl w:val="5BE2448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33797396"/>
    <w:multiLevelType w:val="hybridMultilevel"/>
    <w:tmpl w:val="C808866C"/>
    <w:lvl w:ilvl="0" w:tplc="7BA4D4EE">
      <w:start w:val="1"/>
      <w:numFmt w:val="decimal"/>
      <w:lvlText w:val="%1."/>
      <w:lvlJc w:val="left"/>
      <w:pPr>
        <w:ind w:left="720" w:hanging="360"/>
      </w:pPr>
      <w:rPr>
        <w:rFonts w:hint="default"/>
        <w:color w:val="005FA4" w:themeColor="text1" w:themeTint="F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38126B8"/>
    <w:multiLevelType w:val="hybridMultilevel"/>
    <w:tmpl w:val="5D2CD6FA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upperRoman"/>
      <w:lvlText w:val="%3."/>
      <w:lvlJc w:val="right"/>
      <w:pPr>
        <w:ind w:left="2160" w:hanging="180"/>
      </w:pPr>
    </w:lvl>
    <w:lvl w:ilvl="3" w:tplc="0414001B">
      <w:start w:val="1"/>
      <w:numFmt w:val="lowerRoman"/>
      <w:lvlText w:val="%4."/>
      <w:lvlJc w:val="right"/>
      <w:pPr>
        <w:ind w:left="1111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33BF738F"/>
    <w:multiLevelType w:val="multilevel"/>
    <w:tmpl w:val="BCA6E25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33C65EF4"/>
    <w:multiLevelType w:val="hybridMultilevel"/>
    <w:tmpl w:val="A81814DA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4001B">
      <w:start w:val="1"/>
      <w:numFmt w:val="lowerRoman"/>
      <w:lvlText w:val="%4."/>
      <w:lvlJc w:val="right"/>
      <w:pPr>
        <w:ind w:left="1111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5D0227D"/>
    <w:multiLevelType w:val="hybridMultilevel"/>
    <w:tmpl w:val="3BEE7FCE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36214923"/>
    <w:multiLevelType w:val="multilevel"/>
    <w:tmpl w:val="575CE68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365817A4"/>
    <w:multiLevelType w:val="hybridMultilevel"/>
    <w:tmpl w:val="D4D6C91C"/>
    <w:lvl w:ilvl="0" w:tplc="0409001B">
      <w:start w:val="1"/>
      <w:numFmt w:val="lowerRoman"/>
      <w:lvlText w:val="%1."/>
      <w:lvlJc w:val="right"/>
      <w:pPr>
        <w:ind w:left="1115" w:hanging="360"/>
      </w:pPr>
    </w:lvl>
    <w:lvl w:ilvl="1" w:tplc="FFFFFFFF" w:tentative="1">
      <w:start w:val="1"/>
      <w:numFmt w:val="lowerLetter"/>
      <w:lvlText w:val="%2."/>
      <w:lvlJc w:val="left"/>
      <w:pPr>
        <w:ind w:left="1863" w:hanging="360"/>
      </w:pPr>
    </w:lvl>
    <w:lvl w:ilvl="2" w:tplc="FFFFFFFF" w:tentative="1">
      <w:start w:val="1"/>
      <w:numFmt w:val="lowerRoman"/>
      <w:lvlText w:val="%3."/>
      <w:lvlJc w:val="right"/>
      <w:pPr>
        <w:ind w:left="2583" w:hanging="180"/>
      </w:pPr>
    </w:lvl>
    <w:lvl w:ilvl="3" w:tplc="FFFFFFFF" w:tentative="1">
      <w:start w:val="1"/>
      <w:numFmt w:val="decimal"/>
      <w:lvlText w:val="%4."/>
      <w:lvlJc w:val="left"/>
      <w:pPr>
        <w:ind w:left="3303" w:hanging="360"/>
      </w:pPr>
    </w:lvl>
    <w:lvl w:ilvl="4" w:tplc="FFFFFFFF" w:tentative="1">
      <w:start w:val="1"/>
      <w:numFmt w:val="lowerLetter"/>
      <w:lvlText w:val="%5."/>
      <w:lvlJc w:val="left"/>
      <w:pPr>
        <w:ind w:left="4023" w:hanging="360"/>
      </w:pPr>
    </w:lvl>
    <w:lvl w:ilvl="5" w:tplc="FFFFFFFF" w:tentative="1">
      <w:start w:val="1"/>
      <w:numFmt w:val="lowerRoman"/>
      <w:lvlText w:val="%6."/>
      <w:lvlJc w:val="right"/>
      <w:pPr>
        <w:ind w:left="4743" w:hanging="180"/>
      </w:pPr>
    </w:lvl>
    <w:lvl w:ilvl="6" w:tplc="FFFFFFFF" w:tentative="1">
      <w:start w:val="1"/>
      <w:numFmt w:val="decimal"/>
      <w:lvlText w:val="%7."/>
      <w:lvlJc w:val="left"/>
      <w:pPr>
        <w:ind w:left="5463" w:hanging="360"/>
      </w:pPr>
    </w:lvl>
    <w:lvl w:ilvl="7" w:tplc="FFFFFFFF" w:tentative="1">
      <w:start w:val="1"/>
      <w:numFmt w:val="lowerLetter"/>
      <w:lvlText w:val="%8."/>
      <w:lvlJc w:val="left"/>
      <w:pPr>
        <w:ind w:left="6183" w:hanging="360"/>
      </w:pPr>
    </w:lvl>
    <w:lvl w:ilvl="8" w:tplc="FFFFFFFF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146" w15:restartNumberingAfterBreak="0">
    <w:nsid w:val="36755E0A"/>
    <w:multiLevelType w:val="hybridMultilevel"/>
    <w:tmpl w:val="0E1A783A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09001B">
      <w:start w:val="1"/>
      <w:numFmt w:val="lowerRoman"/>
      <w:lvlText w:val="%4."/>
      <w:lvlJc w:val="right"/>
      <w:pPr>
        <w:ind w:left="1115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369C4B2B"/>
    <w:multiLevelType w:val="hybridMultilevel"/>
    <w:tmpl w:val="0F62801E"/>
    <w:lvl w:ilvl="0" w:tplc="3076A9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9DDC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36A47D1E"/>
    <w:multiLevelType w:val="hybridMultilevel"/>
    <w:tmpl w:val="D13C90B4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78B66B9A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3757375E"/>
    <w:multiLevelType w:val="multilevel"/>
    <w:tmpl w:val="BAB8D870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0" w15:restartNumberingAfterBreak="0">
    <w:nsid w:val="37951A7B"/>
    <w:multiLevelType w:val="multilevel"/>
    <w:tmpl w:val="969C52DE"/>
    <w:lvl w:ilvl="0">
      <w:start w:val="1"/>
      <w:numFmt w:val="lowerRoman"/>
      <w:lvlText w:val="%1."/>
      <w:lvlJc w:val="right"/>
      <w:pPr>
        <w:ind w:left="111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62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151" w15:restartNumberingAfterBreak="0">
    <w:nsid w:val="37A326DF"/>
    <w:multiLevelType w:val="multilevel"/>
    <w:tmpl w:val="886075F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380B43BF"/>
    <w:multiLevelType w:val="multilevel"/>
    <w:tmpl w:val="25F4750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385E31D6"/>
    <w:multiLevelType w:val="hybridMultilevel"/>
    <w:tmpl w:val="1338A40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387A5CFA"/>
    <w:multiLevelType w:val="hybridMultilevel"/>
    <w:tmpl w:val="58924B82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38D44984"/>
    <w:multiLevelType w:val="hybridMultilevel"/>
    <w:tmpl w:val="58FE9E82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8E97AFF"/>
    <w:multiLevelType w:val="hybridMultilevel"/>
    <w:tmpl w:val="AD80968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38FE2E8B"/>
    <w:multiLevelType w:val="hybridMultilevel"/>
    <w:tmpl w:val="64CA3630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39801062"/>
    <w:multiLevelType w:val="hybridMultilevel"/>
    <w:tmpl w:val="3E18794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91" w:hanging="360"/>
      </w:pPr>
    </w:lvl>
    <w:lvl w:ilvl="2" w:tplc="FFFFFFFF" w:tentative="1">
      <w:start w:val="1"/>
      <w:numFmt w:val="lowerRoman"/>
      <w:lvlText w:val="%3."/>
      <w:lvlJc w:val="right"/>
      <w:pPr>
        <w:ind w:left="2211" w:hanging="180"/>
      </w:pPr>
    </w:lvl>
    <w:lvl w:ilvl="3" w:tplc="FFFFFFFF" w:tentative="1">
      <w:start w:val="1"/>
      <w:numFmt w:val="decimal"/>
      <w:lvlText w:val="%4."/>
      <w:lvlJc w:val="left"/>
      <w:pPr>
        <w:ind w:left="2931" w:hanging="360"/>
      </w:pPr>
    </w:lvl>
    <w:lvl w:ilvl="4" w:tplc="FFFFFFFF" w:tentative="1">
      <w:start w:val="1"/>
      <w:numFmt w:val="lowerLetter"/>
      <w:lvlText w:val="%5."/>
      <w:lvlJc w:val="left"/>
      <w:pPr>
        <w:ind w:left="3651" w:hanging="360"/>
      </w:pPr>
    </w:lvl>
    <w:lvl w:ilvl="5" w:tplc="FFFFFFFF" w:tentative="1">
      <w:start w:val="1"/>
      <w:numFmt w:val="lowerRoman"/>
      <w:lvlText w:val="%6."/>
      <w:lvlJc w:val="right"/>
      <w:pPr>
        <w:ind w:left="4371" w:hanging="180"/>
      </w:pPr>
    </w:lvl>
    <w:lvl w:ilvl="6" w:tplc="FFFFFFFF" w:tentative="1">
      <w:start w:val="1"/>
      <w:numFmt w:val="decimal"/>
      <w:lvlText w:val="%7."/>
      <w:lvlJc w:val="left"/>
      <w:pPr>
        <w:ind w:left="5091" w:hanging="360"/>
      </w:pPr>
    </w:lvl>
    <w:lvl w:ilvl="7" w:tplc="FFFFFFFF" w:tentative="1">
      <w:start w:val="1"/>
      <w:numFmt w:val="lowerLetter"/>
      <w:lvlText w:val="%8."/>
      <w:lvlJc w:val="left"/>
      <w:pPr>
        <w:ind w:left="5811" w:hanging="360"/>
      </w:pPr>
    </w:lvl>
    <w:lvl w:ilvl="8" w:tplc="FFFFFFFF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159" w15:restartNumberingAfterBreak="0">
    <w:nsid w:val="3A326014"/>
    <w:multiLevelType w:val="hybridMultilevel"/>
    <w:tmpl w:val="A176D41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3A840D0E"/>
    <w:multiLevelType w:val="hybridMultilevel"/>
    <w:tmpl w:val="49689A30"/>
    <w:lvl w:ilvl="0" w:tplc="4B9E61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1" w15:restartNumberingAfterBreak="0">
    <w:nsid w:val="3A8946EE"/>
    <w:multiLevelType w:val="hybridMultilevel"/>
    <w:tmpl w:val="96D61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 w15:restartNumberingAfterBreak="0">
    <w:nsid w:val="3A906FE5"/>
    <w:multiLevelType w:val="hybridMultilevel"/>
    <w:tmpl w:val="1E285C86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3B7C3269"/>
    <w:multiLevelType w:val="multilevel"/>
    <w:tmpl w:val="13CE2E3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3C507BE9"/>
    <w:multiLevelType w:val="hybridMultilevel"/>
    <w:tmpl w:val="32A68512"/>
    <w:lvl w:ilvl="0" w:tplc="FFFFFFFF">
      <w:start w:val="1"/>
      <w:numFmt w:val="lowerRoman"/>
      <w:lvlText w:val="%1."/>
      <w:lvlJc w:val="right"/>
      <w:pPr>
        <w:ind w:left="1162" w:hanging="360"/>
      </w:pPr>
    </w:lvl>
    <w:lvl w:ilvl="1" w:tplc="FFFFFFFF" w:tentative="1">
      <w:start w:val="1"/>
      <w:numFmt w:val="lowerLetter"/>
      <w:lvlText w:val="%2."/>
      <w:lvlJc w:val="left"/>
      <w:pPr>
        <w:ind w:left="1882" w:hanging="360"/>
      </w:pPr>
    </w:lvl>
    <w:lvl w:ilvl="2" w:tplc="FFFFFFFF" w:tentative="1">
      <w:start w:val="1"/>
      <w:numFmt w:val="lowerRoman"/>
      <w:lvlText w:val="%3."/>
      <w:lvlJc w:val="right"/>
      <w:pPr>
        <w:ind w:left="2602" w:hanging="180"/>
      </w:pPr>
    </w:lvl>
    <w:lvl w:ilvl="3" w:tplc="0414001B">
      <w:start w:val="1"/>
      <w:numFmt w:val="lowerRoman"/>
      <w:lvlText w:val="%4."/>
      <w:lvlJc w:val="right"/>
      <w:pPr>
        <w:ind w:left="720" w:hanging="360"/>
      </w:pPr>
    </w:lvl>
    <w:lvl w:ilvl="4" w:tplc="FFFFFFFF" w:tentative="1">
      <w:start w:val="1"/>
      <w:numFmt w:val="lowerLetter"/>
      <w:lvlText w:val="%5."/>
      <w:lvlJc w:val="left"/>
      <w:pPr>
        <w:ind w:left="4042" w:hanging="360"/>
      </w:pPr>
    </w:lvl>
    <w:lvl w:ilvl="5" w:tplc="FFFFFFFF" w:tentative="1">
      <w:start w:val="1"/>
      <w:numFmt w:val="lowerRoman"/>
      <w:lvlText w:val="%6."/>
      <w:lvlJc w:val="right"/>
      <w:pPr>
        <w:ind w:left="4762" w:hanging="180"/>
      </w:pPr>
    </w:lvl>
    <w:lvl w:ilvl="6" w:tplc="FFFFFFFF" w:tentative="1">
      <w:start w:val="1"/>
      <w:numFmt w:val="decimal"/>
      <w:lvlText w:val="%7."/>
      <w:lvlJc w:val="left"/>
      <w:pPr>
        <w:ind w:left="5482" w:hanging="360"/>
      </w:pPr>
    </w:lvl>
    <w:lvl w:ilvl="7" w:tplc="FFFFFFFF" w:tentative="1">
      <w:start w:val="1"/>
      <w:numFmt w:val="lowerLetter"/>
      <w:lvlText w:val="%8."/>
      <w:lvlJc w:val="left"/>
      <w:pPr>
        <w:ind w:left="6202" w:hanging="360"/>
      </w:pPr>
    </w:lvl>
    <w:lvl w:ilvl="8" w:tplc="FFFFFFFF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65" w15:restartNumberingAfterBreak="0">
    <w:nsid w:val="3CC63CC6"/>
    <w:multiLevelType w:val="hybridMultilevel"/>
    <w:tmpl w:val="78BAF78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3D2C01FD"/>
    <w:multiLevelType w:val="multilevel"/>
    <w:tmpl w:val="5D1463C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3E1A342E"/>
    <w:multiLevelType w:val="hybridMultilevel"/>
    <w:tmpl w:val="44722686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3E55028F"/>
    <w:multiLevelType w:val="hybridMultilevel"/>
    <w:tmpl w:val="658AB59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3E7302E9"/>
    <w:multiLevelType w:val="multilevel"/>
    <w:tmpl w:val="2AB602B4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170" w15:restartNumberingAfterBreak="0">
    <w:nsid w:val="3F055CA9"/>
    <w:multiLevelType w:val="multilevel"/>
    <w:tmpl w:val="6C5EAB72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1" w15:restartNumberingAfterBreak="0">
    <w:nsid w:val="3F722A89"/>
    <w:multiLevelType w:val="multilevel"/>
    <w:tmpl w:val="637CF1B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3F72438F"/>
    <w:multiLevelType w:val="hybridMultilevel"/>
    <w:tmpl w:val="F182C802"/>
    <w:lvl w:ilvl="0" w:tplc="04140019">
      <w:start w:val="1"/>
      <w:numFmt w:val="lowerLetter"/>
      <w:lvlText w:val="%1."/>
      <w:lvlJc w:val="left"/>
      <w:pPr>
        <w:ind w:left="1162" w:hanging="360"/>
      </w:pPr>
    </w:lvl>
    <w:lvl w:ilvl="1" w:tplc="08090019">
      <w:start w:val="1"/>
      <w:numFmt w:val="lowerLetter"/>
      <w:lvlText w:val="%2."/>
      <w:lvlJc w:val="left"/>
      <w:pPr>
        <w:ind w:left="1882" w:hanging="360"/>
      </w:pPr>
    </w:lvl>
    <w:lvl w:ilvl="2" w:tplc="0809001B" w:tentative="1">
      <w:start w:val="1"/>
      <w:numFmt w:val="lowerRoman"/>
      <w:lvlText w:val="%3."/>
      <w:lvlJc w:val="right"/>
      <w:pPr>
        <w:ind w:left="2602" w:hanging="180"/>
      </w:pPr>
    </w:lvl>
    <w:lvl w:ilvl="3" w:tplc="0809000F" w:tentative="1">
      <w:start w:val="1"/>
      <w:numFmt w:val="decimal"/>
      <w:lvlText w:val="%4."/>
      <w:lvlJc w:val="left"/>
      <w:pPr>
        <w:ind w:left="3322" w:hanging="360"/>
      </w:pPr>
    </w:lvl>
    <w:lvl w:ilvl="4" w:tplc="08090019" w:tentative="1">
      <w:start w:val="1"/>
      <w:numFmt w:val="lowerLetter"/>
      <w:lvlText w:val="%5."/>
      <w:lvlJc w:val="left"/>
      <w:pPr>
        <w:ind w:left="4042" w:hanging="360"/>
      </w:pPr>
    </w:lvl>
    <w:lvl w:ilvl="5" w:tplc="0809001B" w:tentative="1">
      <w:start w:val="1"/>
      <w:numFmt w:val="lowerRoman"/>
      <w:lvlText w:val="%6."/>
      <w:lvlJc w:val="right"/>
      <w:pPr>
        <w:ind w:left="4762" w:hanging="180"/>
      </w:pPr>
    </w:lvl>
    <w:lvl w:ilvl="6" w:tplc="0809000F" w:tentative="1">
      <w:start w:val="1"/>
      <w:numFmt w:val="decimal"/>
      <w:lvlText w:val="%7."/>
      <w:lvlJc w:val="left"/>
      <w:pPr>
        <w:ind w:left="5482" w:hanging="360"/>
      </w:pPr>
    </w:lvl>
    <w:lvl w:ilvl="7" w:tplc="08090019" w:tentative="1">
      <w:start w:val="1"/>
      <w:numFmt w:val="lowerLetter"/>
      <w:lvlText w:val="%8."/>
      <w:lvlJc w:val="left"/>
      <w:pPr>
        <w:ind w:left="6202" w:hanging="360"/>
      </w:pPr>
    </w:lvl>
    <w:lvl w:ilvl="8" w:tplc="080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73" w15:restartNumberingAfterBreak="0">
    <w:nsid w:val="3F862E28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40CC0D0C"/>
    <w:multiLevelType w:val="multilevel"/>
    <w:tmpl w:val="0F0A7166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175" w15:restartNumberingAfterBreak="0">
    <w:nsid w:val="40E25C95"/>
    <w:multiLevelType w:val="hybridMultilevel"/>
    <w:tmpl w:val="24D086F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40FD78F9"/>
    <w:multiLevelType w:val="multilevel"/>
    <w:tmpl w:val="F4805EA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115172E"/>
    <w:multiLevelType w:val="hybridMultilevel"/>
    <w:tmpl w:val="C3BA60A2"/>
    <w:lvl w:ilvl="0" w:tplc="0414001B">
      <w:start w:val="1"/>
      <w:numFmt w:val="lowerRoman"/>
      <w:lvlText w:val="%1."/>
      <w:lvlJc w:val="right"/>
      <w:pPr>
        <w:ind w:left="1113" w:hanging="360"/>
      </w:pPr>
    </w:lvl>
    <w:lvl w:ilvl="1" w:tplc="FFFFFFFF" w:tentative="1">
      <w:start w:val="1"/>
      <w:numFmt w:val="lowerLetter"/>
      <w:lvlText w:val="%2."/>
      <w:lvlJc w:val="left"/>
      <w:pPr>
        <w:ind w:left="1833" w:hanging="360"/>
      </w:pPr>
    </w:lvl>
    <w:lvl w:ilvl="2" w:tplc="FFFFFFFF" w:tentative="1">
      <w:start w:val="1"/>
      <w:numFmt w:val="lowerRoman"/>
      <w:lvlText w:val="%3."/>
      <w:lvlJc w:val="right"/>
      <w:pPr>
        <w:ind w:left="2553" w:hanging="180"/>
      </w:pPr>
    </w:lvl>
    <w:lvl w:ilvl="3" w:tplc="FFFFFFFF" w:tentative="1">
      <w:start w:val="1"/>
      <w:numFmt w:val="decimal"/>
      <w:lvlText w:val="%4."/>
      <w:lvlJc w:val="left"/>
      <w:pPr>
        <w:ind w:left="3273" w:hanging="360"/>
      </w:pPr>
    </w:lvl>
    <w:lvl w:ilvl="4" w:tplc="FFFFFFFF" w:tentative="1">
      <w:start w:val="1"/>
      <w:numFmt w:val="lowerLetter"/>
      <w:lvlText w:val="%5."/>
      <w:lvlJc w:val="left"/>
      <w:pPr>
        <w:ind w:left="3993" w:hanging="360"/>
      </w:pPr>
    </w:lvl>
    <w:lvl w:ilvl="5" w:tplc="FFFFFFFF" w:tentative="1">
      <w:start w:val="1"/>
      <w:numFmt w:val="lowerRoman"/>
      <w:lvlText w:val="%6."/>
      <w:lvlJc w:val="right"/>
      <w:pPr>
        <w:ind w:left="4713" w:hanging="180"/>
      </w:pPr>
    </w:lvl>
    <w:lvl w:ilvl="6" w:tplc="FFFFFFFF" w:tentative="1">
      <w:start w:val="1"/>
      <w:numFmt w:val="decimal"/>
      <w:lvlText w:val="%7."/>
      <w:lvlJc w:val="left"/>
      <w:pPr>
        <w:ind w:left="5433" w:hanging="360"/>
      </w:pPr>
    </w:lvl>
    <w:lvl w:ilvl="7" w:tplc="FFFFFFFF" w:tentative="1">
      <w:start w:val="1"/>
      <w:numFmt w:val="lowerLetter"/>
      <w:lvlText w:val="%8."/>
      <w:lvlJc w:val="left"/>
      <w:pPr>
        <w:ind w:left="6153" w:hanging="360"/>
      </w:pPr>
    </w:lvl>
    <w:lvl w:ilvl="8" w:tplc="FFFFFFFF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178" w15:restartNumberingAfterBreak="0">
    <w:nsid w:val="427E1E11"/>
    <w:multiLevelType w:val="hybridMultilevel"/>
    <w:tmpl w:val="F8906A7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42A4484D"/>
    <w:multiLevelType w:val="hybridMultilevel"/>
    <w:tmpl w:val="49084B62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42AC06C7"/>
    <w:multiLevelType w:val="multilevel"/>
    <w:tmpl w:val="3D88E04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42B56A3A"/>
    <w:multiLevelType w:val="hybridMultilevel"/>
    <w:tmpl w:val="518E2A7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435265A0"/>
    <w:multiLevelType w:val="hybridMultilevel"/>
    <w:tmpl w:val="D5802EB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436D6B5B"/>
    <w:multiLevelType w:val="hybridMultilevel"/>
    <w:tmpl w:val="AF46B26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437237B0"/>
    <w:multiLevelType w:val="hybridMultilevel"/>
    <w:tmpl w:val="99FE4B06"/>
    <w:lvl w:ilvl="0" w:tplc="041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43EA189E"/>
    <w:multiLevelType w:val="hybridMultilevel"/>
    <w:tmpl w:val="E9AAC22C"/>
    <w:lvl w:ilvl="0" w:tplc="08090001">
      <w:start w:val="1"/>
      <w:numFmt w:val="bullet"/>
      <w:lvlText w:val=""/>
      <w:lvlJc w:val="left"/>
      <w:pPr>
        <w:ind w:left="1383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03" w:hanging="360"/>
      </w:pPr>
    </w:lvl>
    <w:lvl w:ilvl="2" w:tplc="FFFFFFFF" w:tentative="1">
      <w:start w:val="1"/>
      <w:numFmt w:val="lowerRoman"/>
      <w:lvlText w:val="%3."/>
      <w:lvlJc w:val="right"/>
      <w:pPr>
        <w:ind w:left="2823" w:hanging="180"/>
      </w:pPr>
    </w:lvl>
    <w:lvl w:ilvl="3" w:tplc="FFFFFFFF" w:tentative="1">
      <w:start w:val="1"/>
      <w:numFmt w:val="decimal"/>
      <w:lvlText w:val="%4."/>
      <w:lvlJc w:val="left"/>
      <w:pPr>
        <w:ind w:left="3543" w:hanging="360"/>
      </w:pPr>
    </w:lvl>
    <w:lvl w:ilvl="4" w:tplc="FFFFFFFF" w:tentative="1">
      <w:start w:val="1"/>
      <w:numFmt w:val="lowerLetter"/>
      <w:lvlText w:val="%5."/>
      <w:lvlJc w:val="left"/>
      <w:pPr>
        <w:ind w:left="4263" w:hanging="360"/>
      </w:pPr>
    </w:lvl>
    <w:lvl w:ilvl="5" w:tplc="FFFFFFFF" w:tentative="1">
      <w:start w:val="1"/>
      <w:numFmt w:val="lowerRoman"/>
      <w:lvlText w:val="%6."/>
      <w:lvlJc w:val="right"/>
      <w:pPr>
        <w:ind w:left="4983" w:hanging="180"/>
      </w:pPr>
    </w:lvl>
    <w:lvl w:ilvl="6" w:tplc="FFFFFFFF" w:tentative="1">
      <w:start w:val="1"/>
      <w:numFmt w:val="decimal"/>
      <w:lvlText w:val="%7."/>
      <w:lvlJc w:val="left"/>
      <w:pPr>
        <w:ind w:left="5703" w:hanging="360"/>
      </w:pPr>
    </w:lvl>
    <w:lvl w:ilvl="7" w:tplc="FFFFFFFF" w:tentative="1">
      <w:start w:val="1"/>
      <w:numFmt w:val="lowerLetter"/>
      <w:lvlText w:val="%8."/>
      <w:lvlJc w:val="left"/>
      <w:pPr>
        <w:ind w:left="6423" w:hanging="360"/>
      </w:pPr>
    </w:lvl>
    <w:lvl w:ilvl="8" w:tplc="FFFFFFFF" w:tentative="1">
      <w:start w:val="1"/>
      <w:numFmt w:val="lowerRoman"/>
      <w:lvlText w:val="%9."/>
      <w:lvlJc w:val="right"/>
      <w:pPr>
        <w:ind w:left="7143" w:hanging="180"/>
      </w:pPr>
    </w:lvl>
  </w:abstractNum>
  <w:abstractNum w:abstractNumId="186" w15:restartNumberingAfterBreak="0">
    <w:nsid w:val="442F14B4"/>
    <w:multiLevelType w:val="hybridMultilevel"/>
    <w:tmpl w:val="0B1C925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34090013">
      <w:start w:val="1"/>
      <w:numFmt w:val="upperRoman"/>
      <w:lvlText w:val="%4."/>
      <w:lvlJc w:val="righ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451201E6"/>
    <w:multiLevelType w:val="hybridMultilevel"/>
    <w:tmpl w:val="5D1466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8" w15:restartNumberingAfterBreak="0">
    <w:nsid w:val="453D714F"/>
    <w:multiLevelType w:val="multilevel"/>
    <w:tmpl w:val="566830E6"/>
    <w:lvl w:ilvl="0">
      <w:start w:val="1"/>
      <w:numFmt w:val="lowerRoman"/>
      <w:lvlText w:val="%1."/>
      <w:lvlJc w:val="right"/>
      <w:pPr>
        <w:ind w:left="111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62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189" w15:restartNumberingAfterBreak="0">
    <w:nsid w:val="456A38F0"/>
    <w:multiLevelType w:val="hybridMultilevel"/>
    <w:tmpl w:val="9C948AEE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45B86784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1" w15:restartNumberingAfterBreak="0">
    <w:nsid w:val="45D363FC"/>
    <w:multiLevelType w:val="hybridMultilevel"/>
    <w:tmpl w:val="C1FC5D54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4001B">
      <w:start w:val="1"/>
      <w:numFmt w:val="lowerRoman"/>
      <w:lvlText w:val="%3."/>
      <w:lvlJc w:val="right"/>
      <w:pPr>
        <w:ind w:left="1111" w:hanging="360"/>
      </w:pPr>
    </w:lvl>
    <w:lvl w:ilvl="3" w:tplc="FFFFFFFF">
      <w:start w:val="1"/>
      <w:numFmt w:val="lowerRoman"/>
      <w:lvlText w:val="(%4)"/>
      <w:lvlJc w:val="left"/>
      <w:pPr>
        <w:ind w:left="3240" w:hanging="72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46307023"/>
    <w:multiLevelType w:val="hybridMultilevel"/>
    <w:tmpl w:val="D76861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91" w:hanging="360"/>
      </w:pPr>
    </w:lvl>
    <w:lvl w:ilvl="2" w:tplc="FFFFFFFF" w:tentative="1">
      <w:start w:val="1"/>
      <w:numFmt w:val="lowerRoman"/>
      <w:lvlText w:val="%3."/>
      <w:lvlJc w:val="right"/>
      <w:pPr>
        <w:ind w:left="2211" w:hanging="180"/>
      </w:pPr>
    </w:lvl>
    <w:lvl w:ilvl="3" w:tplc="FFFFFFFF" w:tentative="1">
      <w:start w:val="1"/>
      <w:numFmt w:val="decimal"/>
      <w:lvlText w:val="%4."/>
      <w:lvlJc w:val="left"/>
      <w:pPr>
        <w:ind w:left="2931" w:hanging="360"/>
      </w:pPr>
    </w:lvl>
    <w:lvl w:ilvl="4" w:tplc="FFFFFFFF" w:tentative="1">
      <w:start w:val="1"/>
      <w:numFmt w:val="lowerLetter"/>
      <w:lvlText w:val="%5."/>
      <w:lvlJc w:val="left"/>
      <w:pPr>
        <w:ind w:left="3651" w:hanging="360"/>
      </w:pPr>
    </w:lvl>
    <w:lvl w:ilvl="5" w:tplc="FFFFFFFF" w:tentative="1">
      <w:start w:val="1"/>
      <w:numFmt w:val="lowerRoman"/>
      <w:lvlText w:val="%6."/>
      <w:lvlJc w:val="right"/>
      <w:pPr>
        <w:ind w:left="4371" w:hanging="180"/>
      </w:pPr>
    </w:lvl>
    <w:lvl w:ilvl="6" w:tplc="FFFFFFFF" w:tentative="1">
      <w:start w:val="1"/>
      <w:numFmt w:val="decimal"/>
      <w:lvlText w:val="%7."/>
      <w:lvlJc w:val="left"/>
      <w:pPr>
        <w:ind w:left="5091" w:hanging="360"/>
      </w:pPr>
    </w:lvl>
    <w:lvl w:ilvl="7" w:tplc="FFFFFFFF" w:tentative="1">
      <w:start w:val="1"/>
      <w:numFmt w:val="lowerLetter"/>
      <w:lvlText w:val="%8."/>
      <w:lvlJc w:val="left"/>
      <w:pPr>
        <w:ind w:left="5811" w:hanging="360"/>
      </w:pPr>
    </w:lvl>
    <w:lvl w:ilvl="8" w:tplc="FFFFFFFF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193" w15:restartNumberingAfterBreak="0">
    <w:nsid w:val="46556548"/>
    <w:multiLevelType w:val="multilevel"/>
    <w:tmpl w:val="9856C77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465A3D32"/>
    <w:multiLevelType w:val="multilevel"/>
    <w:tmpl w:val="4A76E7C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466965F2"/>
    <w:multiLevelType w:val="hybridMultilevel"/>
    <w:tmpl w:val="935CB5F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468228D3"/>
    <w:multiLevelType w:val="hybridMultilevel"/>
    <w:tmpl w:val="A6E64A7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7" w15:restartNumberingAfterBreak="0">
    <w:nsid w:val="468359A1"/>
    <w:multiLevelType w:val="hybridMultilevel"/>
    <w:tmpl w:val="50BE0D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98" w15:restartNumberingAfterBreak="0">
    <w:nsid w:val="46AB4873"/>
    <w:multiLevelType w:val="multilevel"/>
    <w:tmpl w:val="9CF6F63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9" w15:restartNumberingAfterBreak="0">
    <w:nsid w:val="4798663B"/>
    <w:multiLevelType w:val="multilevel"/>
    <w:tmpl w:val="486E088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47BF36A9"/>
    <w:multiLevelType w:val="hybridMultilevel"/>
    <w:tmpl w:val="E946D7C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 w15:restartNumberingAfterBreak="0">
    <w:nsid w:val="47F4145C"/>
    <w:multiLevelType w:val="hybridMultilevel"/>
    <w:tmpl w:val="4E1257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202" w15:restartNumberingAfterBreak="0">
    <w:nsid w:val="48106433"/>
    <w:multiLevelType w:val="multilevel"/>
    <w:tmpl w:val="90520A14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3" w15:restartNumberingAfterBreak="0">
    <w:nsid w:val="481D5281"/>
    <w:multiLevelType w:val="hybridMultilevel"/>
    <w:tmpl w:val="0A885526"/>
    <w:lvl w:ilvl="0" w:tplc="C65089B4">
      <w:start w:val="1"/>
      <w:numFmt w:val="decimal"/>
      <w:pStyle w:val="Newnormal"/>
      <w:lvlText w:val="%1."/>
      <w:lvlJc w:val="left"/>
      <w:pPr>
        <w:ind w:left="1080" w:hanging="360"/>
      </w:pPr>
      <w:rPr>
        <w:rFonts w:hint="default"/>
        <w:color w:val="A3D8FF" w:themeColor="text1" w:themeTint="40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4" w15:restartNumberingAfterBreak="0">
    <w:nsid w:val="485F1E9B"/>
    <w:multiLevelType w:val="multilevel"/>
    <w:tmpl w:val="1A10369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5" w15:restartNumberingAfterBreak="0">
    <w:nsid w:val="48860128"/>
    <w:multiLevelType w:val="singleLevel"/>
    <w:tmpl w:val="04090019"/>
    <w:lvl w:ilvl="0">
      <w:start w:val="1"/>
      <w:numFmt w:val="lowerLetter"/>
      <w:lvlText w:val="%1."/>
      <w:lvlJc w:val="left"/>
      <w:pPr>
        <w:ind w:left="720" w:hanging="360"/>
      </w:pPr>
    </w:lvl>
  </w:abstractNum>
  <w:abstractNum w:abstractNumId="206" w15:restartNumberingAfterBreak="0">
    <w:nsid w:val="48F645AE"/>
    <w:multiLevelType w:val="hybridMultilevel"/>
    <w:tmpl w:val="FC981D16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490A39AF"/>
    <w:multiLevelType w:val="multilevel"/>
    <w:tmpl w:val="4620C53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8" w15:restartNumberingAfterBreak="0">
    <w:nsid w:val="494E6F35"/>
    <w:multiLevelType w:val="multilevel"/>
    <w:tmpl w:val="D5688FA6"/>
    <w:lvl w:ilvl="0">
      <w:start w:val="1"/>
      <w:numFmt w:val="lowerRoman"/>
      <w:lvlText w:val="%1."/>
      <w:lvlJc w:val="right"/>
      <w:pPr>
        <w:ind w:left="111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62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209" w15:restartNumberingAfterBreak="0">
    <w:nsid w:val="4A265F3A"/>
    <w:multiLevelType w:val="hybridMultilevel"/>
    <w:tmpl w:val="C0400CF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4A3D5B26"/>
    <w:multiLevelType w:val="multilevel"/>
    <w:tmpl w:val="7D4EA3EA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211" w15:restartNumberingAfterBreak="0">
    <w:nsid w:val="4A571D0C"/>
    <w:multiLevelType w:val="multilevel"/>
    <w:tmpl w:val="F5A6865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2" w15:restartNumberingAfterBreak="0">
    <w:nsid w:val="4A765E0B"/>
    <w:multiLevelType w:val="hybridMultilevel"/>
    <w:tmpl w:val="0CD6C9FE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4AA3261D"/>
    <w:multiLevelType w:val="multilevel"/>
    <w:tmpl w:val="04CC702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4" w15:restartNumberingAfterBreak="0">
    <w:nsid w:val="4B12232C"/>
    <w:multiLevelType w:val="multilevel"/>
    <w:tmpl w:val="74AEBAF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4B1C3329"/>
    <w:multiLevelType w:val="singleLevel"/>
    <w:tmpl w:val="04090019"/>
    <w:lvl w:ilvl="0">
      <w:start w:val="1"/>
      <w:numFmt w:val="lowerLetter"/>
      <w:lvlText w:val="%1."/>
      <w:lvlJc w:val="left"/>
      <w:pPr>
        <w:ind w:left="720" w:hanging="360"/>
      </w:pPr>
    </w:lvl>
  </w:abstractNum>
  <w:abstractNum w:abstractNumId="216" w15:restartNumberingAfterBreak="0">
    <w:nsid w:val="4B397FA0"/>
    <w:multiLevelType w:val="multilevel"/>
    <w:tmpl w:val="24A060D2"/>
    <w:styleLink w:val="CurrentList1"/>
    <w:lvl w:ilvl="0">
      <w:start w:val="1"/>
      <w:numFmt w:val="decimal"/>
      <w:lvlText w:val="%1."/>
      <w:lvlJc w:val="left"/>
      <w:pPr>
        <w:ind w:left="902" w:hanging="573"/>
      </w:pPr>
      <w:rPr>
        <w:rFonts w:ascii="Oswald" w:eastAsia="Oswald" w:hAnsi="Oswald" w:cs="Oswald" w:hint="default"/>
        <w:b w:val="0"/>
        <w:bCs w:val="0"/>
        <w:i w:val="0"/>
        <w:iCs w:val="0"/>
        <w:color w:val="00548E"/>
        <w:spacing w:val="0"/>
        <w:w w:val="91"/>
        <w:sz w:val="68"/>
        <w:szCs w:val="68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1050" w:hanging="720"/>
      </w:pPr>
      <w:rPr>
        <w:rFonts w:ascii="Aptos SemiBold" w:eastAsia="Aptos SemiBold" w:hAnsi="Aptos SemiBold" w:cs="Aptos SemiBold" w:hint="default"/>
        <w:b/>
        <w:bCs/>
        <w:i w:val="0"/>
        <w:iCs w:val="0"/>
        <w:color w:val="45BFF2"/>
        <w:spacing w:val="0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149" w:hanging="72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239" w:hanging="7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328" w:hanging="7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18" w:hanging="7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507" w:hanging="7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597" w:hanging="7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86" w:hanging="720"/>
      </w:pPr>
      <w:rPr>
        <w:rFonts w:hint="default"/>
        <w:lang w:val="en-US" w:eastAsia="en-US" w:bidi="ar-SA"/>
      </w:rPr>
    </w:lvl>
  </w:abstractNum>
  <w:abstractNum w:abstractNumId="217" w15:restartNumberingAfterBreak="0">
    <w:nsid w:val="4B8858A2"/>
    <w:multiLevelType w:val="multilevel"/>
    <w:tmpl w:val="2648EBC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8" w15:restartNumberingAfterBreak="0">
    <w:nsid w:val="4BC2237A"/>
    <w:multiLevelType w:val="multilevel"/>
    <w:tmpl w:val="D3D89ED2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9" w15:restartNumberingAfterBreak="0">
    <w:nsid w:val="4C8A7CCA"/>
    <w:multiLevelType w:val="hybridMultilevel"/>
    <w:tmpl w:val="A43C4202"/>
    <w:lvl w:ilvl="0" w:tplc="5144F99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0" w15:restartNumberingAfterBreak="0">
    <w:nsid w:val="4CA17192"/>
    <w:multiLevelType w:val="multilevel"/>
    <w:tmpl w:val="2446DB7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1" w15:restartNumberingAfterBreak="0">
    <w:nsid w:val="4CBD294B"/>
    <w:multiLevelType w:val="hybridMultilevel"/>
    <w:tmpl w:val="D36C5E3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2" w15:restartNumberingAfterBreak="0">
    <w:nsid w:val="4D3E0EA0"/>
    <w:multiLevelType w:val="hybridMultilevel"/>
    <w:tmpl w:val="716008AC"/>
    <w:lvl w:ilvl="0" w:tplc="0414001B">
      <w:start w:val="1"/>
      <w:numFmt w:val="lowerRoman"/>
      <w:lvlText w:val="%1."/>
      <w:lvlJc w:val="right"/>
      <w:pPr>
        <w:ind w:left="1588" w:hanging="360"/>
      </w:pPr>
    </w:lvl>
    <w:lvl w:ilvl="1" w:tplc="08090019" w:tentative="1">
      <w:start w:val="1"/>
      <w:numFmt w:val="lowerLetter"/>
      <w:lvlText w:val="%2."/>
      <w:lvlJc w:val="left"/>
      <w:pPr>
        <w:ind w:left="2308" w:hanging="360"/>
      </w:pPr>
    </w:lvl>
    <w:lvl w:ilvl="2" w:tplc="0809001B" w:tentative="1">
      <w:start w:val="1"/>
      <w:numFmt w:val="lowerRoman"/>
      <w:lvlText w:val="%3."/>
      <w:lvlJc w:val="right"/>
      <w:pPr>
        <w:ind w:left="3028" w:hanging="180"/>
      </w:pPr>
    </w:lvl>
    <w:lvl w:ilvl="3" w:tplc="0809000F" w:tentative="1">
      <w:start w:val="1"/>
      <w:numFmt w:val="decimal"/>
      <w:lvlText w:val="%4."/>
      <w:lvlJc w:val="left"/>
      <w:pPr>
        <w:ind w:left="3748" w:hanging="360"/>
      </w:pPr>
    </w:lvl>
    <w:lvl w:ilvl="4" w:tplc="08090019" w:tentative="1">
      <w:start w:val="1"/>
      <w:numFmt w:val="lowerLetter"/>
      <w:lvlText w:val="%5."/>
      <w:lvlJc w:val="left"/>
      <w:pPr>
        <w:ind w:left="4468" w:hanging="360"/>
      </w:pPr>
    </w:lvl>
    <w:lvl w:ilvl="5" w:tplc="0809001B" w:tentative="1">
      <w:start w:val="1"/>
      <w:numFmt w:val="lowerRoman"/>
      <w:lvlText w:val="%6."/>
      <w:lvlJc w:val="right"/>
      <w:pPr>
        <w:ind w:left="5188" w:hanging="180"/>
      </w:pPr>
    </w:lvl>
    <w:lvl w:ilvl="6" w:tplc="0809000F" w:tentative="1">
      <w:start w:val="1"/>
      <w:numFmt w:val="decimal"/>
      <w:lvlText w:val="%7."/>
      <w:lvlJc w:val="left"/>
      <w:pPr>
        <w:ind w:left="5908" w:hanging="360"/>
      </w:pPr>
    </w:lvl>
    <w:lvl w:ilvl="7" w:tplc="08090019" w:tentative="1">
      <w:start w:val="1"/>
      <w:numFmt w:val="lowerLetter"/>
      <w:lvlText w:val="%8."/>
      <w:lvlJc w:val="left"/>
      <w:pPr>
        <w:ind w:left="6628" w:hanging="360"/>
      </w:pPr>
    </w:lvl>
    <w:lvl w:ilvl="8" w:tplc="0809001B" w:tentative="1">
      <w:start w:val="1"/>
      <w:numFmt w:val="lowerRoman"/>
      <w:lvlText w:val="%9."/>
      <w:lvlJc w:val="right"/>
      <w:pPr>
        <w:ind w:left="7348" w:hanging="180"/>
      </w:pPr>
    </w:lvl>
  </w:abstractNum>
  <w:abstractNum w:abstractNumId="223" w15:restartNumberingAfterBreak="0">
    <w:nsid w:val="4D6319EA"/>
    <w:multiLevelType w:val="hybridMultilevel"/>
    <w:tmpl w:val="7DFEFB46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4" w15:restartNumberingAfterBreak="0">
    <w:nsid w:val="4E585AC8"/>
    <w:multiLevelType w:val="hybridMultilevel"/>
    <w:tmpl w:val="F0D48464"/>
    <w:lvl w:ilvl="0" w:tplc="04140019">
      <w:start w:val="1"/>
      <w:numFmt w:val="lowerLetter"/>
      <w:lvlText w:val="%1."/>
      <w:lvlJc w:val="left"/>
      <w:pPr>
        <w:ind w:left="802" w:hanging="360"/>
      </w:pPr>
    </w:lvl>
    <w:lvl w:ilvl="1" w:tplc="08090019">
      <w:start w:val="1"/>
      <w:numFmt w:val="lowerLetter"/>
      <w:lvlText w:val="%2."/>
      <w:lvlJc w:val="left"/>
      <w:pPr>
        <w:ind w:left="1522" w:hanging="360"/>
      </w:pPr>
    </w:lvl>
    <w:lvl w:ilvl="2" w:tplc="0809001B" w:tentative="1">
      <w:start w:val="1"/>
      <w:numFmt w:val="lowerRoman"/>
      <w:lvlText w:val="%3."/>
      <w:lvlJc w:val="right"/>
      <w:pPr>
        <w:ind w:left="2242" w:hanging="180"/>
      </w:pPr>
    </w:lvl>
    <w:lvl w:ilvl="3" w:tplc="0809000F" w:tentative="1">
      <w:start w:val="1"/>
      <w:numFmt w:val="decimal"/>
      <w:lvlText w:val="%4."/>
      <w:lvlJc w:val="left"/>
      <w:pPr>
        <w:ind w:left="2962" w:hanging="360"/>
      </w:pPr>
    </w:lvl>
    <w:lvl w:ilvl="4" w:tplc="08090019" w:tentative="1">
      <w:start w:val="1"/>
      <w:numFmt w:val="lowerLetter"/>
      <w:lvlText w:val="%5."/>
      <w:lvlJc w:val="left"/>
      <w:pPr>
        <w:ind w:left="3682" w:hanging="360"/>
      </w:pPr>
    </w:lvl>
    <w:lvl w:ilvl="5" w:tplc="0809001B" w:tentative="1">
      <w:start w:val="1"/>
      <w:numFmt w:val="lowerRoman"/>
      <w:lvlText w:val="%6."/>
      <w:lvlJc w:val="right"/>
      <w:pPr>
        <w:ind w:left="4402" w:hanging="180"/>
      </w:pPr>
    </w:lvl>
    <w:lvl w:ilvl="6" w:tplc="0809000F" w:tentative="1">
      <w:start w:val="1"/>
      <w:numFmt w:val="decimal"/>
      <w:lvlText w:val="%7."/>
      <w:lvlJc w:val="left"/>
      <w:pPr>
        <w:ind w:left="5122" w:hanging="360"/>
      </w:pPr>
    </w:lvl>
    <w:lvl w:ilvl="7" w:tplc="08090019" w:tentative="1">
      <w:start w:val="1"/>
      <w:numFmt w:val="lowerLetter"/>
      <w:lvlText w:val="%8."/>
      <w:lvlJc w:val="left"/>
      <w:pPr>
        <w:ind w:left="5842" w:hanging="360"/>
      </w:pPr>
    </w:lvl>
    <w:lvl w:ilvl="8" w:tplc="0809001B" w:tentative="1">
      <w:start w:val="1"/>
      <w:numFmt w:val="lowerRoman"/>
      <w:lvlText w:val="%9."/>
      <w:lvlJc w:val="right"/>
      <w:pPr>
        <w:ind w:left="6562" w:hanging="180"/>
      </w:pPr>
    </w:lvl>
  </w:abstractNum>
  <w:abstractNum w:abstractNumId="225" w15:restartNumberingAfterBreak="0">
    <w:nsid w:val="4ED20DDA"/>
    <w:multiLevelType w:val="hybridMultilevel"/>
    <w:tmpl w:val="89561A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6" w15:restartNumberingAfterBreak="0">
    <w:nsid w:val="4F566CCD"/>
    <w:multiLevelType w:val="hybridMultilevel"/>
    <w:tmpl w:val="88743DE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7" w15:restartNumberingAfterBreak="0">
    <w:nsid w:val="4FCD41E2"/>
    <w:multiLevelType w:val="hybridMultilevel"/>
    <w:tmpl w:val="82F4525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8" w15:restartNumberingAfterBreak="0">
    <w:nsid w:val="50022C78"/>
    <w:multiLevelType w:val="hybridMultilevel"/>
    <w:tmpl w:val="438CB678"/>
    <w:lvl w:ilvl="0" w:tplc="04140019">
      <w:start w:val="1"/>
      <w:numFmt w:val="lowerLetter"/>
      <w:lvlText w:val="%1."/>
      <w:lvlJc w:val="left"/>
      <w:pPr>
        <w:ind w:left="1162" w:hanging="360"/>
      </w:pPr>
    </w:lvl>
    <w:lvl w:ilvl="1" w:tplc="08090019">
      <w:start w:val="1"/>
      <w:numFmt w:val="lowerLetter"/>
      <w:lvlText w:val="%2."/>
      <w:lvlJc w:val="left"/>
      <w:pPr>
        <w:ind w:left="1882" w:hanging="360"/>
      </w:pPr>
    </w:lvl>
    <w:lvl w:ilvl="2" w:tplc="0809001B" w:tentative="1">
      <w:start w:val="1"/>
      <w:numFmt w:val="lowerRoman"/>
      <w:lvlText w:val="%3."/>
      <w:lvlJc w:val="right"/>
      <w:pPr>
        <w:ind w:left="2602" w:hanging="180"/>
      </w:pPr>
    </w:lvl>
    <w:lvl w:ilvl="3" w:tplc="0809000F" w:tentative="1">
      <w:start w:val="1"/>
      <w:numFmt w:val="decimal"/>
      <w:lvlText w:val="%4."/>
      <w:lvlJc w:val="left"/>
      <w:pPr>
        <w:ind w:left="3322" w:hanging="360"/>
      </w:pPr>
    </w:lvl>
    <w:lvl w:ilvl="4" w:tplc="08090019" w:tentative="1">
      <w:start w:val="1"/>
      <w:numFmt w:val="lowerLetter"/>
      <w:lvlText w:val="%5."/>
      <w:lvlJc w:val="left"/>
      <w:pPr>
        <w:ind w:left="4042" w:hanging="360"/>
      </w:pPr>
    </w:lvl>
    <w:lvl w:ilvl="5" w:tplc="0809001B" w:tentative="1">
      <w:start w:val="1"/>
      <w:numFmt w:val="lowerRoman"/>
      <w:lvlText w:val="%6."/>
      <w:lvlJc w:val="right"/>
      <w:pPr>
        <w:ind w:left="4762" w:hanging="180"/>
      </w:pPr>
    </w:lvl>
    <w:lvl w:ilvl="6" w:tplc="0809000F" w:tentative="1">
      <w:start w:val="1"/>
      <w:numFmt w:val="decimal"/>
      <w:lvlText w:val="%7."/>
      <w:lvlJc w:val="left"/>
      <w:pPr>
        <w:ind w:left="5482" w:hanging="360"/>
      </w:pPr>
    </w:lvl>
    <w:lvl w:ilvl="7" w:tplc="08090019" w:tentative="1">
      <w:start w:val="1"/>
      <w:numFmt w:val="lowerLetter"/>
      <w:lvlText w:val="%8."/>
      <w:lvlJc w:val="left"/>
      <w:pPr>
        <w:ind w:left="6202" w:hanging="360"/>
      </w:pPr>
    </w:lvl>
    <w:lvl w:ilvl="8" w:tplc="080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29" w15:restartNumberingAfterBreak="0">
    <w:nsid w:val="50190D8A"/>
    <w:multiLevelType w:val="multilevel"/>
    <w:tmpl w:val="884A02E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50504C37"/>
    <w:multiLevelType w:val="multilevel"/>
    <w:tmpl w:val="E9866CA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1" w15:restartNumberingAfterBreak="0">
    <w:nsid w:val="51154890"/>
    <w:multiLevelType w:val="hybridMultilevel"/>
    <w:tmpl w:val="CD66785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512A70DA"/>
    <w:multiLevelType w:val="hybridMultilevel"/>
    <w:tmpl w:val="7416E81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3" w15:restartNumberingAfterBreak="0">
    <w:nsid w:val="51707518"/>
    <w:multiLevelType w:val="multilevel"/>
    <w:tmpl w:val="4BD47AC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4" w15:restartNumberingAfterBreak="0">
    <w:nsid w:val="517B21AC"/>
    <w:multiLevelType w:val="hybridMultilevel"/>
    <w:tmpl w:val="B30C5B0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5" w15:restartNumberingAfterBreak="0">
    <w:nsid w:val="51CC40DB"/>
    <w:multiLevelType w:val="hybridMultilevel"/>
    <w:tmpl w:val="818447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236" w15:restartNumberingAfterBreak="0">
    <w:nsid w:val="51D174AC"/>
    <w:multiLevelType w:val="multilevel"/>
    <w:tmpl w:val="FC62E87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7" w15:restartNumberingAfterBreak="0">
    <w:nsid w:val="52152E78"/>
    <w:multiLevelType w:val="multilevel"/>
    <w:tmpl w:val="518A77DE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238" w15:restartNumberingAfterBreak="0">
    <w:nsid w:val="53B5205B"/>
    <w:multiLevelType w:val="hybridMultilevel"/>
    <w:tmpl w:val="7E9A7F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9" w15:restartNumberingAfterBreak="0">
    <w:nsid w:val="53E24D48"/>
    <w:multiLevelType w:val="multilevel"/>
    <w:tmpl w:val="A6C2E8C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0" w15:restartNumberingAfterBreak="0">
    <w:nsid w:val="54A92BB4"/>
    <w:multiLevelType w:val="multilevel"/>
    <w:tmpl w:val="1EB68C8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54DF2CD6"/>
    <w:multiLevelType w:val="multilevel"/>
    <w:tmpl w:val="8EDE7B9C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242" w15:restartNumberingAfterBreak="0">
    <w:nsid w:val="5555538A"/>
    <w:multiLevelType w:val="hybridMultilevel"/>
    <w:tmpl w:val="2A78C75E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556D70C6"/>
    <w:multiLevelType w:val="hybridMultilevel"/>
    <w:tmpl w:val="6F207D5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4" w15:restartNumberingAfterBreak="0">
    <w:nsid w:val="55A14D7E"/>
    <w:multiLevelType w:val="hybridMultilevel"/>
    <w:tmpl w:val="29F4E28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5" w15:restartNumberingAfterBreak="0">
    <w:nsid w:val="57151636"/>
    <w:multiLevelType w:val="hybridMultilevel"/>
    <w:tmpl w:val="8A4E405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6" w15:restartNumberingAfterBreak="0">
    <w:nsid w:val="572E5A2D"/>
    <w:multiLevelType w:val="hybridMultilevel"/>
    <w:tmpl w:val="6FD0F4F6"/>
    <w:lvl w:ilvl="0" w:tplc="0414001B">
      <w:start w:val="1"/>
      <w:numFmt w:val="lowerRoman"/>
      <w:lvlText w:val="%1."/>
      <w:lvlJc w:val="right"/>
      <w:pPr>
        <w:ind w:left="1113" w:hanging="360"/>
      </w:pPr>
    </w:lvl>
    <w:lvl w:ilvl="1" w:tplc="FFFFFFFF" w:tentative="1">
      <w:start w:val="1"/>
      <w:numFmt w:val="lowerLetter"/>
      <w:lvlText w:val="%2."/>
      <w:lvlJc w:val="left"/>
      <w:pPr>
        <w:ind w:left="1833" w:hanging="360"/>
      </w:pPr>
    </w:lvl>
    <w:lvl w:ilvl="2" w:tplc="FFFFFFFF" w:tentative="1">
      <w:start w:val="1"/>
      <w:numFmt w:val="lowerRoman"/>
      <w:lvlText w:val="%3."/>
      <w:lvlJc w:val="right"/>
      <w:pPr>
        <w:ind w:left="2553" w:hanging="180"/>
      </w:pPr>
    </w:lvl>
    <w:lvl w:ilvl="3" w:tplc="FFFFFFFF" w:tentative="1">
      <w:start w:val="1"/>
      <w:numFmt w:val="decimal"/>
      <w:lvlText w:val="%4."/>
      <w:lvlJc w:val="left"/>
      <w:pPr>
        <w:ind w:left="3273" w:hanging="360"/>
      </w:pPr>
    </w:lvl>
    <w:lvl w:ilvl="4" w:tplc="FFFFFFFF" w:tentative="1">
      <w:start w:val="1"/>
      <w:numFmt w:val="lowerLetter"/>
      <w:lvlText w:val="%5."/>
      <w:lvlJc w:val="left"/>
      <w:pPr>
        <w:ind w:left="3993" w:hanging="360"/>
      </w:pPr>
    </w:lvl>
    <w:lvl w:ilvl="5" w:tplc="FFFFFFFF" w:tentative="1">
      <w:start w:val="1"/>
      <w:numFmt w:val="lowerRoman"/>
      <w:lvlText w:val="%6."/>
      <w:lvlJc w:val="right"/>
      <w:pPr>
        <w:ind w:left="4713" w:hanging="180"/>
      </w:pPr>
    </w:lvl>
    <w:lvl w:ilvl="6" w:tplc="FFFFFFFF" w:tentative="1">
      <w:start w:val="1"/>
      <w:numFmt w:val="decimal"/>
      <w:lvlText w:val="%7."/>
      <w:lvlJc w:val="left"/>
      <w:pPr>
        <w:ind w:left="5433" w:hanging="360"/>
      </w:pPr>
    </w:lvl>
    <w:lvl w:ilvl="7" w:tplc="FFFFFFFF" w:tentative="1">
      <w:start w:val="1"/>
      <w:numFmt w:val="lowerLetter"/>
      <w:lvlText w:val="%8."/>
      <w:lvlJc w:val="left"/>
      <w:pPr>
        <w:ind w:left="6153" w:hanging="360"/>
      </w:pPr>
    </w:lvl>
    <w:lvl w:ilvl="8" w:tplc="FFFFFFFF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247" w15:restartNumberingAfterBreak="0">
    <w:nsid w:val="5799543D"/>
    <w:multiLevelType w:val="hybridMultilevel"/>
    <w:tmpl w:val="15AA7F8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8" w15:restartNumberingAfterBreak="0">
    <w:nsid w:val="57E0663A"/>
    <w:multiLevelType w:val="hybridMultilevel"/>
    <w:tmpl w:val="4E5E0504"/>
    <w:lvl w:ilvl="0" w:tplc="0414001B">
      <w:start w:val="1"/>
      <w:numFmt w:val="lowerRoman"/>
      <w:lvlText w:val="%1."/>
      <w:lvlJc w:val="right"/>
      <w:pPr>
        <w:ind w:left="1114" w:hanging="360"/>
      </w:pPr>
    </w:lvl>
    <w:lvl w:ilvl="1" w:tplc="FFFFFFFF" w:tentative="1">
      <w:start w:val="1"/>
      <w:numFmt w:val="lowerLetter"/>
      <w:lvlText w:val="%2."/>
      <w:lvlJc w:val="left"/>
      <w:pPr>
        <w:ind w:left="1834" w:hanging="360"/>
      </w:pPr>
    </w:lvl>
    <w:lvl w:ilvl="2" w:tplc="FFFFFFFF" w:tentative="1">
      <w:start w:val="1"/>
      <w:numFmt w:val="lowerRoman"/>
      <w:lvlText w:val="%3."/>
      <w:lvlJc w:val="right"/>
      <w:pPr>
        <w:ind w:left="2554" w:hanging="180"/>
      </w:pPr>
    </w:lvl>
    <w:lvl w:ilvl="3" w:tplc="FFFFFFFF" w:tentative="1">
      <w:start w:val="1"/>
      <w:numFmt w:val="decimal"/>
      <w:lvlText w:val="%4."/>
      <w:lvlJc w:val="left"/>
      <w:pPr>
        <w:ind w:left="3274" w:hanging="360"/>
      </w:pPr>
    </w:lvl>
    <w:lvl w:ilvl="4" w:tplc="FFFFFFFF" w:tentative="1">
      <w:start w:val="1"/>
      <w:numFmt w:val="lowerLetter"/>
      <w:lvlText w:val="%5."/>
      <w:lvlJc w:val="left"/>
      <w:pPr>
        <w:ind w:left="3994" w:hanging="360"/>
      </w:pPr>
    </w:lvl>
    <w:lvl w:ilvl="5" w:tplc="FFFFFFFF" w:tentative="1">
      <w:start w:val="1"/>
      <w:numFmt w:val="lowerRoman"/>
      <w:lvlText w:val="%6."/>
      <w:lvlJc w:val="right"/>
      <w:pPr>
        <w:ind w:left="4714" w:hanging="180"/>
      </w:pPr>
    </w:lvl>
    <w:lvl w:ilvl="6" w:tplc="FFFFFFFF" w:tentative="1">
      <w:start w:val="1"/>
      <w:numFmt w:val="decimal"/>
      <w:lvlText w:val="%7."/>
      <w:lvlJc w:val="left"/>
      <w:pPr>
        <w:ind w:left="5434" w:hanging="360"/>
      </w:pPr>
    </w:lvl>
    <w:lvl w:ilvl="7" w:tplc="FFFFFFFF" w:tentative="1">
      <w:start w:val="1"/>
      <w:numFmt w:val="lowerLetter"/>
      <w:lvlText w:val="%8."/>
      <w:lvlJc w:val="left"/>
      <w:pPr>
        <w:ind w:left="6154" w:hanging="360"/>
      </w:pPr>
    </w:lvl>
    <w:lvl w:ilvl="8" w:tplc="FFFFFFFF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249" w15:restartNumberingAfterBreak="0">
    <w:nsid w:val="580574D2"/>
    <w:multiLevelType w:val="multilevel"/>
    <w:tmpl w:val="FFDAFCF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0" w15:restartNumberingAfterBreak="0">
    <w:nsid w:val="580B6FB2"/>
    <w:multiLevelType w:val="multilevel"/>
    <w:tmpl w:val="927C044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1" w15:restartNumberingAfterBreak="0">
    <w:nsid w:val="58451623"/>
    <w:multiLevelType w:val="hybridMultilevel"/>
    <w:tmpl w:val="4512102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2" w15:restartNumberingAfterBreak="0">
    <w:nsid w:val="58C7188F"/>
    <w:multiLevelType w:val="multilevel"/>
    <w:tmpl w:val="8168EB6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3" w15:restartNumberingAfterBreak="0">
    <w:nsid w:val="59485729"/>
    <w:multiLevelType w:val="multilevel"/>
    <w:tmpl w:val="D1CE43D4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4" w15:restartNumberingAfterBreak="0">
    <w:nsid w:val="59AD7EA4"/>
    <w:multiLevelType w:val="hybridMultilevel"/>
    <w:tmpl w:val="C590CC1A"/>
    <w:lvl w:ilvl="0" w:tplc="041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5" w15:restartNumberingAfterBreak="0">
    <w:nsid w:val="5A3F5A87"/>
    <w:multiLevelType w:val="multilevel"/>
    <w:tmpl w:val="8CD2F9E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6" w15:restartNumberingAfterBreak="0">
    <w:nsid w:val="5A72027E"/>
    <w:multiLevelType w:val="multilevel"/>
    <w:tmpl w:val="13EE1092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257" w15:restartNumberingAfterBreak="0">
    <w:nsid w:val="5AFC2DE7"/>
    <w:multiLevelType w:val="hybridMultilevel"/>
    <w:tmpl w:val="67D0265A"/>
    <w:lvl w:ilvl="0" w:tplc="4754B5A0">
      <w:start w:val="1"/>
      <w:numFmt w:val="lowerLetter"/>
      <w:lvlText w:val="(%1)"/>
      <w:lvlJc w:val="left"/>
      <w:pPr>
        <w:ind w:left="1162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82" w:hanging="360"/>
      </w:pPr>
    </w:lvl>
    <w:lvl w:ilvl="2" w:tplc="0809001B" w:tentative="1">
      <w:start w:val="1"/>
      <w:numFmt w:val="lowerRoman"/>
      <w:lvlText w:val="%3."/>
      <w:lvlJc w:val="right"/>
      <w:pPr>
        <w:ind w:left="2602" w:hanging="180"/>
      </w:pPr>
    </w:lvl>
    <w:lvl w:ilvl="3" w:tplc="0809000F" w:tentative="1">
      <w:start w:val="1"/>
      <w:numFmt w:val="decimal"/>
      <w:lvlText w:val="%4."/>
      <w:lvlJc w:val="left"/>
      <w:pPr>
        <w:ind w:left="3322" w:hanging="360"/>
      </w:pPr>
    </w:lvl>
    <w:lvl w:ilvl="4" w:tplc="08090019" w:tentative="1">
      <w:start w:val="1"/>
      <w:numFmt w:val="lowerLetter"/>
      <w:lvlText w:val="%5."/>
      <w:lvlJc w:val="left"/>
      <w:pPr>
        <w:ind w:left="4042" w:hanging="360"/>
      </w:pPr>
    </w:lvl>
    <w:lvl w:ilvl="5" w:tplc="0809001B" w:tentative="1">
      <w:start w:val="1"/>
      <w:numFmt w:val="lowerRoman"/>
      <w:lvlText w:val="%6."/>
      <w:lvlJc w:val="right"/>
      <w:pPr>
        <w:ind w:left="4762" w:hanging="180"/>
      </w:pPr>
    </w:lvl>
    <w:lvl w:ilvl="6" w:tplc="0809000F" w:tentative="1">
      <w:start w:val="1"/>
      <w:numFmt w:val="decimal"/>
      <w:lvlText w:val="%7."/>
      <w:lvlJc w:val="left"/>
      <w:pPr>
        <w:ind w:left="5482" w:hanging="360"/>
      </w:pPr>
    </w:lvl>
    <w:lvl w:ilvl="7" w:tplc="08090019" w:tentative="1">
      <w:start w:val="1"/>
      <w:numFmt w:val="lowerLetter"/>
      <w:lvlText w:val="%8."/>
      <w:lvlJc w:val="left"/>
      <w:pPr>
        <w:ind w:left="6202" w:hanging="360"/>
      </w:pPr>
    </w:lvl>
    <w:lvl w:ilvl="8" w:tplc="080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58" w15:restartNumberingAfterBreak="0">
    <w:nsid w:val="5BF16F21"/>
    <w:multiLevelType w:val="hybridMultilevel"/>
    <w:tmpl w:val="2ADEEB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5FA4" w:themeColor="text1" w:themeTint="F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5C6E2459"/>
    <w:multiLevelType w:val="hybridMultilevel"/>
    <w:tmpl w:val="55D6570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0" w15:restartNumberingAfterBreak="0">
    <w:nsid w:val="5C741B22"/>
    <w:multiLevelType w:val="multilevel"/>
    <w:tmpl w:val="40CC1DC8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1" w15:restartNumberingAfterBreak="0">
    <w:nsid w:val="5CD47009"/>
    <w:multiLevelType w:val="hybridMultilevel"/>
    <w:tmpl w:val="A93CED4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2" w15:restartNumberingAfterBreak="0">
    <w:nsid w:val="5DD050B8"/>
    <w:multiLevelType w:val="multilevel"/>
    <w:tmpl w:val="3FDC70D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3" w15:restartNumberingAfterBreak="0">
    <w:nsid w:val="5F325281"/>
    <w:multiLevelType w:val="multilevel"/>
    <w:tmpl w:val="B4DC0CB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5F70075E"/>
    <w:multiLevelType w:val="hybridMultilevel"/>
    <w:tmpl w:val="4E1257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265" w15:restartNumberingAfterBreak="0">
    <w:nsid w:val="5FA33F4E"/>
    <w:multiLevelType w:val="multilevel"/>
    <w:tmpl w:val="14C8997C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6" w15:restartNumberingAfterBreak="0">
    <w:nsid w:val="5FDF2CB9"/>
    <w:multiLevelType w:val="hybridMultilevel"/>
    <w:tmpl w:val="F44C89CC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7" w15:restartNumberingAfterBreak="0">
    <w:nsid w:val="60270090"/>
    <w:multiLevelType w:val="hybridMultilevel"/>
    <w:tmpl w:val="794844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8" w15:restartNumberingAfterBreak="0">
    <w:nsid w:val="60A3072F"/>
    <w:multiLevelType w:val="multilevel"/>
    <w:tmpl w:val="05B2E21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9" w15:restartNumberingAfterBreak="0">
    <w:nsid w:val="60E201FE"/>
    <w:multiLevelType w:val="hybridMultilevel"/>
    <w:tmpl w:val="E8F209F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" w15:restartNumberingAfterBreak="0">
    <w:nsid w:val="60F27B07"/>
    <w:multiLevelType w:val="hybridMultilevel"/>
    <w:tmpl w:val="AB4E3AB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95" w:hanging="360"/>
      </w:pPr>
    </w:lvl>
    <w:lvl w:ilvl="2" w:tplc="FFFFFFFF" w:tentative="1">
      <w:start w:val="1"/>
      <w:numFmt w:val="lowerRoman"/>
      <w:lvlText w:val="%3."/>
      <w:lvlJc w:val="right"/>
      <w:pPr>
        <w:ind w:left="2215" w:hanging="180"/>
      </w:pPr>
    </w:lvl>
    <w:lvl w:ilvl="3" w:tplc="FFFFFFFF" w:tentative="1">
      <w:start w:val="1"/>
      <w:numFmt w:val="decimal"/>
      <w:lvlText w:val="%4."/>
      <w:lvlJc w:val="left"/>
      <w:pPr>
        <w:ind w:left="2935" w:hanging="360"/>
      </w:pPr>
    </w:lvl>
    <w:lvl w:ilvl="4" w:tplc="FFFFFFFF" w:tentative="1">
      <w:start w:val="1"/>
      <w:numFmt w:val="lowerLetter"/>
      <w:lvlText w:val="%5."/>
      <w:lvlJc w:val="left"/>
      <w:pPr>
        <w:ind w:left="3655" w:hanging="360"/>
      </w:pPr>
    </w:lvl>
    <w:lvl w:ilvl="5" w:tplc="FFFFFFFF" w:tentative="1">
      <w:start w:val="1"/>
      <w:numFmt w:val="lowerRoman"/>
      <w:lvlText w:val="%6."/>
      <w:lvlJc w:val="right"/>
      <w:pPr>
        <w:ind w:left="4375" w:hanging="180"/>
      </w:pPr>
    </w:lvl>
    <w:lvl w:ilvl="6" w:tplc="FFFFFFFF" w:tentative="1">
      <w:start w:val="1"/>
      <w:numFmt w:val="decimal"/>
      <w:lvlText w:val="%7."/>
      <w:lvlJc w:val="left"/>
      <w:pPr>
        <w:ind w:left="5095" w:hanging="360"/>
      </w:pPr>
    </w:lvl>
    <w:lvl w:ilvl="7" w:tplc="FFFFFFFF" w:tentative="1">
      <w:start w:val="1"/>
      <w:numFmt w:val="lowerLetter"/>
      <w:lvlText w:val="%8."/>
      <w:lvlJc w:val="left"/>
      <w:pPr>
        <w:ind w:left="5815" w:hanging="360"/>
      </w:pPr>
    </w:lvl>
    <w:lvl w:ilvl="8" w:tplc="FFFFFFFF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271" w15:restartNumberingAfterBreak="0">
    <w:nsid w:val="61012427"/>
    <w:multiLevelType w:val="hybridMultilevel"/>
    <w:tmpl w:val="14788C62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2" w15:restartNumberingAfterBreak="0">
    <w:nsid w:val="61496C9D"/>
    <w:multiLevelType w:val="multilevel"/>
    <w:tmpl w:val="2182DF72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3" w15:restartNumberingAfterBreak="0">
    <w:nsid w:val="61803C24"/>
    <w:multiLevelType w:val="hybridMultilevel"/>
    <w:tmpl w:val="34121710"/>
    <w:lvl w:ilvl="0" w:tplc="0409001B">
      <w:start w:val="1"/>
      <w:numFmt w:val="lowerRoman"/>
      <w:lvlText w:val="%1."/>
      <w:lvlJc w:val="right"/>
      <w:pPr>
        <w:ind w:left="1115" w:hanging="360"/>
      </w:pPr>
    </w:lvl>
    <w:lvl w:ilvl="1" w:tplc="FFFFFFFF" w:tentative="1">
      <w:start w:val="1"/>
      <w:numFmt w:val="lowerLetter"/>
      <w:lvlText w:val="%2."/>
      <w:lvlJc w:val="left"/>
      <w:pPr>
        <w:ind w:left="1833" w:hanging="360"/>
      </w:pPr>
    </w:lvl>
    <w:lvl w:ilvl="2" w:tplc="FFFFFFFF" w:tentative="1">
      <w:start w:val="1"/>
      <w:numFmt w:val="lowerRoman"/>
      <w:lvlText w:val="%3."/>
      <w:lvlJc w:val="right"/>
      <w:pPr>
        <w:ind w:left="2553" w:hanging="180"/>
      </w:pPr>
    </w:lvl>
    <w:lvl w:ilvl="3" w:tplc="FFFFFFFF" w:tentative="1">
      <w:start w:val="1"/>
      <w:numFmt w:val="decimal"/>
      <w:lvlText w:val="%4."/>
      <w:lvlJc w:val="left"/>
      <w:pPr>
        <w:ind w:left="3273" w:hanging="360"/>
      </w:pPr>
    </w:lvl>
    <w:lvl w:ilvl="4" w:tplc="FFFFFFFF" w:tentative="1">
      <w:start w:val="1"/>
      <w:numFmt w:val="lowerLetter"/>
      <w:lvlText w:val="%5."/>
      <w:lvlJc w:val="left"/>
      <w:pPr>
        <w:ind w:left="3993" w:hanging="360"/>
      </w:pPr>
    </w:lvl>
    <w:lvl w:ilvl="5" w:tplc="FFFFFFFF" w:tentative="1">
      <w:start w:val="1"/>
      <w:numFmt w:val="lowerRoman"/>
      <w:lvlText w:val="%6."/>
      <w:lvlJc w:val="right"/>
      <w:pPr>
        <w:ind w:left="4713" w:hanging="180"/>
      </w:pPr>
    </w:lvl>
    <w:lvl w:ilvl="6" w:tplc="FFFFFFFF" w:tentative="1">
      <w:start w:val="1"/>
      <w:numFmt w:val="decimal"/>
      <w:lvlText w:val="%7."/>
      <w:lvlJc w:val="left"/>
      <w:pPr>
        <w:ind w:left="5433" w:hanging="360"/>
      </w:pPr>
    </w:lvl>
    <w:lvl w:ilvl="7" w:tplc="FFFFFFFF" w:tentative="1">
      <w:start w:val="1"/>
      <w:numFmt w:val="lowerLetter"/>
      <w:lvlText w:val="%8."/>
      <w:lvlJc w:val="left"/>
      <w:pPr>
        <w:ind w:left="6153" w:hanging="360"/>
      </w:pPr>
    </w:lvl>
    <w:lvl w:ilvl="8" w:tplc="FFFFFFFF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274" w15:restartNumberingAfterBreak="0">
    <w:nsid w:val="61E846D9"/>
    <w:multiLevelType w:val="multilevel"/>
    <w:tmpl w:val="C7CC69F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5" w15:restartNumberingAfterBreak="0">
    <w:nsid w:val="62191B89"/>
    <w:multiLevelType w:val="multilevel"/>
    <w:tmpl w:val="AC305EA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6" w15:restartNumberingAfterBreak="0">
    <w:nsid w:val="62260F60"/>
    <w:multiLevelType w:val="hybridMultilevel"/>
    <w:tmpl w:val="331291A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7" w15:restartNumberingAfterBreak="0">
    <w:nsid w:val="624F4E3C"/>
    <w:multiLevelType w:val="multilevel"/>
    <w:tmpl w:val="D8B8B85E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78" w15:restartNumberingAfterBreak="0">
    <w:nsid w:val="629D6774"/>
    <w:multiLevelType w:val="hybridMultilevel"/>
    <w:tmpl w:val="FEB290F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9" w15:restartNumberingAfterBreak="0">
    <w:nsid w:val="62A0637D"/>
    <w:multiLevelType w:val="hybridMultilevel"/>
    <w:tmpl w:val="DBDAE334"/>
    <w:lvl w:ilvl="0" w:tplc="0414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 w15:restartNumberingAfterBreak="0">
    <w:nsid w:val="62CC6A21"/>
    <w:multiLevelType w:val="hybridMultilevel"/>
    <w:tmpl w:val="41583B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94DB16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1" w15:restartNumberingAfterBreak="0">
    <w:nsid w:val="62E532C8"/>
    <w:multiLevelType w:val="multilevel"/>
    <w:tmpl w:val="F8B85B4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2" w15:restartNumberingAfterBreak="0">
    <w:nsid w:val="648519D5"/>
    <w:multiLevelType w:val="hybridMultilevel"/>
    <w:tmpl w:val="36908A2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3" w15:restartNumberingAfterBreak="0">
    <w:nsid w:val="64C94ADD"/>
    <w:multiLevelType w:val="singleLevel"/>
    <w:tmpl w:val="04090019"/>
    <w:lvl w:ilvl="0">
      <w:start w:val="1"/>
      <w:numFmt w:val="lowerLetter"/>
      <w:lvlText w:val="%1."/>
      <w:lvlJc w:val="left"/>
      <w:pPr>
        <w:ind w:left="720" w:hanging="360"/>
      </w:pPr>
    </w:lvl>
  </w:abstractNum>
  <w:abstractNum w:abstractNumId="284" w15:restartNumberingAfterBreak="0">
    <w:nsid w:val="64FB3A63"/>
    <w:multiLevelType w:val="hybridMultilevel"/>
    <w:tmpl w:val="6C94C9C6"/>
    <w:lvl w:ilvl="0" w:tplc="0414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5" w15:restartNumberingAfterBreak="0">
    <w:nsid w:val="65024CCD"/>
    <w:multiLevelType w:val="hybridMultilevel"/>
    <w:tmpl w:val="B7D4EAA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6" w15:restartNumberingAfterBreak="0">
    <w:nsid w:val="656066B3"/>
    <w:multiLevelType w:val="multilevel"/>
    <w:tmpl w:val="AB3A501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7" w15:restartNumberingAfterBreak="0">
    <w:nsid w:val="65872901"/>
    <w:multiLevelType w:val="hybridMultilevel"/>
    <w:tmpl w:val="A25C2BDE"/>
    <w:lvl w:ilvl="0" w:tplc="4B9E61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8" w15:restartNumberingAfterBreak="0">
    <w:nsid w:val="65C05475"/>
    <w:multiLevelType w:val="hybridMultilevel"/>
    <w:tmpl w:val="6A18BC1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9" w15:restartNumberingAfterBreak="0">
    <w:nsid w:val="661B6664"/>
    <w:multiLevelType w:val="multilevel"/>
    <w:tmpl w:val="FF1EDE1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663B2CA1"/>
    <w:multiLevelType w:val="hybridMultilevel"/>
    <w:tmpl w:val="E616964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66BC0B57"/>
    <w:multiLevelType w:val="multilevel"/>
    <w:tmpl w:val="5A24816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2" w15:restartNumberingAfterBreak="0">
    <w:nsid w:val="672A120A"/>
    <w:multiLevelType w:val="hybridMultilevel"/>
    <w:tmpl w:val="49D01176"/>
    <w:lvl w:ilvl="0" w:tplc="FFFFFFFF">
      <w:start w:val="1"/>
      <w:numFmt w:val="decimal"/>
      <w:lvlText w:val="%1."/>
      <w:lvlJc w:val="left"/>
      <w:pPr>
        <w:ind w:left="1113" w:hanging="360"/>
      </w:pPr>
    </w:lvl>
    <w:lvl w:ilvl="1" w:tplc="FFFFFFFF">
      <w:start w:val="1"/>
      <w:numFmt w:val="lowerLetter"/>
      <w:lvlText w:val="%2."/>
      <w:lvlJc w:val="left"/>
      <w:pPr>
        <w:ind w:left="1833" w:hanging="360"/>
      </w:pPr>
    </w:lvl>
    <w:lvl w:ilvl="2" w:tplc="00000000">
      <w:start w:val="1"/>
      <w:numFmt w:val="lowerRoman"/>
      <w:lvlText w:val="%3."/>
      <w:lvlJc w:val="right"/>
      <w:pPr>
        <w:ind w:left="2733" w:hanging="360"/>
      </w:pPr>
    </w:lvl>
    <w:lvl w:ilvl="3" w:tplc="FFFFFFFF">
      <w:start w:val="1"/>
      <w:numFmt w:val="decimal"/>
      <w:lvlText w:val="%4."/>
      <w:lvlJc w:val="left"/>
      <w:pPr>
        <w:ind w:left="3273" w:hanging="360"/>
      </w:pPr>
    </w:lvl>
    <w:lvl w:ilvl="4" w:tplc="FFFFFFFF" w:tentative="1">
      <w:start w:val="1"/>
      <w:numFmt w:val="lowerLetter"/>
      <w:lvlText w:val="%5."/>
      <w:lvlJc w:val="left"/>
      <w:pPr>
        <w:ind w:left="3993" w:hanging="360"/>
      </w:pPr>
    </w:lvl>
    <w:lvl w:ilvl="5" w:tplc="FFFFFFFF" w:tentative="1">
      <w:start w:val="1"/>
      <w:numFmt w:val="lowerRoman"/>
      <w:lvlText w:val="%6."/>
      <w:lvlJc w:val="right"/>
      <w:pPr>
        <w:ind w:left="4713" w:hanging="180"/>
      </w:pPr>
    </w:lvl>
    <w:lvl w:ilvl="6" w:tplc="FFFFFFFF" w:tentative="1">
      <w:start w:val="1"/>
      <w:numFmt w:val="decimal"/>
      <w:lvlText w:val="%7."/>
      <w:lvlJc w:val="left"/>
      <w:pPr>
        <w:ind w:left="5433" w:hanging="360"/>
      </w:pPr>
    </w:lvl>
    <w:lvl w:ilvl="7" w:tplc="FFFFFFFF" w:tentative="1">
      <w:start w:val="1"/>
      <w:numFmt w:val="lowerLetter"/>
      <w:lvlText w:val="%8."/>
      <w:lvlJc w:val="left"/>
      <w:pPr>
        <w:ind w:left="6153" w:hanging="360"/>
      </w:pPr>
    </w:lvl>
    <w:lvl w:ilvl="8" w:tplc="FFFFFFFF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293" w15:restartNumberingAfterBreak="0">
    <w:nsid w:val="676316CE"/>
    <w:multiLevelType w:val="multilevel"/>
    <w:tmpl w:val="8834A32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4" w15:restartNumberingAfterBreak="0">
    <w:nsid w:val="678E7C94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5" w15:restartNumberingAfterBreak="0">
    <w:nsid w:val="679875C4"/>
    <w:multiLevelType w:val="hybridMultilevel"/>
    <w:tmpl w:val="ABF0CC8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6" w15:restartNumberingAfterBreak="0">
    <w:nsid w:val="67E46B6A"/>
    <w:multiLevelType w:val="multilevel"/>
    <w:tmpl w:val="EE860A6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7" w15:restartNumberingAfterBreak="0">
    <w:nsid w:val="688D2A32"/>
    <w:multiLevelType w:val="hybridMultilevel"/>
    <w:tmpl w:val="0582A868"/>
    <w:lvl w:ilvl="0" w:tplc="0409001B">
      <w:start w:val="1"/>
      <w:numFmt w:val="lowerRoman"/>
      <w:lvlText w:val="%1."/>
      <w:lvlJc w:val="right"/>
      <w:pPr>
        <w:ind w:left="1115" w:hanging="360"/>
      </w:pPr>
    </w:lvl>
    <w:lvl w:ilvl="1" w:tplc="04090019" w:tentative="1">
      <w:start w:val="1"/>
      <w:numFmt w:val="lowerLetter"/>
      <w:lvlText w:val="%2."/>
      <w:lvlJc w:val="left"/>
      <w:pPr>
        <w:ind w:left="1835" w:hanging="360"/>
      </w:pPr>
    </w:lvl>
    <w:lvl w:ilvl="2" w:tplc="0409001B" w:tentative="1">
      <w:start w:val="1"/>
      <w:numFmt w:val="lowerRoman"/>
      <w:lvlText w:val="%3."/>
      <w:lvlJc w:val="right"/>
      <w:pPr>
        <w:ind w:left="2555" w:hanging="180"/>
      </w:pPr>
    </w:lvl>
    <w:lvl w:ilvl="3" w:tplc="0409000F" w:tentative="1">
      <w:start w:val="1"/>
      <w:numFmt w:val="decimal"/>
      <w:lvlText w:val="%4."/>
      <w:lvlJc w:val="left"/>
      <w:pPr>
        <w:ind w:left="3275" w:hanging="360"/>
      </w:pPr>
    </w:lvl>
    <w:lvl w:ilvl="4" w:tplc="04090019" w:tentative="1">
      <w:start w:val="1"/>
      <w:numFmt w:val="lowerLetter"/>
      <w:lvlText w:val="%5."/>
      <w:lvlJc w:val="left"/>
      <w:pPr>
        <w:ind w:left="3995" w:hanging="360"/>
      </w:pPr>
    </w:lvl>
    <w:lvl w:ilvl="5" w:tplc="0409001B" w:tentative="1">
      <w:start w:val="1"/>
      <w:numFmt w:val="lowerRoman"/>
      <w:lvlText w:val="%6."/>
      <w:lvlJc w:val="right"/>
      <w:pPr>
        <w:ind w:left="4715" w:hanging="180"/>
      </w:pPr>
    </w:lvl>
    <w:lvl w:ilvl="6" w:tplc="0409000F" w:tentative="1">
      <w:start w:val="1"/>
      <w:numFmt w:val="decimal"/>
      <w:lvlText w:val="%7."/>
      <w:lvlJc w:val="left"/>
      <w:pPr>
        <w:ind w:left="5435" w:hanging="360"/>
      </w:pPr>
    </w:lvl>
    <w:lvl w:ilvl="7" w:tplc="04090019" w:tentative="1">
      <w:start w:val="1"/>
      <w:numFmt w:val="lowerLetter"/>
      <w:lvlText w:val="%8."/>
      <w:lvlJc w:val="left"/>
      <w:pPr>
        <w:ind w:left="6155" w:hanging="360"/>
      </w:pPr>
    </w:lvl>
    <w:lvl w:ilvl="8" w:tplc="0409001B" w:tentative="1">
      <w:start w:val="1"/>
      <w:numFmt w:val="lowerRoman"/>
      <w:lvlText w:val="%9."/>
      <w:lvlJc w:val="right"/>
      <w:pPr>
        <w:ind w:left="6875" w:hanging="180"/>
      </w:pPr>
    </w:lvl>
  </w:abstractNum>
  <w:abstractNum w:abstractNumId="298" w15:restartNumberingAfterBreak="0">
    <w:nsid w:val="688D3B98"/>
    <w:multiLevelType w:val="hybridMultilevel"/>
    <w:tmpl w:val="9F5E685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9" w15:restartNumberingAfterBreak="0">
    <w:nsid w:val="689E3EF1"/>
    <w:multiLevelType w:val="multilevel"/>
    <w:tmpl w:val="435C8C8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0" w15:restartNumberingAfterBreak="0">
    <w:nsid w:val="693E48E3"/>
    <w:multiLevelType w:val="hybridMultilevel"/>
    <w:tmpl w:val="437C6D1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1" w15:restartNumberingAfterBreak="0">
    <w:nsid w:val="694845EF"/>
    <w:multiLevelType w:val="hybridMultilevel"/>
    <w:tmpl w:val="C1C892A0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4001B">
      <w:start w:val="1"/>
      <w:numFmt w:val="lowerRoman"/>
      <w:lvlText w:val="%4."/>
      <w:lvlJc w:val="right"/>
      <w:pPr>
        <w:ind w:left="1111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2" w15:restartNumberingAfterBreak="0">
    <w:nsid w:val="698B544E"/>
    <w:multiLevelType w:val="hybridMultilevel"/>
    <w:tmpl w:val="13E0F42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 w15:restartNumberingAfterBreak="0">
    <w:nsid w:val="69E66BEE"/>
    <w:multiLevelType w:val="hybridMultilevel"/>
    <w:tmpl w:val="8A4624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color w:val="00C2F7" w:themeColor="accent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4" w15:restartNumberingAfterBreak="0">
    <w:nsid w:val="6A9A51CF"/>
    <w:multiLevelType w:val="hybridMultilevel"/>
    <w:tmpl w:val="22325008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4001B">
      <w:start w:val="1"/>
      <w:numFmt w:val="lowerRoman"/>
      <w:lvlText w:val="%3."/>
      <w:lvlJc w:val="right"/>
      <w:pPr>
        <w:ind w:left="1111" w:hanging="360"/>
      </w:pPr>
    </w:lvl>
    <w:lvl w:ilvl="3" w:tplc="FFFFFFFF">
      <w:start w:val="1"/>
      <w:numFmt w:val="upperRoman"/>
      <w:lvlText w:val="%4."/>
      <w:lvlJc w:val="righ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6C16653F"/>
    <w:multiLevelType w:val="hybridMultilevel"/>
    <w:tmpl w:val="DE0041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6" w15:restartNumberingAfterBreak="0">
    <w:nsid w:val="6C3A4BD4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7" w15:restartNumberingAfterBreak="0">
    <w:nsid w:val="6C747300"/>
    <w:multiLevelType w:val="hybridMultilevel"/>
    <w:tmpl w:val="4A700DC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8" w15:restartNumberingAfterBreak="0">
    <w:nsid w:val="6C8501F1"/>
    <w:multiLevelType w:val="hybridMultilevel"/>
    <w:tmpl w:val="3A960384"/>
    <w:lvl w:ilvl="0" w:tplc="3076A95E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  <w:color w:val="009DDC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9" w15:restartNumberingAfterBreak="0">
    <w:nsid w:val="6CFF3713"/>
    <w:multiLevelType w:val="hybridMultilevel"/>
    <w:tmpl w:val="AAB0B50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0" w15:restartNumberingAfterBreak="0">
    <w:nsid w:val="6D342125"/>
    <w:multiLevelType w:val="hybridMultilevel"/>
    <w:tmpl w:val="8EE68C5E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1" w15:restartNumberingAfterBreak="0">
    <w:nsid w:val="6D885B90"/>
    <w:multiLevelType w:val="hybridMultilevel"/>
    <w:tmpl w:val="E12879EA"/>
    <w:lvl w:ilvl="0" w:tplc="7AB4D61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00C2F7" w:themeColor="accent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6DB74780"/>
    <w:multiLevelType w:val="multilevel"/>
    <w:tmpl w:val="7026BD3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3" w15:restartNumberingAfterBreak="0">
    <w:nsid w:val="6E5C200F"/>
    <w:multiLevelType w:val="hybridMultilevel"/>
    <w:tmpl w:val="7806130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4" w15:restartNumberingAfterBreak="0">
    <w:nsid w:val="6E7E30D3"/>
    <w:multiLevelType w:val="hybridMultilevel"/>
    <w:tmpl w:val="B4663490"/>
    <w:lvl w:ilvl="0" w:tplc="0414001B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5" w15:restartNumberingAfterBreak="0">
    <w:nsid w:val="6E8C454A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6" w15:restartNumberingAfterBreak="0">
    <w:nsid w:val="6E9B7AF2"/>
    <w:multiLevelType w:val="multilevel"/>
    <w:tmpl w:val="C346DC2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7" w15:restartNumberingAfterBreak="0">
    <w:nsid w:val="6F91539E"/>
    <w:multiLevelType w:val="hybridMultilevel"/>
    <w:tmpl w:val="1554874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8" w15:restartNumberingAfterBreak="0">
    <w:nsid w:val="6FBA0F43"/>
    <w:multiLevelType w:val="hybridMultilevel"/>
    <w:tmpl w:val="72B290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9" w15:restartNumberingAfterBreak="0">
    <w:nsid w:val="6FCA561C"/>
    <w:multiLevelType w:val="hybridMultilevel"/>
    <w:tmpl w:val="09C29D7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0" w15:restartNumberingAfterBreak="0">
    <w:nsid w:val="6FEC0B27"/>
    <w:multiLevelType w:val="hybridMultilevel"/>
    <w:tmpl w:val="1F16FA9E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1" w15:restartNumberingAfterBreak="0">
    <w:nsid w:val="704B31DB"/>
    <w:multiLevelType w:val="hybridMultilevel"/>
    <w:tmpl w:val="DBB2C3F2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4001B">
      <w:start w:val="1"/>
      <w:numFmt w:val="lowerRoman"/>
      <w:lvlText w:val="%4."/>
      <w:lvlJc w:val="right"/>
      <w:pPr>
        <w:ind w:left="1111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7077544F"/>
    <w:multiLevelType w:val="hybridMultilevel"/>
    <w:tmpl w:val="30C2D25C"/>
    <w:lvl w:ilvl="0" w:tplc="4754B5A0">
      <w:start w:val="1"/>
      <w:numFmt w:val="lowerLetter"/>
      <w:lvlText w:val="(%1)"/>
      <w:lvlJc w:val="left"/>
      <w:pPr>
        <w:ind w:left="1162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82" w:hanging="360"/>
      </w:pPr>
    </w:lvl>
    <w:lvl w:ilvl="2" w:tplc="0809001B" w:tentative="1">
      <w:start w:val="1"/>
      <w:numFmt w:val="lowerRoman"/>
      <w:lvlText w:val="%3."/>
      <w:lvlJc w:val="right"/>
      <w:pPr>
        <w:ind w:left="2602" w:hanging="180"/>
      </w:pPr>
    </w:lvl>
    <w:lvl w:ilvl="3" w:tplc="0809000F" w:tentative="1">
      <w:start w:val="1"/>
      <w:numFmt w:val="decimal"/>
      <w:lvlText w:val="%4."/>
      <w:lvlJc w:val="left"/>
      <w:pPr>
        <w:ind w:left="3322" w:hanging="360"/>
      </w:pPr>
    </w:lvl>
    <w:lvl w:ilvl="4" w:tplc="08090019" w:tentative="1">
      <w:start w:val="1"/>
      <w:numFmt w:val="lowerLetter"/>
      <w:lvlText w:val="%5."/>
      <w:lvlJc w:val="left"/>
      <w:pPr>
        <w:ind w:left="4042" w:hanging="360"/>
      </w:pPr>
    </w:lvl>
    <w:lvl w:ilvl="5" w:tplc="0809001B" w:tentative="1">
      <w:start w:val="1"/>
      <w:numFmt w:val="lowerRoman"/>
      <w:lvlText w:val="%6."/>
      <w:lvlJc w:val="right"/>
      <w:pPr>
        <w:ind w:left="4762" w:hanging="180"/>
      </w:pPr>
    </w:lvl>
    <w:lvl w:ilvl="6" w:tplc="0809000F" w:tentative="1">
      <w:start w:val="1"/>
      <w:numFmt w:val="decimal"/>
      <w:lvlText w:val="%7."/>
      <w:lvlJc w:val="left"/>
      <w:pPr>
        <w:ind w:left="5482" w:hanging="360"/>
      </w:pPr>
    </w:lvl>
    <w:lvl w:ilvl="7" w:tplc="08090019" w:tentative="1">
      <w:start w:val="1"/>
      <w:numFmt w:val="lowerLetter"/>
      <w:lvlText w:val="%8."/>
      <w:lvlJc w:val="left"/>
      <w:pPr>
        <w:ind w:left="6202" w:hanging="360"/>
      </w:pPr>
    </w:lvl>
    <w:lvl w:ilvl="8" w:tplc="080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23" w15:restartNumberingAfterBreak="0">
    <w:nsid w:val="70970E06"/>
    <w:multiLevelType w:val="multilevel"/>
    <w:tmpl w:val="A9C8E624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4" w15:restartNumberingAfterBreak="0">
    <w:nsid w:val="70D73DE1"/>
    <w:multiLevelType w:val="multilevel"/>
    <w:tmpl w:val="8E14F61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5" w15:restartNumberingAfterBreak="0">
    <w:nsid w:val="71812997"/>
    <w:multiLevelType w:val="hybridMultilevel"/>
    <w:tmpl w:val="717E6E52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6" w15:restartNumberingAfterBreak="0">
    <w:nsid w:val="719E0303"/>
    <w:multiLevelType w:val="hybridMultilevel"/>
    <w:tmpl w:val="D2BC37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5FA4" w:themeColor="text1" w:themeTint="F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7" w15:restartNumberingAfterBreak="0">
    <w:nsid w:val="72987326"/>
    <w:multiLevelType w:val="multilevel"/>
    <w:tmpl w:val="426481E8"/>
    <w:lvl w:ilvl="0">
      <w:start w:val="1"/>
      <w:numFmt w:val="lowerRoman"/>
      <w:lvlText w:val="%1."/>
      <w:lvlJc w:val="right"/>
      <w:pPr>
        <w:ind w:left="111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62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328" w15:restartNumberingAfterBreak="0">
    <w:nsid w:val="72E50F1B"/>
    <w:multiLevelType w:val="hybridMultilevel"/>
    <w:tmpl w:val="DBE46232"/>
    <w:lvl w:ilvl="0" w:tplc="68F282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5592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9" w15:restartNumberingAfterBreak="0">
    <w:nsid w:val="73A95E27"/>
    <w:multiLevelType w:val="hybridMultilevel"/>
    <w:tmpl w:val="3CD4FD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0" w15:restartNumberingAfterBreak="0">
    <w:nsid w:val="7489046E"/>
    <w:multiLevelType w:val="multilevel"/>
    <w:tmpl w:val="6A98DA98"/>
    <w:styleLink w:val="CurrentList7"/>
    <w:lvl w:ilvl="0">
      <w:start w:val="1"/>
      <w:numFmt w:val="decimal"/>
      <w:lvlText w:val="%1."/>
      <w:lvlJc w:val="left"/>
      <w:pPr>
        <w:ind w:left="1050" w:hanging="710"/>
      </w:pPr>
      <w:rPr>
        <w:rFonts w:ascii="Oswald SemiBold" w:hAnsi="Oswald SemiBold" w:hint="default"/>
        <w:b w:val="0"/>
        <w:i w:val="0"/>
        <w:color w:val="00548E" w:themeColor="accent1"/>
        <w:sz w:val="68"/>
        <w:u w:color="005592" w:themeColor="text1"/>
      </w:rPr>
    </w:lvl>
    <w:lvl w:ilvl="1">
      <w:start w:val="1"/>
      <w:numFmt w:val="lowerLetter"/>
      <w:lvlText w:val="%2."/>
      <w:lvlJc w:val="left"/>
      <w:pPr>
        <w:ind w:left="1770" w:hanging="360"/>
      </w:pPr>
    </w:lvl>
    <w:lvl w:ilvl="2">
      <w:start w:val="1"/>
      <w:numFmt w:val="lowerRoman"/>
      <w:lvlText w:val="%3."/>
      <w:lvlJc w:val="right"/>
      <w:pPr>
        <w:ind w:left="2490" w:hanging="180"/>
      </w:pPr>
    </w:lvl>
    <w:lvl w:ilvl="3">
      <w:start w:val="1"/>
      <w:numFmt w:val="decimal"/>
      <w:lvlText w:val="%4."/>
      <w:lvlJc w:val="left"/>
      <w:pPr>
        <w:ind w:left="3210" w:hanging="360"/>
      </w:pPr>
    </w:lvl>
    <w:lvl w:ilvl="4">
      <w:start w:val="1"/>
      <w:numFmt w:val="lowerLetter"/>
      <w:lvlText w:val="%5."/>
      <w:lvlJc w:val="left"/>
      <w:pPr>
        <w:ind w:left="3930" w:hanging="360"/>
      </w:pPr>
    </w:lvl>
    <w:lvl w:ilvl="5">
      <w:start w:val="1"/>
      <w:numFmt w:val="lowerRoman"/>
      <w:lvlText w:val="%6."/>
      <w:lvlJc w:val="right"/>
      <w:pPr>
        <w:ind w:left="4650" w:hanging="180"/>
      </w:pPr>
    </w:lvl>
    <w:lvl w:ilvl="6">
      <w:start w:val="1"/>
      <w:numFmt w:val="decimal"/>
      <w:lvlText w:val="%7."/>
      <w:lvlJc w:val="left"/>
      <w:pPr>
        <w:ind w:left="5370" w:hanging="360"/>
      </w:pPr>
    </w:lvl>
    <w:lvl w:ilvl="7">
      <w:start w:val="1"/>
      <w:numFmt w:val="lowerLetter"/>
      <w:lvlText w:val="%8."/>
      <w:lvlJc w:val="left"/>
      <w:pPr>
        <w:ind w:left="6090" w:hanging="360"/>
      </w:pPr>
    </w:lvl>
    <w:lvl w:ilvl="8">
      <w:start w:val="1"/>
      <w:numFmt w:val="lowerRoman"/>
      <w:lvlText w:val="%9."/>
      <w:lvlJc w:val="right"/>
      <w:pPr>
        <w:ind w:left="6810" w:hanging="180"/>
      </w:pPr>
    </w:lvl>
  </w:abstractNum>
  <w:abstractNum w:abstractNumId="331" w15:restartNumberingAfterBreak="0">
    <w:nsid w:val="74DF6432"/>
    <w:multiLevelType w:val="hybridMultilevel"/>
    <w:tmpl w:val="9DD46DE8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2" w15:restartNumberingAfterBreak="0">
    <w:nsid w:val="7598252D"/>
    <w:multiLevelType w:val="hybridMultilevel"/>
    <w:tmpl w:val="50BE0D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333" w15:restartNumberingAfterBreak="0">
    <w:nsid w:val="76EF1250"/>
    <w:multiLevelType w:val="hybridMultilevel"/>
    <w:tmpl w:val="81842C8E"/>
    <w:lvl w:ilvl="0" w:tplc="C16CF88C">
      <w:start w:val="1"/>
      <w:numFmt w:val="decimal"/>
      <w:pStyle w:val="NumberedList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4" w15:restartNumberingAfterBreak="0">
    <w:nsid w:val="76FB3DBF"/>
    <w:multiLevelType w:val="multilevel"/>
    <w:tmpl w:val="260CDEA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5" w15:restartNumberingAfterBreak="0">
    <w:nsid w:val="773C7BB0"/>
    <w:multiLevelType w:val="hybridMultilevel"/>
    <w:tmpl w:val="5B68228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6" w15:restartNumberingAfterBreak="0">
    <w:nsid w:val="773E62A2"/>
    <w:multiLevelType w:val="multilevel"/>
    <w:tmpl w:val="38322D46"/>
    <w:lvl w:ilvl="0">
      <w:start w:val="1"/>
      <w:numFmt w:val="lowerRoman"/>
      <w:lvlText w:val="%1."/>
      <w:lvlJc w:val="right"/>
      <w:pPr>
        <w:ind w:left="111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62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337" w15:restartNumberingAfterBreak="0">
    <w:nsid w:val="777335C4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8" w15:restartNumberingAfterBreak="0">
    <w:nsid w:val="778C056B"/>
    <w:multiLevelType w:val="hybridMultilevel"/>
    <w:tmpl w:val="49C81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5FA4" w:themeColor="text1" w:themeTint="F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9" w15:restartNumberingAfterBreak="0">
    <w:nsid w:val="77F53A51"/>
    <w:multiLevelType w:val="hybridMultilevel"/>
    <w:tmpl w:val="35C4239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0" w15:restartNumberingAfterBreak="0">
    <w:nsid w:val="78AE7DD5"/>
    <w:multiLevelType w:val="multilevel"/>
    <w:tmpl w:val="6DACD92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1" w15:restartNumberingAfterBreak="0">
    <w:nsid w:val="795C0A0B"/>
    <w:multiLevelType w:val="hybridMultilevel"/>
    <w:tmpl w:val="B04C054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2" w15:restartNumberingAfterBreak="0">
    <w:nsid w:val="79916FF1"/>
    <w:multiLevelType w:val="multilevel"/>
    <w:tmpl w:val="FCE6AC6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3" w15:restartNumberingAfterBreak="0">
    <w:nsid w:val="79947E31"/>
    <w:multiLevelType w:val="hybridMultilevel"/>
    <w:tmpl w:val="DEC01CDE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4001B">
      <w:start w:val="1"/>
      <w:numFmt w:val="lowerRoman"/>
      <w:lvlText w:val="%4."/>
      <w:lvlJc w:val="right"/>
      <w:pPr>
        <w:ind w:left="1111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4" w15:restartNumberingAfterBreak="0">
    <w:nsid w:val="79D82FD5"/>
    <w:multiLevelType w:val="multilevel"/>
    <w:tmpl w:val="ACF4AD4E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345" w15:restartNumberingAfterBreak="0">
    <w:nsid w:val="7A847C90"/>
    <w:multiLevelType w:val="multilevel"/>
    <w:tmpl w:val="98DE14A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6" w15:restartNumberingAfterBreak="0">
    <w:nsid w:val="7B3165BD"/>
    <w:multiLevelType w:val="hybridMultilevel"/>
    <w:tmpl w:val="5BA2CEB6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4001B">
      <w:start w:val="1"/>
      <w:numFmt w:val="lowerRoman"/>
      <w:lvlText w:val="%4."/>
      <w:lvlJc w:val="right"/>
      <w:pPr>
        <w:ind w:left="1111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7" w15:restartNumberingAfterBreak="0">
    <w:nsid w:val="7B941FE3"/>
    <w:multiLevelType w:val="hybridMultilevel"/>
    <w:tmpl w:val="4E7A0048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8" w15:restartNumberingAfterBreak="0">
    <w:nsid w:val="7C146D65"/>
    <w:multiLevelType w:val="multilevel"/>
    <w:tmpl w:val="3C66A9A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9" w15:restartNumberingAfterBreak="0">
    <w:nsid w:val="7C8F3B2A"/>
    <w:multiLevelType w:val="hybridMultilevel"/>
    <w:tmpl w:val="3B603802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0" w15:restartNumberingAfterBreak="0">
    <w:nsid w:val="7C924F52"/>
    <w:multiLevelType w:val="hybridMultilevel"/>
    <w:tmpl w:val="3460AD36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1" w15:restartNumberingAfterBreak="0">
    <w:nsid w:val="7D737523"/>
    <w:multiLevelType w:val="hybridMultilevel"/>
    <w:tmpl w:val="882A1F8A"/>
    <w:lvl w:ilvl="0" w:tplc="4A226440">
      <w:start w:val="1"/>
      <w:numFmt w:val="decimal"/>
      <w:lvlText w:val="%1."/>
      <w:lvlJc w:val="left"/>
      <w:pPr>
        <w:ind w:left="1050" w:hanging="710"/>
      </w:pPr>
    </w:lvl>
    <w:lvl w:ilvl="1" w:tplc="08090019" w:tentative="1">
      <w:start w:val="1"/>
      <w:numFmt w:val="lowerLetter"/>
      <w:lvlText w:val="%2."/>
      <w:lvlJc w:val="left"/>
      <w:pPr>
        <w:ind w:left="1770" w:hanging="360"/>
      </w:pPr>
    </w:lvl>
    <w:lvl w:ilvl="2" w:tplc="0809001B" w:tentative="1">
      <w:start w:val="1"/>
      <w:numFmt w:val="lowerRoman"/>
      <w:lvlText w:val="%3."/>
      <w:lvlJc w:val="right"/>
      <w:pPr>
        <w:ind w:left="2490" w:hanging="180"/>
      </w:pPr>
    </w:lvl>
    <w:lvl w:ilvl="3" w:tplc="0809000F" w:tentative="1">
      <w:start w:val="1"/>
      <w:numFmt w:val="decimal"/>
      <w:lvlText w:val="%4."/>
      <w:lvlJc w:val="left"/>
      <w:pPr>
        <w:ind w:left="3210" w:hanging="360"/>
      </w:pPr>
    </w:lvl>
    <w:lvl w:ilvl="4" w:tplc="08090019" w:tentative="1">
      <w:start w:val="1"/>
      <w:numFmt w:val="lowerLetter"/>
      <w:lvlText w:val="%5."/>
      <w:lvlJc w:val="left"/>
      <w:pPr>
        <w:ind w:left="3930" w:hanging="360"/>
      </w:pPr>
    </w:lvl>
    <w:lvl w:ilvl="5" w:tplc="0809001B" w:tentative="1">
      <w:start w:val="1"/>
      <w:numFmt w:val="lowerRoman"/>
      <w:lvlText w:val="%6."/>
      <w:lvlJc w:val="right"/>
      <w:pPr>
        <w:ind w:left="4650" w:hanging="180"/>
      </w:pPr>
    </w:lvl>
    <w:lvl w:ilvl="6" w:tplc="0809000F" w:tentative="1">
      <w:start w:val="1"/>
      <w:numFmt w:val="decimal"/>
      <w:lvlText w:val="%7."/>
      <w:lvlJc w:val="left"/>
      <w:pPr>
        <w:ind w:left="5370" w:hanging="360"/>
      </w:pPr>
    </w:lvl>
    <w:lvl w:ilvl="7" w:tplc="08090019" w:tentative="1">
      <w:start w:val="1"/>
      <w:numFmt w:val="lowerLetter"/>
      <w:lvlText w:val="%8."/>
      <w:lvlJc w:val="left"/>
      <w:pPr>
        <w:ind w:left="6090" w:hanging="360"/>
      </w:pPr>
    </w:lvl>
    <w:lvl w:ilvl="8" w:tplc="080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352" w15:restartNumberingAfterBreak="0">
    <w:nsid w:val="7D8C4A6B"/>
    <w:multiLevelType w:val="hybridMultilevel"/>
    <w:tmpl w:val="4B7A18E2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3" w15:restartNumberingAfterBreak="0">
    <w:nsid w:val="7D980EF7"/>
    <w:multiLevelType w:val="hybridMultilevel"/>
    <w:tmpl w:val="99B2BD48"/>
    <w:lvl w:ilvl="0" w:tplc="04140019">
      <w:start w:val="1"/>
      <w:numFmt w:val="lowerLetter"/>
      <w:lvlText w:val="%1."/>
      <w:lvlJc w:val="left"/>
      <w:pPr>
        <w:ind w:left="1162" w:hanging="360"/>
      </w:pPr>
    </w:lvl>
    <w:lvl w:ilvl="1" w:tplc="08090019">
      <w:start w:val="1"/>
      <w:numFmt w:val="lowerLetter"/>
      <w:lvlText w:val="%2."/>
      <w:lvlJc w:val="left"/>
      <w:pPr>
        <w:ind w:left="1882" w:hanging="360"/>
      </w:pPr>
    </w:lvl>
    <w:lvl w:ilvl="2" w:tplc="0809001B" w:tentative="1">
      <w:start w:val="1"/>
      <w:numFmt w:val="lowerRoman"/>
      <w:lvlText w:val="%3."/>
      <w:lvlJc w:val="right"/>
      <w:pPr>
        <w:ind w:left="2602" w:hanging="180"/>
      </w:pPr>
    </w:lvl>
    <w:lvl w:ilvl="3" w:tplc="0809000F" w:tentative="1">
      <w:start w:val="1"/>
      <w:numFmt w:val="decimal"/>
      <w:lvlText w:val="%4."/>
      <w:lvlJc w:val="left"/>
      <w:pPr>
        <w:ind w:left="3322" w:hanging="360"/>
      </w:pPr>
    </w:lvl>
    <w:lvl w:ilvl="4" w:tplc="08090019" w:tentative="1">
      <w:start w:val="1"/>
      <w:numFmt w:val="lowerLetter"/>
      <w:lvlText w:val="%5."/>
      <w:lvlJc w:val="left"/>
      <w:pPr>
        <w:ind w:left="4042" w:hanging="360"/>
      </w:pPr>
    </w:lvl>
    <w:lvl w:ilvl="5" w:tplc="0809001B" w:tentative="1">
      <w:start w:val="1"/>
      <w:numFmt w:val="lowerRoman"/>
      <w:lvlText w:val="%6."/>
      <w:lvlJc w:val="right"/>
      <w:pPr>
        <w:ind w:left="4762" w:hanging="180"/>
      </w:pPr>
    </w:lvl>
    <w:lvl w:ilvl="6" w:tplc="0809000F" w:tentative="1">
      <w:start w:val="1"/>
      <w:numFmt w:val="decimal"/>
      <w:lvlText w:val="%7."/>
      <w:lvlJc w:val="left"/>
      <w:pPr>
        <w:ind w:left="5482" w:hanging="360"/>
      </w:pPr>
    </w:lvl>
    <w:lvl w:ilvl="7" w:tplc="08090019" w:tentative="1">
      <w:start w:val="1"/>
      <w:numFmt w:val="lowerLetter"/>
      <w:lvlText w:val="%8."/>
      <w:lvlJc w:val="left"/>
      <w:pPr>
        <w:ind w:left="6202" w:hanging="360"/>
      </w:pPr>
    </w:lvl>
    <w:lvl w:ilvl="8" w:tplc="080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54" w15:restartNumberingAfterBreak="0">
    <w:nsid w:val="7E6E1537"/>
    <w:multiLevelType w:val="hybridMultilevel"/>
    <w:tmpl w:val="8ADCBD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5" w15:restartNumberingAfterBreak="0">
    <w:nsid w:val="7E9566B8"/>
    <w:multiLevelType w:val="singleLevel"/>
    <w:tmpl w:val="04090019"/>
    <w:lvl w:ilvl="0">
      <w:start w:val="1"/>
      <w:numFmt w:val="lowerLetter"/>
      <w:lvlText w:val="%1."/>
      <w:lvlJc w:val="left"/>
      <w:pPr>
        <w:ind w:left="720" w:hanging="360"/>
      </w:pPr>
    </w:lvl>
  </w:abstractNum>
  <w:abstractNum w:abstractNumId="356" w15:restartNumberingAfterBreak="0">
    <w:nsid w:val="7E9853BC"/>
    <w:multiLevelType w:val="multilevel"/>
    <w:tmpl w:val="A9B4DEFC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57" w15:restartNumberingAfterBreak="0">
    <w:nsid w:val="7FF64BA2"/>
    <w:multiLevelType w:val="hybridMultilevel"/>
    <w:tmpl w:val="2648F7D2"/>
    <w:lvl w:ilvl="0" w:tplc="CE7025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129BFF" w:themeColor="text1" w:themeTint="A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8469768">
    <w:abstractNumId w:val="137"/>
  </w:num>
  <w:num w:numId="2" w16cid:durableId="1316882052">
    <w:abstractNumId w:val="30"/>
  </w:num>
  <w:num w:numId="3" w16cid:durableId="112943076">
    <w:abstractNumId w:val="351"/>
  </w:num>
  <w:num w:numId="4" w16cid:durableId="1966539793">
    <w:abstractNumId w:val="216"/>
  </w:num>
  <w:num w:numId="5" w16cid:durableId="680739662">
    <w:abstractNumId w:val="20"/>
  </w:num>
  <w:num w:numId="6" w16cid:durableId="1744063118">
    <w:abstractNumId w:val="96"/>
  </w:num>
  <w:num w:numId="7" w16cid:durableId="1456174306">
    <w:abstractNumId w:val="58"/>
  </w:num>
  <w:num w:numId="8" w16cid:durableId="2138795380">
    <w:abstractNumId w:val="190"/>
  </w:num>
  <w:num w:numId="9" w16cid:durableId="223220859">
    <w:abstractNumId w:val="306"/>
  </w:num>
  <w:num w:numId="10" w16cid:durableId="384762856">
    <w:abstractNumId w:val="330"/>
  </w:num>
  <w:num w:numId="11" w16cid:durableId="923955438">
    <w:abstractNumId w:val="86"/>
  </w:num>
  <w:num w:numId="12" w16cid:durableId="868034367">
    <w:abstractNumId w:val="267"/>
  </w:num>
  <w:num w:numId="13" w16cid:durableId="686521308">
    <w:abstractNumId w:val="328"/>
  </w:num>
  <w:num w:numId="14" w16cid:durableId="86317951">
    <w:abstractNumId w:val="36"/>
  </w:num>
  <w:num w:numId="15" w16cid:durableId="2050063622">
    <w:abstractNumId w:val="219"/>
  </w:num>
  <w:num w:numId="16" w16cid:durableId="639532895">
    <w:abstractNumId w:val="308"/>
  </w:num>
  <w:num w:numId="17" w16cid:durableId="1834830679">
    <w:abstractNumId w:val="203"/>
  </w:num>
  <w:num w:numId="18" w16cid:durableId="2061662532">
    <w:abstractNumId w:val="311"/>
  </w:num>
  <w:num w:numId="19" w16cid:durableId="1935362951">
    <w:abstractNumId w:val="10"/>
  </w:num>
  <w:num w:numId="20" w16cid:durableId="1262449342">
    <w:abstractNumId w:val="303"/>
  </w:num>
  <w:num w:numId="21" w16cid:durableId="1163008308">
    <w:abstractNumId w:val="333"/>
  </w:num>
  <w:num w:numId="22" w16cid:durableId="1054697268">
    <w:abstractNumId w:val="6"/>
  </w:num>
  <w:num w:numId="23" w16cid:durableId="65341227">
    <w:abstractNumId w:val="45"/>
  </w:num>
  <w:num w:numId="24" w16cid:durableId="368772417">
    <w:abstractNumId w:val="147"/>
  </w:num>
  <w:num w:numId="25" w16cid:durableId="1065569949">
    <w:abstractNumId w:val="31"/>
  </w:num>
  <w:num w:numId="26" w16cid:durableId="1510490251">
    <w:abstractNumId w:val="197"/>
  </w:num>
  <w:num w:numId="27" w16cid:durableId="804010979">
    <w:abstractNumId w:val="235"/>
  </w:num>
  <w:num w:numId="28" w16cid:durableId="1766731092">
    <w:abstractNumId w:val="201"/>
  </w:num>
  <w:num w:numId="29" w16cid:durableId="36399117">
    <w:abstractNumId w:val="139"/>
  </w:num>
  <w:num w:numId="30" w16cid:durableId="868761332">
    <w:abstractNumId w:val="326"/>
  </w:num>
  <w:num w:numId="31" w16cid:durableId="225116750">
    <w:abstractNumId w:val="258"/>
  </w:num>
  <w:num w:numId="32" w16cid:durableId="2139494411">
    <w:abstractNumId w:val="338"/>
  </w:num>
  <w:num w:numId="33" w16cid:durableId="1176571993">
    <w:abstractNumId w:val="196"/>
  </w:num>
  <w:num w:numId="34" w16cid:durableId="856693452">
    <w:abstractNumId w:val="332"/>
  </w:num>
  <w:num w:numId="35" w16cid:durableId="73671726">
    <w:abstractNumId w:val="77"/>
  </w:num>
  <w:num w:numId="36" w16cid:durableId="1936284124">
    <w:abstractNumId w:val="264"/>
  </w:num>
  <w:num w:numId="37" w16cid:durableId="823862749">
    <w:abstractNumId w:val="238"/>
  </w:num>
  <w:num w:numId="38" w16cid:durableId="10228024">
    <w:abstractNumId w:val="354"/>
  </w:num>
  <w:num w:numId="39" w16cid:durableId="661197633">
    <w:abstractNumId w:val="187"/>
  </w:num>
  <w:num w:numId="40" w16cid:durableId="1113786127">
    <w:abstractNumId w:val="48"/>
  </w:num>
  <w:num w:numId="41" w16cid:durableId="1396048417">
    <w:abstractNumId w:val="357"/>
  </w:num>
  <w:num w:numId="42" w16cid:durableId="568536996">
    <w:abstractNumId w:val="32"/>
  </w:num>
  <w:num w:numId="43" w16cid:durableId="182593022">
    <w:abstractNumId w:val="91"/>
  </w:num>
  <w:num w:numId="44" w16cid:durableId="1071460517">
    <w:abstractNumId w:val="129"/>
  </w:num>
  <w:num w:numId="45" w16cid:durableId="761073005">
    <w:abstractNumId w:val="75"/>
  </w:num>
  <w:num w:numId="46" w16cid:durableId="1897008780">
    <w:abstractNumId w:val="280"/>
  </w:num>
  <w:num w:numId="47" w16cid:durableId="1572542260">
    <w:abstractNumId w:val="318"/>
  </w:num>
  <w:num w:numId="48" w16cid:durableId="1788039749">
    <w:abstractNumId w:val="105"/>
  </w:num>
  <w:num w:numId="49" w16cid:durableId="223101080">
    <w:abstractNumId w:val="337"/>
  </w:num>
  <w:num w:numId="50" w16cid:durableId="1281647765">
    <w:abstractNumId w:val="315"/>
  </w:num>
  <w:num w:numId="51" w16cid:durableId="1058169213">
    <w:abstractNumId w:val="294"/>
  </w:num>
  <w:num w:numId="52" w16cid:durableId="2086296100">
    <w:abstractNumId w:val="118"/>
  </w:num>
  <w:num w:numId="53" w16cid:durableId="528569937">
    <w:abstractNumId w:val="266"/>
  </w:num>
  <w:num w:numId="54" w16cid:durableId="440104337">
    <w:abstractNumId w:val="67"/>
  </w:num>
  <w:num w:numId="55" w16cid:durableId="1575427826">
    <w:abstractNumId w:val="173"/>
  </w:num>
  <w:num w:numId="56" w16cid:durableId="1543321116">
    <w:abstractNumId w:val="17"/>
  </w:num>
  <w:num w:numId="57" w16cid:durableId="929434196">
    <w:abstractNumId w:val="120"/>
  </w:num>
  <w:num w:numId="58" w16cid:durableId="1769348637">
    <w:abstractNumId w:val="7"/>
  </w:num>
  <w:num w:numId="59" w16cid:durableId="1442262931">
    <w:abstractNumId w:val="245"/>
  </w:num>
  <w:num w:numId="60" w16cid:durableId="686441060">
    <w:abstractNumId w:val="175"/>
  </w:num>
  <w:num w:numId="61" w16cid:durableId="336806482">
    <w:abstractNumId w:val="148"/>
  </w:num>
  <w:num w:numId="62" w16cid:durableId="1192374560">
    <w:abstractNumId w:val="143"/>
  </w:num>
  <w:num w:numId="63" w16cid:durableId="1693413109">
    <w:abstractNumId w:val="130"/>
  </w:num>
  <w:num w:numId="64" w16cid:durableId="582571103">
    <w:abstractNumId w:val="76"/>
  </w:num>
  <w:num w:numId="65" w16cid:durableId="74910237">
    <w:abstractNumId w:val="186"/>
  </w:num>
  <w:num w:numId="66" w16cid:durableId="1538472827">
    <w:abstractNumId w:val="5"/>
  </w:num>
  <w:num w:numId="67" w16cid:durableId="566038731">
    <w:abstractNumId w:val="42"/>
  </w:num>
  <w:num w:numId="68" w16cid:durableId="1569537910">
    <w:abstractNumId w:val="19"/>
  </w:num>
  <w:num w:numId="69" w16cid:durableId="2066097172">
    <w:abstractNumId w:val="34"/>
  </w:num>
  <w:num w:numId="70" w16cid:durableId="2068331855">
    <w:abstractNumId w:val="209"/>
  </w:num>
  <w:num w:numId="71" w16cid:durableId="1968777635">
    <w:abstractNumId w:val="168"/>
  </w:num>
  <w:num w:numId="72" w16cid:durableId="348289228">
    <w:abstractNumId w:val="27"/>
  </w:num>
  <w:num w:numId="73" w16cid:durableId="2047170509">
    <w:abstractNumId w:val="278"/>
  </w:num>
  <w:num w:numId="74" w16cid:durableId="511453025">
    <w:abstractNumId w:val="297"/>
  </w:num>
  <w:num w:numId="75" w16cid:durableId="2121492704">
    <w:abstractNumId w:val="59"/>
  </w:num>
  <w:num w:numId="76" w16cid:durableId="1049375024">
    <w:abstractNumId w:val="102"/>
  </w:num>
  <w:num w:numId="77" w16cid:durableId="802234228">
    <w:abstractNumId w:val="49"/>
  </w:num>
  <w:num w:numId="78" w16cid:durableId="1961036167">
    <w:abstractNumId w:val="283"/>
  </w:num>
  <w:num w:numId="79" w16cid:durableId="74866873">
    <w:abstractNumId w:val="205"/>
  </w:num>
  <w:num w:numId="80" w16cid:durableId="1259634156">
    <w:abstractNumId w:val="215"/>
  </w:num>
  <w:num w:numId="81" w16cid:durableId="736519336">
    <w:abstractNumId w:val="356"/>
  </w:num>
  <w:num w:numId="82" w16cid:durableId="1938371174">
    <w:abstractNumId w:val="92"/>
  </w:num>
  <w:num w:numId="83" w16cid:durableId="2094161841">
    <w:abstractNumId w:val="341"/>
  </w:num>
  <w:num w:numId="84" w16cid:durableId="1970429387">
    <w:abstractNumId w:val="206"/>
  </w:num>
  <w:num w:numId="85" w16cid:durableId="1178928963">
    <w:abstractNumId w:val="11"/>
  </w:num>
  <w:num w:numId="86" w16cid:durableId="1707870727">
    <w:abstractNumId w:val="298"/>
  </w:num>
  <w:num w:numId="87" w16cid:durableId="88889897">
    <w:abstractNumId w:val="155"/>
  </w:num>
  <w:num w:numId="88" w16cid:durableId="756829707">
    <w:abstractNumId w:val="246"/>
  </w:num>
  <w:num w:numId="89" w16cid:durableId="1159611290">
    <w:abstractNumId w:val="113"/>
  </w:num>
  <w:num w:numId="90" w16cid:durableId="2018845116">
    <w:abstractNumId w:val="104"/>
  </w:num>
  <w:num w:numId="91" w16cid:durableId="116221137">
    <w:abstractNumId w:val="16"/>
  </w:num>
  <w:num w:numId="92" w16cid:durableId="1764521917">
    <w:abstractNumId w:val="47"/>
  </w:num>
  <w:num w:numId="93" w16cid:durableId="1904825530">
    <w:abstractNumId w:val="251"/>
  </w:num>
  <w:num w:numId="94" w16cid:durableId="1032536038">
    <w:abstractNumId w:val="292"/>
  </w:num>
  <w:num w:numId="95" w16cid:durableId="290937267">
    <w:abstractNumId w:val="185"/>
  </w:num>
  <w:num w:numId="96" w16cid:durableId="181095688">
    <w:abstractNumId w:val="320"/>
  </w:num>
  <w:num w:numId="97" w16cid:durableId="1330912577">
    <w:abstractNumId w:val="53"/>
  </w:num>
  <w:num w:numId="98" w16cid:durableId="1214736879">
    <w:abstractNumId w:val="183"/>
  </w:num>
  <w:num w:numId="99" w16cid:durableId="175269675">
    <w:abstractNumId w:val="89"/>
  </w:num>
  <w:num w:numId="100" w16cid:durableId="279919514">
    <w:abstractNumId w:val="242"/>
  </w:num>
  <w:num w:numId="101" w16cid:durableId="53704725">
    <w:abstractNumId w:val="69"/>
  </w:num>
  <w:num w:numId="102" w16cid:durableId="1216087451">
    <w:abstractNumId w:val="182"/>
  </w:num>
  <w:num w:numId="103" w16cid:durableId="243759278">
    <w:abstractNumId w:val="352"/>
  </w:num>
  <w:num w:numId="104" w16cid:durableId="1258751055">
    <w:abstractNumId w:val="14"/>
  </w:num>
  <w:num w:numId="105" w16cid:durableId="2093310758">
    <w:abstractNumId w:val="325"/>
  </w:num>
  <w:num w:numId="106" w16cid:durableId="106044644">
    <w:abstractNumId w:val="44"/>
  </w:num>
  <w:num w:numId="107" w16cid:durableId="1768696411">
    <w:abstractNumId w:val="61"/>
  </w:num>
  <w:num w:numId="108" w16cid:durableId="1760326197">
    <w:abstractNumId w:val="103"/>
  </w:num>
  <w:num w:numId="109" w16cid:durableId="1932932796">
    <w:abstractNumId w:val="122"/>
  </w:num>
  <w:num w:numId="110" w16cid:durableId="624041599">
    <w:abstractNumId w:val="2"/>
  </w:num>
  <w:num w:numId="111" w16cid:durableId="475268914">
    <w:abstractNumId w:val="313"/>
  </w:num>
  <w:num w:numId="112" w16cid:durableId="30736772">
    <w:abstractNumId w:val="189"/>
  </w:num>
  <w:num w:numId="113" w16cid:durableId="2098331924">
    <w:abstractNumId w:val="276"/>
  </w:num>
  <w:num w:numId="114" w16cid:durableId="1825510884">
    <w:abstractNumId w:val="100"/>
  </w:num>
  <w:num w:numId="115" w16cid:durableId="1410808393">
    <w:abstractNumId w:val="35"/>
  </w:num>
  <w:num w:numId="116" w16cid:durableId="401291400">
    <w:abstractNumId w:val="277"/>
  </w:num>
  <w:num w:numId="117" w16cid:durableId="1552033512">
    <w:abstractNumId w:val="314"/>
  </w:num>
  <w:num w:numId="118" w16cid:durableId="855772462">
    <w:abstractNumId w:val="159"/>
  </w:num>
  <w:num w:numId="119" w16cid:durableId="1914392726">
    <w:abstractNumId w:val="177"/>
  </w:num>
  <w:num w:numId="120" w16cid:durableId="799416145">
    <w:abstractNumId w:val="259"/>
  </w:num>
  <w:num w:numId="121" w16cid:durableId="610088726">
    <w:abstractNumId w:val="212"/>
  </w:num>
  <w:num w:numId="122" w16cid:durableId="1898935230">
    <w:abstractNumId w:val="162"/>
  </w:num>
  <w:num w:numId="123" w16cid:durableId="2088453693">
    <w:abstractNumId w:val="29"/>
  </w:num>
  <w:num w:numId="124" w16cid:durableId="1841500381">
    <w:abstractNumId w:val="339"/>
  </w:num>
  <w:num w:numId="125" w16cid:durableId="1172794051">
    <w:abstractNumId w:val="24"/>
  </w:num>
  <w:num w:numId="126" w16cid:durableId="83382347">
    <w:abstractNumId w:val="167"/>
  </w:num>
  <w:num w:numId="127" w16cid:durableId="414321644">
    <w:abstractNumId w:val="153"/>
  </w:num>
  <w:num w:numId="128" w16cid:durableId="892620790">
    <w:abstractNumId w:val="50"/>
  </w:num>
  <w:num w:numId="129" w16cid:durableId="1385254392">
    <w:abstractNumId w:val="88"/>
  </w:num>
  <w:num w:numId="130" w16cid:durableId="1236431781">
    <w:abstractNumId w:val="222"/>
  </w:num>
  <w:num w:numId="131" w16cid:durableId="1683163123">
    <w:abstractNumId w:val="335"/>
  </w:num>
  <w:num w:numId="132" w16cid:durableId="537938052">
    <w:abstractNumId w:val="243"/>
  </w:num>
  <w:num w:numId="133" w16cid:durableId="149835142">
    <w:abstractNumId w:val="87"/>
  </w:num>
  <w:num w:numId="134" w16cid:durableId="1265114988">
    <w:abstractNumId w:val="288"/>
  </w:num>
  <w:num w:numId="135" w16cid:durableId="56321313">
    <w:abstractNumId w:val="101"/>
  </w:num>
  <w:num w:numId="136" w16cid:durableId="143744426">
    <w:abstractNumId w:val="349"/>
  </w:num>
  <w:num w:numId="137" w16cid:durableId="947159037">
    <w:abstractNumId w:val="200"/>
  </w:num>
  <w:num w:numId="138" w16cid:durableId="627055553">
    <w:abstractNumId w:val="39"/>
  </w:num>
  <w:num w:numId="139" w16cid:durableId="503086972">
    <w:abstractNumId w:val="271"/>
  </w:num>
  <w:num w:numId="140" w16cid:durableId="202333437">
    <w:abstractNumId w:val="132"/>
  </w:num>
  <w:num w:numId="141" w16cid:durableId="75590578">
    <w:abstractNumId w:val="232"/>
  </w:num>
  <w:num w:numId="142" w16cid:durableId="415135056">
    <w:abstractNumId w:val="191"/>
  </w:num>
  <w:num w:numId="143" w16cid:durableId="1214582681">
    <w:abstractNumId w:val="304"/>
  </w:num>
  <w:num w:numId="144" w16cid:durableId="417601748">
    <w:abstractNumId w:val="140"/>
  </w:num>
  <w:num w:numId="145" w16cid:durableId="2029481045">
    <w:abstractNumId w:val="142"/>
  </w:num>
  <w:num w:numId="146" w16cid:durableId="1965694101">
    <w:abstractNumId w:val="347"/>
  </w:num>
  <w:num w:numId="147" w16cid:durableId="1407221707">
    <w:abstractNumId w:val="321"/>
  </w:num>
  <w:num w:numId="148" w16cid:durableId="1107505529">
    <w:abstractNumId w:val="346"/>
  </w:num>
  <w:num w:numId="149" w16cid:durableId="2052728980">
    <w:abstractNumId w:val="343"/>
  </w:num>
  <w:num w:numId="150" w16cid:durableId="348265105">
    <w:abstractNumId w:val="301"/>
  </w:num>
  <w:num w:numId="151" w16cid:durableId="1176459926">
    <w:abstractNumId w:val="108"/>
  </w:num>
  <w:num w:numId="152" w16cid:durableId="1348168734">
    <w:abstractNumId w:val="13"/>
  </w:num>
  <w:num w:numId="153" w16cid:durableId="968364373">
    <w:abstractNumId w:val="83"/>
  </w:num>
  <w:num w:numId="154" w16cid:durableId="1121607806">
    <w:abstractNumId w:val="0"/>
  </w:num>
  <w:num w:numId="155" w16cid:durableId="553932371">
    <w:abstractNumId w:val="84"/>
  </w:num>
  <w:num w:numId="156" w16cid:durableId="1360089625">
    <w:abstractNumId w:val="223"/>
  </w:num>
  <w:num w:numId="157" w16cid:durableId="230048552">
    <w:abstractNumId w:val="248"/>
  </w:num>
  <w:num w:numId="158" w16cid:durableId="140850184">
    <w:abstractNumId w:val="184"/>
  </w:num>
  <w:num w:numId="159" w16cid:durableId="1100028647">
    <w:abstractNumId w:val="121"/>
  </w:num>
  <w:num w:numId="160" w16cid:durableId="977144104">
    <w:abstractNumId w:val="254"/>
  </w:num>
  <w:num w:numId="161" w16cid:durableId="917596516">
    <w:abstractNumId w:val="117"/>
  </w:num>
  <w:num w:numId="162" w16cid:durableId="909927854">
    <w:abstractNumId w:val="350"/>
  </w:num>
  <w:num w:numId="163" w16cid:durableId="1211068555">
    <w:abstractNumId w:val="310"/>
  </w:num>
  <w:num w:numId="164" w16cid:durableId="731588458">
    <w:abstractNumId w:val="165"/>
  </w:num>
  <w:num w:numId="165" w16cid:durableId="1146437474">
    <w:abstractNumId w:val="66"/>
  </w:num>
  <w:num w:numId="166" w16cid:durableId="1712922765">
    <w:abstractNumId w:val="305"/>
  </w:num>
  <w:num w:numId="167" w16cid:durableId="2044205251">
    <w:abstractNumId w:val="179"/>
  </w:num>
  <w:num w:numId="168" w16cid:durableId="397173405">
    <w:abstractNumId w:val="15"/>
  </w:num>
  <w:num w:numId="169" w16cid:durableId="104812071">
    <w:abstractNumId w:val="70"/>
  </w:num>
  <w:num w:numId="170" w16cid:durableId="67461407">
    <w:abstractNumId w:val="181"/>
  </w:num>
  <w:num w:numId="171" w16cid:durableId="2008903485">
    <w:abstractNumId w:val="79"/>
  </w:num>
  <w:num w:numId="172" w16cid:durableId="1346328800">
    <w:abstractNumId w:val="73"/>
  </w:num>
  <w:num w:numId="173" w16cid:durableId="599870110">
    <w:abstractNumId w:val="8"/>
  </w:num>
  <w:num w:numId="174" w16cid:durableId="770200885">
    <w:abstractNumId w:val="60"/>
  </w:num>
  <w:num w:numId="175" w16cid:durableId="1874423274">
    <w:abstractNumId w:val="231"/>
  </w:num>
  <w:num w:numId="176" w16cid:durableId="1724138215">
    <w:abstractNumId w:val="156"/>
  </w:num>
  <w:num w:numId="177" w16cid:durableId="774445459">
    <w:abstractNumId w:val="331"/>
  </w:num>
  <w:num w:numId="178" w16cid:durableId="1874343102">
    <w:abstractNumId w:val="300"/>
  </w:num>
  <w:num w:numId="179" w16cid:durableId="1508978149">
    <w:abstractNumId w:val="290"/>
  </w:num>
  <w:num w:numId="180" w16cid:durableId="2071690687">
    <w:abstractNumId w:val="270"/>
  </w:num>
  <w:num w:numId="181" w16cid:durableId="1605461113">
    <w:abstractNumId w:val="52"/>
  </w:num>
  <w:num w:numId="182" w16cid:durableId="602956661">
    <w:abstractNumId w:val="309"/>
  </w:num>
  <w:num w:numId="183" w16cid:durableId="570232150">
    <w:abstractNumId w:val="225"/>
  </w:num>
  <w:num w:numId="184" w16cid:durableId="422802736">
    <w:abstractNumId w:val="178"/>
  </w:num>
  <w:num w:numId="185" w16cid:durableId="224880750">
    <w:abstractNumId w:val="119"/>
  </w:num>
  <w:num w:numId="186" w16cid:durableId="1647778473">
    <w:abstractNumId w:val="247"/>
  </w:num>
  <w:num w:numId="187" w16cid:durableId="604462236">
    <w:abstractNumId w:val="244"/>
  </w:num>
  <w:num w:numId="188" w16cid:durableId="741758417">
    <w:abstractNumId w:val="192"/>
  </w:num>
  <w:num w:numId="189" w16cid:durableId="703748979">
    <w:abstractNumId w:val="71"/>
  </w:num>
  <w:num w:numId="190" w16cid:durableId="526334547">
    <w:abstractNumId w:val="128"/>
  </w:num>
  <w:num w:numId="191" w16cid:durableId="52168067">
    <w:abstractNumId w:val="136"/>
  </w:num>
  <w:num w:numId="192" w16cid:durableId="877086930">
    <w:abstractNumId w:val="114"/>
  </w:num>
  <w:num w:numId="193" w16cid:durableId="833380035">
    <w:abstractNumId w:val="95"/>
  </w:num>
  <w:num w:numId="194" w16cid:durableId="1136795683">
    <w:abstractNumId w:val="158"/>
  </w:num>
  <w:num w:numId="195" w16cid:durableId="1268387614">
    <w:abstractNumId w:val="157"/>
  </w:num>
  <w:num w:numId="196" w16cid:durableId="1623726224">
    <w:abstractNumId w:val="146"/>
  </w:num>
  <w:num w:numId="197" w16cid:durableId="2075425350">
    <w:abstractNumId w:val="90"/>
  </w:num>
  <w:num w:numId="198" w16cid:durableId="1779594279">
    <w:abstractNumId w:val="234"/>
  </w:num>
  <w:num w:numId="199" w16cid:durableId="565072783">
    <w:abstractNumId w:val="285"/>
  </w:num>
  <w:num w:numId="200" w16cid:durableId="1373461545">
    <w:abstractNumId w:val="195"/>
  </w:num>
  <w:num w:numId="201" w16cid:durableId="874195547">
    <w:abstractNumId w:val="282"/>
  </w:num>
  <w:num w:numId="202" w16cid:durableId="299573572">
    <w:abstractNumId w:val="54"/>
  </w:num>
  <w:num w:numId="203" w16cid:durableId="321086294">
    <w:abstractNumId w:val="85"/>
  </w:num>
  <w:num w:numId="204" w16cid:durableId="670648247">
    <w:abstractNumId w:val="269"/>
  </w:num>
  <w:num w:numId="205" w16cid:durableId="1096942103">
    <w:abstractNumId w:val="295"/>
  </w:num>
  <w:num w:numId="206" w16cid:durableId="1111556903">
    <w:abstractNumId w:val="51"/>
  </w:num>
  <w:num w:numId="207" w16cid:durableId="1464468850">
    <w:abstractNumId w:val="329"/>
  </w:num>
  <w:num w:numId="208" w16cid:durableId="1097217945">
    <w:abstractNumId w:val="112"/>
  </w:num>
  <w:num w:numId="209" w16cid:durableId="1536039054">
    <w:abstractNumId w:val="18"/>
  </w:num>
  <w:num w:numId="210" w16cid:durableId="1301305897">
    <w:abstractNumId w:val="240"/>
  </w:num>
  <w:num w:numId="211" w16cid:durableId="254173351">
    <w:abstractNumId w:val="171"/>
  </w:num>
  <w:num w:numId="212" w16cid:durableId="352655106">
    <w:abstractNumId w:val="135"/>
  </w:num>
  <w:num w:numId="213" w16cid:durableId="1449660474">
    <w:abstractNumId w:val="299"/>
  </w:num>
  <w:num w:numId="214" w16cid:durableId="1177232429">
    <w:abstractNumId w:val="220"/>
  </w:num>
  <w:num w:numId="215" w16cid:durableId="1497957871">
    <w:abstractNumId w:val="316"/>
  </w:num>
  <w:num w:numId="216" w16cid:durableId="1663773526">
    <w:abstractNumId w:val="1"/>
  </w:num>
  <w:num w:numId="217" w16cid:durableId="916011804">
    <w:abstractNumId w:val="344"/>
  </w:num>
  <w:num w:numId="218" w16cid:durableId="1169101025">
    <w:abstractNumId w:val="241"/>
  </w:num>
  <w:num w:numId="219" w16cid:durableId="1731076721">
    <w:abstractNumId w:val="65"/>
  </w:num>
  <w:num w:numId="220" w16cid:durableId="1741440445">
    <w:abstractNumId w:val="273"/>
  </w:num>
  <w:num w:numId="221" w16cid:durableId="812525024">
    <w:abstractNumId w:val="340"/>
  </w:num>
  <w:num w:numId="222" w16cid:durableId="1055859876">
    <w:abstractNumId w:val="78"/>
  </w:num>
  <w:num w:numId="223" w16cid:durableId="1282423940">
    <w:abstractNumId w:val="193"/>
  </w:num>
  <w:num w:numId="224" w16cid:durableId="978532053">
    <w:abstractNumId w:val="255"/>
  </w:num>
  <w:num w:numId="225" w16cid:durableId="577592688">
    <w:abstractNumId w:val="208"/>
  </w:num>
  <w:num w:numId="226" w16cid:durableId="829831224">
    <w:abstractNumId w:val="342"/>
  </w:num>
  <w:num w:numId="227" w16cid:durableId="223948411">
    <w:abstractNumId w:val="141"/>
  </w:num>
  <w:num w:numId="228" w16cid:durableId="1733040332">
    <w:abstractNumId w:val="249"/>
  </w:num>
  <w:num w:numId="229" w16cid:durableId="1755055745">
    <w:abstractNumId w:val="151"/>
  </w:num>
  <w:num w:numId="230" w16cid:durableId="936331406">
    <w:abstractNumId w:val="125"/>
  </w:num>
  <w:num w:numId="231" w16cid:durableId="618071163">
    <w:abstractNumId w:val="72"/>
  </w:num>
  <w:num w:numId="232" w16cid:durableId="1743211443">
    <w:abstractNumId w:val="263"/>
  </w:num>
  <w:num w:numId="233" w16cid:durableId="1691373929">
    <w:abstractNumId w:val="213"/>
  </w:num>
  <w:num w:numId="234" w16cid:durableId="509564442">
    <w:abstractNumId w:val="211"/>
  </w:num>
  <w:num w:numId="235" w16cid:durableId="412438441">
    <w:abstractNumId w:val="324"/>
  </w:num>
  <w:num w:numId="236" w16cid:durableId="1841579068">
    <w:abstractNumId w:val="281"/>
  </w:num>
  <w:num w:numId="237" w16cid:durableId="974023221">
    <w:abstractNumId w:val="62"/>
  </w:num>
  <w:num w:numId="238" w16cid:durableId="1659191967">
    <w:abstractNumId w:val="93"/>
  </w:num>
  <w:num w:numId="239" w16cid:durableId="1035541152">
    <w:abstractNumId w:val="152"/>
  </w:num>
  <w:num w:numId="240" w16cid:durableId="2074623268">
    <w:abstractNumId w:val="64"/>
  </w:num>
  <w:num w:numId="241" w16cid:durableId="694428862">
    <w:abstractNumId w:val="229"/>
  </w:num>
  <w:num w:numId="242" w16cid:durableId="992493305">
    <w:abstractNumId w:val="82"/>
  </w:num>
  <w:num w:numId="243" w16cid:durableId="856236521">
    <w:abstractNumId w:val="133"/>
  </w:num>
  <w:num w:numId="244" w16cid:durableId="647899388">
    <w:abstractNumId w:val="230"/>
  </w:num>
  <w:num w:numId="245" w16cid:durableId="1495104991">
    <w:abstractNumId w:val="233"/>
  </w:num>
  <w:num w:numId="246" w16cid:durableId="404035564">
    <w:abstractNumId w:val="4"/>
  </w:num>
  <w:num w:numId="247" w16cid:durableId="83915664">
    <w:abstractNumId w:val="348"/>
  </w:num>
  <w:num w:numId="248" w16cid:durableId="928388934">
    <w:abstractNumId w:val="174"/>
  </w:num>
  <w:num w:numId="249" w16cid:durableId="1335765072">
    <w:abstractNumId w:val="138"/>
  </w:num>
  <w:num w:numId="250" w16cid:durableId="648902883">
    <w:abstractNumId w:val="55"/>
  </w:num>
  <w:num w:numId="251" w16cid:durableId="1282499188">
    <w:abstractNumId w:val="252"/>
  </w:num>
  <w:num w:numId="252" w16cid:durableId="1969892971">
    <w:abstractNumId w:val="355"/>
  </w:num>
  <w:num w:numId="253" w16cid:durableId="2086105052">
    <w:abstractNumId w:val="237"/>
  </w:num>
  <w:num w:numId="254" w16cid:durableId="412094256">
    <w:abstractNumId w:val="293"/>
  </w:num>
  <w:num w:numId="255" w16cid:durableId="1507935437">
    <w:abstractNumId w:val="94"/>
  </w:num>
  <w:num w:numId="256" w16cid:durableId="1787311026">
    <w:abstractNumId w:val="98"/>
  </w:num>
  <w:num w:numId="257" w16cid:durableId="1436242202">
    <w:abstractNumId w:val="204"/>
  </w:num>
  <w:num w:numId="258" w16cid:durableId="682365690">
    <w:abstractNumId w:val="81"/>
  </w:num>
  <w:num w:numId="259" w16cid:durableId="1991329210">
    <w:abstractNumId w:val="107"/>
  </w:num>
  <w:num w:numId="260" w16cid:durableId="1088650612">
    <w:abstractNumId w:val="180"/>
  </w:num>
  <w:num w:numId="261" w16cid:durableId="1100026938">
    <w:abstractNumId w:val="188"/>
  </w:num>
  <w:num w:numId="262" w16cid:durableId="906643972">
    <w:abstractNumId w:val="312"/>
  </w:num>
  <w:num w:numId="263" w16cid:durableId="2032759514">
    <w:abstractNumId w:val="26"/>
  </w:num>
  <w:num w:numId="264" w16cid:durableId="1293632095">
    <w:abstractNumId w:val="12"/>
  </w:num>
  <w:num w:numId="265" w16cid:durableId="320549095">
    <w:abstractNumId w:val="127"/>
  </w:num>
  <w:num w:numId="266" w16cid:durableId="1662391394">
    <w:abstractNumId w:val="166"/>
  </w:num>
  <w:num w:numId="267" w16cid:durableId="1842699079">
    <w:abstractNumId w:val="131"/>
  </w:num>
  <w:num w:numId="268" w16cid:durableId="1493175466">
    <w:abstractNumId w:val="169"/>
  </w:num>
  <w:num w:numId="269" w16cid:durableId="555550934">
    <w:abstractNumId w:val="336"/>
  </w:num>
  <w:num w:numId="270" w16cid:durableId="417101424">
    <w:abstractNumId w:val="116"/>
  </w:num>
  <w:num w:numId="271" w16cid:durableId="292252664">
    <w:abstractNumId w:val="150"/>
  </w:num>
  <w:num w:numId="272" w16cid:durableId="1346785211">
    <w:abstractNumId w:val="46"/>
  </w:num>
  <w:num w:numId="273" w16cid:durableId="776103003">
    <w:abstractNumId w:val="323"/>
  </w:num>
  <w:num w:numId="274" w16cid:durableId="377315481">
    <w:abstractNumId w:val="272"/>
  </w:num>
  <w:num w:numId="275" w16cid:durableId="1218471861">
    <w:abstractNumId w:val="22"/>
  </w:num>
  <w:num w:numId="276" w16cid:durableId="882212680">
    <w:abstractNumId w:val="198"/>
  </w:num>
  <w:num w:numId="277" w16cid:durableId="1555584809">
    <w:abstractNumId w:val="256"/>
  </w:num>
  <w:num w:numId="278" w16cid:durableId="757017493">
    <w:abstractNumId w:val="124"/>
  </w:num>
  <w:num w:numId="279" w16cid:durableId="217325832">
    <w:abstractNumId w:val="253"/>
  </w:num>
  <w:num w:numId="280" w16cid:durableId="364839745">
    <w:abstractNumId w:val="37"/>
  </w:num>
  <w:num w:numId="281" w16cid:durableId="1851945460">
    <w:abstractNumId w:val="28"/>
  </w:num>
  <w:num w:numId="282" w16cid:durableId="1349680359">
    <w:abstractNumId w:val="268"/>
  </w:num>
  <w:num w:numId="283" w16cid:durableId="374358568">
    <w:abstractNumId w:val="170"/>
  </w:num>
  <w:num w:numId="284" w16cid:durableId="264702441">
    <w:abstractNumId w:val="57"/>
  </w:num>
  <w:num w:numId="285" w16cid:durableId="1301302974">
    <w:abstractNumId w:val="265"/>
  </w:num>
  <w:num w:numId="286" w16cid:durableId="1700157873">
    <w:abstractNumId w:val="111"/>
  </w:num>
  <w:num w:numId="287" w16cid:durableId="571963680">
    <w:abstractNumId w:val="260"/>
  </w:num>
  <w:num w:numId="288" w16cid:durableId="313683337">
    <w:abstractNumId w:val="123"/>
  </w:num>
  <w:num w:numId="289" w16cid:durableId="1032072296">
    <w:abstractNumId w:val="109"/>
  </w:num>
  <w:num w:numId="290" w16cid:durableId="1985230301">
    <w:abstractNumId w:val="68"/>
  </w:num>
  <w:num w:numId="291" w16cid:durableId="640157606">
    <w:abstractNumId w:val="56"/>
  </w:num>
  <w:num w:numId="292" w16cid:durableId="1729067106">
    <w:abstractNumId w:val="194"/>
  </w:num>
  <w:num w:numId="293" w16cid:durableId="1306423585">
    <w:abstractNumId w:val="250"/>
  </w:num>
  <w:num w:numId="294" w16cid:durableId="938179955">
    <w:abstractNumId w:val="176"/>
  </w:num>
  <w:num w:numId="295" w16cid:durableId="396973830">
    <w:abstractNumId w:val="239"/>
  </w:num>
  <w:num w:numId="296" w16cid:durableId="1630816102">
    <w:abstractNumId w:val="21"/>
  </w:num>
  <w:num w:numId="297" w16cid:durableId="1714577705">
    <w:abstractNumId w:val="262"/>
  </w:num>
  <w:num w:numId="298" w16cid:durableId="577714630">
    <w:abstractNumId w:val="207"/>
  </w:num>
  <w:num w:numId="299" w16cid:durableId="968365847">
    <w:abstractNumId w:val="319"/>
  </w:num>
  <w:num w:numId="300" w16cid:durableId="757945508">
    <w:abstractNumId w:val="286"/>
  </w:num>
  <w:num w:numId="301" w16cid:durableId="61831447">
    <w:abstractNumId w:val="345"/>
  </w:num>
  <w:num w:numId="302" w16cid:durableId="736824341">
    <w:abstractNumId w:val="199"/>
  </w:num>
  <w:num w:numId="303" w16cid:durableId="82267048">
    <w:abstractNumId w:val="214"/>
  </w:num>
  <w:num w:numId="304" w16cid:durableId="2014263846">
    <w:abstractNumId w:val="334"/>
  </w:num>
  <w:num w:numId="305" w16cid:durableId="1205753811">
    <w:abstractNumId w:val="236"/>
  </w:num>
  <w:num w:numId="306" w16cid:durableId="127749126">
    <w:abstractNumId w:val="210"/>
  </w:num>
  <w:num w:numId="307" w16cid:durableId="1535657158">
    <w:abstractNumId w:val="327"/>
  </w:num>
  <w:num w:numId="308" w16cid:durableId="1724868057">
    <w:abstractNumId w:val="25"/>
  </w:num>
  <w:num w:numId="309" w16cid:durableId="2145271538">
    <w:abstractNumId w:val="217"/>
  </w:num>
  <w:num w:numId="310" w16cid:durableId="645623322">
    <w:abstractNumId w:val="80"/>
  </w:num>
  <w:num w:numId="311" w16cid:durableId="942494904">
    <w:abstractNumId w:val="110"/>
  </w:num>
  <w:num w:numId="312" w16cid:durableId="2051949417">
    <w:abstractNumId w:val="275"/>
  </w:num>
  <w:num w:numId="313" w16cid:durableId="2008433989">
    <w:abstractNumId w:val="144"/>
  </w:num>
  <w:num w:numId="314" w16cid:durableId="1408115233">
    <w:abstractNumId w:val="289"/>
  </w:num>
  <w:num w:numId="315" w16cid:durableId="876161506">
    <w:abstractNumId w:val="99"/>
  </w:num>
  <w:num w:numId="316" w16cid:durableId="260338671">
    <w:abstractNumId w:val="296"/>
  </w:num>
  <w:num w:numId="317" w16cid:durableId="454718952">
    <w:abstractNumId w:val="163"/>
  </w:num>
  <w:num w:numId="318" w16cid:durableId="1144160130">
    <w:abstractNumId w:val="274"/>
  </w:num>
  <w:num w:numId="319" w16cid:durableId="1576280439">
    <w:abstractNumId w:val="106"/>
  </w:num>
  <w:num w:numId="320" w16cid:durableId="1357152039">
    <w:abstractNumId w:val="126"/>
  </w:num>
  <w:num w:numId="321" w16cid:durableId="719213402">
    <w:abstractNumId w:val="218"/>
  </w:num>
  <w:num w:numId="322" w16cid:durableId="2050258904">
    <w:abstractNumId w:val="23"/>
  </w:num>
  <w:num w:numId="323" w16cid:durableId="1296595569">
    <w:abstractNumId w:val="97"/>
  </w:num>
  <w:num w:numId="324" w16cid:durableId="864097862">
    <w:abstractNumId w:val="291"/>
  </w:num>
  <w:num w:numId="325" w16cid:durableId="1120421815">
    <w:abstractNumId w:val="43"/>
  </w:num>
  <w:num w:numId="326" w16cid:durableId="1070151562">
    <w:abstractNumId w:val="149"/>
  </w:num>
  <w:num w:numId="327" w16cid:durableId="1139567658">
    <w:abstractNumId w:val="3"/>
  </w:num>
  <w:num w:numId="328" w16cid:durableId="486942327">
    <w:abstractNumId w:val="145"/>
  </w:num>
  <w:num w:numId="329" w16cid:durableId="838689376">
    <w:abstractNumId w:val="115"/>
  </w:num>
  <w:num w:numId="330" w16cid:durableId="1210875372">
    <w:abstractNumId w:val="9"/>
  </w:num>
  <w:num w:numId="331" w16cid:durableId="1222398429">
    <w:abstractNumId w:val="202"/>
  </w:num>
  <w:num w:numId="332" w16cid:durableId="1690521220">
    <w:abstractNumId w:val="302"/>
  </w:num>
  <w:num w:numId="333" w16cid:durableId="347877604">
    <w:abstractNumId w:val="226"/>
  </w:num>
  <w:num w:numId="334" w16cid:durableId="65807581">
    <w:abstractNumId w:val="284"/>
  </w:num>
  <w:num w:numId="335" w16cid:durableId="1541286320">
    <w:abstractNumId w:val="33"/>
  </w:num>
  <w:num w:numId="336" w16cid:durableId="843712567">
    <w:abstractNumId w:val="224"/>
  </w:num>
  <w:num w:numId="337" w16cid:durableId="2033456127">
    <w:abstractNumId w:val="221"/>
  </w:num>
  <w:num w:numId="338" w16cid:durableId="425812721">
    <w:abstractNumId w:val="38"/>
  </w:num>
  <w:num w:numId="339" w16cid:durableId="1462990121">
    <w:abstractNumId w:val="307"/>
  </w:num>
  <w:num w:numId="340" w16cid:durableId="1284382672">
    <w:abstractNumId w:val="154"/>
  </w:num>
  <w:num w:numId="341" w16cid:durableId="1043674639">
    <w:abstractNumId w:val="41"/>
  </w:num>
  <w:num w:numId="342" w16cid:durableId="1838882487">
    <w:abstractNumId w:val="40"/>
  </w:num>
  <w:num w:numId="343" w16cid:durableId="1154561671">
    <w:abstractNumId w:val="74"/>
  </w:num>
  <w:num w:numId="344" w16cid:durableId="372386043">
    <w:abstractNumId w:val="279"/>
  </w:num>
  <w:num w:numId="345" w16cid:durableId="2041085365">
    <w:abstractNumId w:val="257"/>
  </w:num>
  <w:num w:numId="346" w16cid:durableId="391973367">
    <w:abstractNumId w:val="322"/>
  </w:num>
  <w:num w:numId="347" w16cid:durableId="7486556">
    <w:abstractNumId w:val="227"/>
  </w:num>
  <w:num w:numId="348" w16cid:durableId="652831379">
    <w:abstractNumId w:val="228"/>
  </w:num>
  <w:num w:numId="349" w16cid:durableId="824591464">
    <w:abstractNumId w:val="63"/>
  </w:num>
  <w:num w:numId="350" w16cid:durableId="1184633262">
    <w:abstractNumId w:val="317"/>
  </w:num>
  <w:num w:numId="351" w16cid:durableId="780145026">
    <w:abstractNumId w:val="261"/>
  </w:num>
  <w:num w:numId="352" w16cid:durableId="66920279">
    <w:abstractNumId w:val="353"/>
  </w:num>
  <w:num w:numId="353" w16cid:durableId="1837989050">
    <w:abstractNumId w:val="172"/>
  </w:num>
  <w:num w:numId="354" w16cid:durableId="2128379856">
    <w:abstractNumId w:val="164"/>
  </w:num>
  <w:num w:numId="355" w16cid:durableId="1780757101">
    <w:abstractNumId w:val="161"/>
  </w:num>
  <w:num w:numId="356" w16cid:durableId="725642818">
    <w:abstractNumId w:val="134"/>
  </w:num>
  <w:num w:numId="357" w16cid:durableId="2117551619">
    <w:abstractNumId w:val="160"/>
  </w:num>
  <w:num w:numId="358" w16cid:durableId="1462385556">
    <w:abstractNumId w:val="28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6"/>
  <w:proofState w:spelling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3F9"/>
    <w:rsid w:val="00054768"/>
    <w:rsid w:val="000827D2"/>
    <w:rsid w:val="001736A9"/>
    <w:rsid w:val="001B1D3E"/>
    <w:rsid w:val="001D403D"/>
    <w:rsid w:val="00223150"/>
    <w:rsid w:val="00230D21"/>
    <w:rsid w:val="00250E39"/>
    <w:rsid w:val="002A0BDA"/>
    <w:rsid w:val="002C2720"/>
    <w:rsid w:val="0036411E"/>
    <w:rsid w:val="003D1C7C"/>
    <w:rsid w:val="003D2F86"/>
    <w:rsid w:val="003E19C0"/>
    <w:rsid w:val="003F2C61"/>
    <w:rsid w:val="003F484F"/>
    <w:rsid w:val="00417C30"/>
    <w:rsid w:val="00487D7A"/>
    <w:rsid w:val="004C2E44"/>
    <w:rsid w:val="004D03C2"/>
    <w:rsid w:val="005244D3"/>
    <w:rsid w:val="0053058B"/>
    <w:rsid w:val="005648B7"/>
    <w:rsid w:val="005A5452"/>
    <w:rsid w:val="005B74D1"/>
    <w:rsid w:val="006263AE"/>
    <w:rsid w:val="00651D8C"/>
    <w:rsid w:val="00663B59"/>
    <w:rsid w:val="006768E8"/>
    <w:rsid w:val="00681F25"/>
    <w:rsid w:val="006C4F9C"/>
    <w:rsid w:val="007649FB"/>
    <w:rsid w:val="007D612A"/>
    <w:rsid w:val="00805AEC"/>
    <w:rsid w:val="00834868"/>
    <w:rsid w:val="00846F84"/>
    <w:rsid w:val="008764CC"/>
    <w:rsid w:val="00880F32"/>
    <w:rsid w:val="008A0FE8"/>
    <w:rsid w:val="00905A76"/>
    <w:rsid w:val="009310CC"/>
    <w:rsid w:val="0096288F"/>
    <w:rsid w:val="0096432B"/>
    <w:rsid w:val="00A05D2D"/>
    <w:rsid w:val="00A8593D"/>
    <w:rsid w:val="00AA00CB"/>
    <w:rsid w:val="00AD1920"/>
    <w:rsid w:val="00AD295A"/>
    <w:rsid w:val="00B33C7C"/>
    <w:rsid w:val="00B449DA"/>
    <w:rsid w:val="00B72E9B"/>
    <w:rsid w:val="00B91C5C"/>
    <w:rsid w:val="00B9231C"/>
    <w:rsid w:val="00BC29B3"/>
    <w:rsid w:val="00BD4E9E"/>
    <w:rsid w:val="00BD7756"/>
    <w:rsid w:val="00BE1FA1"/>
    <w:rsid w:val="00C163F9"/>
    <w:rsid w:val="00C264A6"/>
    <w:rsid w:val="00C41C91"/>
    <w:rsid w:val="00C56357"/>
    <w:rsid w:val="00C57DEE"/>
    <w:rsid w:val="00C65108"/>
    <w:rsid w:val="00C7299B"/>
    <w:rsid w:val="00CB4DC4"/>
    <w:rsid w:val="00CD7BA6"/>
    <w:rsid w:val="00D01B12"/>
    <w:rsid w:val="00DA3181"/>
    <w:rsid w:val="00DD6E17"/>
    <w:rsid w:val="00DE4833"/>
    <w:rsid w:val="00DF7482"/>
    <w:rsid w:val="00E1791A"/>
    <w:rsid w:val="00E2573D"/>
    <w:rsid w:val="00E279E9"/>
    <w:rsid w:val="00E41DAE"/>
    <w:rsid w:val="00E7720D"/>
    <w:rsid w:val="00EA1828"/>
    <w:rsid w:val="00EA6483"/>
    <w:rsid w:val="00EC4BF2"/>
    <w:rsid w:val="00ED0028"/>
    <w:rsid w:val="00EF22F2"/>
    <w:rsid w:val="00F04D8B"/>
    <w:rsid w:val="00F32EA0"/>
    <w:rsid w:val="00F62FD6"/>
    <w:rsid w:val="00FA087D"/>
    <w:rsid w:val="00FC2C3C"/>
    <w:rsid w:val="00FE14CC"/>
    <w:rsid w:val="00FF3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364A73"/>
  <w15:docId w15:val="{DD0E9728-BDAF-1D47-A485-4D72C900B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1F25"/>
    <w:rPr>
      <w:rFonts w:ascii="Poppins" w:eastAsia="Poppins" w:hAnsi="Poppins" w:cs="Poppins"/>
    </w:rPr>
  </w:style>
  <w:style w:type="paragraph" w:styleId="Heading1">
    <w:name w:val="heading 1"/>
    <w:basedOn w:val="Normal"/>
    <w:link w:val="Heading1Char"/>
    <w:uiPriority w:val="9"/>
    <w:qFormat/>
    <w:rsid w:val="00EF22F2"/>
    <w:pPr>
      <w:spacing w:before="120" w:after="360" w:line="192" w:lineRule="auto"/>
      <w:outlineLvl w:val="0"/>
    </w:pPr>
    <w:rPr>
      <w:rFonts w:ascii="Oswald Medium" w:eastAsia="Oswald" w:hAnsi="Oswald Medium" w:cs="Oswald"/>
      <w:caps/>
      <w:color w:val="00548E" w:themeColor="accent1"/>
      <w:sz w:val="48"/>
      <w:szCs w:val="48"/>
      <w:lang w:val="en-GB"/>
    </w:rPr>
  </w:style>
  <w:style w:type="paragraph" w:styleId="Heading2">
    <w:name w:val="heading 2"/>
    <w:basedOn w:val="Normal"/>
    <w:link w:val="Heading2Char"/>
    <w:uiPriority w:val="9"/>
    <w:unhideWhenUsed/>
    <w:qFormat/>
    <w:rsid w:val="003F2C61"/>
    <w:pPr>
      <w:snapToGrid w:val="0"/>
      <w:spacing w:before="120" w:after="120"/>
      <w:outlineLvl w:val="1"/>
    </w:pPr>
    <w:rPr>
      <w:rFonts w:ascii="Aptos SemiBold" w:eastAsia="Aptos SemiBold" w:hAnsi="Aptos SemiBold" w:cs="Aptos SemiBold"/>
      <w:b/>
      <w:bCs/>
      <w:color w:val="00C2F7" w:themeColor="accent2"/>
      <w:sz w:val="36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29B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02946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905A76"/>
    <w:pPr>
      <w:keepNext/>
      <w:keepLines/>
      <w:widowControl/>
      <w:autoSpaceDE/>
      <w:autoSpaceDN/>
      <w:spacing w:before="40"/>
      <w:outlineLvl w:val="3"/>
    </w:pPr>
    <w:rPr>
      <w:rFonts w:asciiTheme="majorHAnsi" w:eastAsiaTheme="majorEastAsia" w:hAnsiTheme="majorHAnsi" w:cstheme="majorBidi"/>
      <w:i/>
      <w:iCs/>
      <w:color w:val="003E6A" w:themeColor="accent1" w:themeShade="BF"/>
      <w:sz w:val="24"/>
      <w:szCs w:val="24"/>
      <w:lang w:val="en-GB"/>
    </w:rPr>
  </w:style>
  <w:style w:type="paragraph" w:styleId="Heading5">
    <w:name w:val="heading 5"/>
    <w:basedOn w:val="Normal"/>
    <w:next w:val="Normal"/>
    <w:link w:val="Heading5Char"/>
    <w:rsid w:val="00905A76"/>
    <w:pPr>
      <w:keepNext/>
      <w:keepLines/>
      <w:widowControl/>
      <w:autoSpaceDE/>
      <w:autoSpaceDN/>
      <w:spacing w:before="220" w:after="40" w:line="276" w:lineRule="auto"/>
      <w:outlineLvl w:val="4"/>
    </w:pPr>
    <w:rPr>
      <w:rFonts w:ascii="Verdana" w:eastAsia="Arial" w:hAnsi="Verdana" w:cs="Verdana"/>
      <w:b/>
      <w:lang w:val="en" w:eastAsia="en-PH"/>
    </w:rPr>
  </w:style>
  <w:style w:type="paragraph" w:styleId="Heading6">
    <w:name w:val="heading 6"/>
    <w:basedOn w:val="Normal"/>
    <w:next w:val="Normal"/>
    <w:link w:val="Heading6Char"/>
    <w:rsid w:val="00905A76"/>
    <w:pPr>
      <w:keepNext/>
      <w:keepLines/>
      <w:widowControl/>
      <w:autoSpaceDE/>
      <w:autoSpaceDN/>
      <w:spacing w:before="200" w:after="40" w:line="276" w:lineRule="auto"/>
      <w:outlineLvl w:val="5"/>
    </w:pPr>
    <w:rPr>
      <w:rFonts w:ascii="Verdana" w:eastAsia="Arial" w:hAnsi="Verdana" w:cs="Verdana"/>
      <w:b/>
      <w:sz w:val="20"/>
      <w:szCs w:val="20"/>
      <w:lang w:val="en" w:eastAsia="en-P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39"/>
    <w:qFormat/>
    <w:rsid w:val="003F2C61"/>
    <w:pPr>
      <w:tabs>
        <w:tab w:val="right" w:leader="dot" w:pos="9746"/>
      </w:tabs>
      <w:spacing w:before="196"/>
      <w:ind w:left="473" w:hanging="200"/>
    </w:pPr>
    <w:rPr>
      <w:noProof/>
      <w:color w:val="005592" w:themeColor="text1"/>
      <w:szCs w:val="18"/>
    </w:rPr>
  </w:style>
  <w:style w:type="paragraph" w:styleId="TOC2">
    <w:name w:val="toc 2"/>
    <w:basedOn w:val="Normal"/>
    <w:uiPriority w:val="39"/>
    <w:qFormat/>
    <w:rsid w:val="005244D3"/>
    <w:pPr>
      <w:spacing w:before="197"/>
      <w:ind w:left="896" w:hanging="339"/>
    </w:pPr>
    <w:rPr>
      <w:sz w:val="21"/>
      <w:szCs w:val="18"/>
    </w:rPr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Title">
    <w:name w:val="Title"/>
    <w:basedOn w:val="Normal"/>
    <w:link w:val="TitleChar"/>
    <w:qFormat/>
    <w:rsid w:val="006768E8"/>
    <w:pPr>
      <w:spacing w:before="379" w:line="1021" w:lineRule="exact"/>
      <w:ind w:left="330"/>
    </w:pPr>
    <w:rPr>
      <w:rFonts w:ascii="Oswald Medium" w:eastAsia="Oswald" w:hAnsi="Oswald Medium" w:cs="Oswald"/>
      <w:sz w:val="70"/>
      <w:szCs w:val="70"/>
    </w:rPr>
  </w:style>
  <w:style w:type="paragraph" w:styleId="ListParagraph">
    <w:name w:val="List Paragraph"/>
    <w:aliases w:val="Numbering"/>
    <w:basedOn w:val="Normal"/>
    <w:link w:val="ListParagraphChar"/>
    <w:uiPriority w:val="34"/>
    <w:qFormat/>
    <w:pPr>
      <w:spacing w:before="197"/>
      <w:ind w:left="896" w:hanging="339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C2E4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2E44"/>
    <w:rPr>
      <w:rFonts w:ascii="Poppins" w:eastAsia="Poppins" w:hAnsi="Poppins" w:cs="Poppins"/>
    </w:rPr>
  </w:style>
  <w:style w:type="paragraph" w:styleId="Footer">
    <w:name w:val="footer"/>
    <w:basedOn w:val="Normal"/>
    <w:link w:val="FooterChar"/>
    <w:uiPriority w:val="99"/>
    <w:unhideWhenUsed/>
    <w:rsid w:val="004C2E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2E44"/>
    <w:rPr>
      <w:rFonts w:ascii="Poppins" w:eastAsia="Poppins" w:hAnsi="Poppins" w:cs="Poppins"/>
    </w:rPr>
  </w:style>
  <w:style w:type="character" w:styleId="PageNumber">
    <w:name w:val="page number"/>
    <w:basedOn w:val="DefaultParagraphFont"/>
    <w:uiPriority w:val="99"/>
    <w:semiHidden/>
    <w:unhideWhenUsed/>
    <w:rsid w:val="004C2E44"/>
  </w:style>
  <w:style w:type="character" w:styleId="Hyperlink">
    <w:name w:val="Hyperlink"/>
    <w:basedOn w:val="DefaultParagraphFont"/>
    <w:uiPriority w:val="99"/>
    <w:unhideWhenUsed/>
    <w:rsid w:val="00E7720D"/>
    <w:rPr>
      <w:color w:val="00C2F7" w:themeColor="accent2"/>
      <w:u w:val="single"/>
    </w:rPr>
  </w:style>
  <w:style w:type="numbering" w:customStyle="1" w:styleId="CurrentList1">
    <w:name w:val="Current List1"/>
    <w:uiPriority w:val="99"/>
    <w:rsid w:val="006768E8"/>
    <w:pPr>
      <w:numPr>
        <w:numId w:val="4"/>
      </w:numPr>
    </w:pPr>
  </w:style>
  <w:style w:type="numbering" w:customStyle="1" w:styleId="CurrentList2">
    <w:name w:val="Current List2"/>
    <w:uiPriority w:val="99"/>
    <w:rsid w:val="006768E8"/>
    <w:pPr>
      <w:numPr>
        <w:numId w:val="5"/>
      </w:numPr>
    </w:pPr>
  </w:style>
  <w:style w:type="numbering" w:customStyle="1" w:styleId="CurrentList3">
    <w:name w:val="Current List3"/>
    <w:uiPriority w:val="99"/>
    <w:rsid w:val="006768E8"/>
    <w:pPr>
      <w:numPr>
        <w:numId w:val="6"/>
      </w:numPr>
    </w:pPr>
  </w:style>
  <w:style w:type="numbering" w:customStyle="1" w:styleId="CurrentList4">
    <w:name w:val="Current List4"/>
    <w:uiPriority w:val="99"/>
    <w:rsid w:val="006768E8"/>
    <w:pPr>
      <w:numPr>
        <w:numId w:val="7"/>
      </w:numPr>
    </w:pPr>
  </w:style>
  <w:style w:type="numbering" w:customStyle="1" w:styleId="CurrentList5">
    <w:name w:val="Current List5"/>
    <w:uiPriority w:val="99"/>
    <w:rsid w:val="006768E8"/>
    <w:pPr>
      <w:numPr>
        <w:numId w:val="8"/>
      </w:numPr>
    </w:pPr>
  </w:style>
  <w:style w:type="numbering" w:customStyle="1" w:styleId="CurrentList6">
    <w:name w:val="Current List6"/>
    <w:uiPriority w:val="99"/>
    <w:rsid w:val="006768E8"/>
    <w:pPr>
      <w:numPr>
        <w:numId w:val="9"/>
      </w:numPr>
    </w:pPr>
  </w:style>
  <w:style w:type="numbering" w:customStyle="1" w:styleId="CurrentList7">
    <w:name w:val="Current List7"/>
    <w:uiPriority w:val="99"/>
    <w:rsid w:val="006768E8"/>
    <w:pPr>
      <w:numPr>
        <w:numId w:val="10"/>
      </w:numPr>
    </w:pPr>
  </w:style>
  <w:style w:type="table" w:styleId="TableGrid">
    <w:name w:val="Table Grid"/>
    <w:basedOn w:val="TableNormal"/>
    <w:uiPriority w:val="39"/>
    <w:rsid w:val="00E279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meofDocument">
    <w:name w:val="Name of Document"/>
    <w:basedOn w:val="Title"/>
    <w:qFormat/>
    <w:rsid w:val="00AA00CB"/>
    <w:rPr>
      <w:color w:val="FFFFFF"/>
      <w:w w:val="110"/>
    </w:rPr>
  </w:style>
  <w:style w:type="character" w:styleId="FootnoteReference">
    <w:name w:val="footnote reference"/>
    <w:basedOn w:val="DefaultParagraphFont"/>
    <w:uiPriority w:val="99"/>
    <w:rsid w:val="005244D3"/>
    <w:rPr>
      <w:rFonts w:ascii="Poppins" w:hAnsi="Poppins"/>
      <w:sz w:val="14"/>
      <w:vertAlign w:val="superscript"/>
    </w:rPr>
  </w:style>
  <w:style w:type="paragraph" w:customStyle="1" w:styleId="FootnotesFOOTNOTESitalicsareincharacterstyle">
    <w:name w:val="Footnotes (FOOTNOTES (italics are in character style))"/>
    <w:basedOn w:val="Normal"/>
    <w:autoRedefine/>
    <w:uiPriority w:val="99"/>
    <w:rsid w:val="00E7720D"/>
    <w:pPr>
      <w:adjustRightInd w:val="0"/>
      <w:spacing w:before="120" w:after="120" w:line="220" w:lineRule="atLeast"/>
      <w:ind w:left="90" w:hanging="90"/>
      <w:textAlignment w:val="center"/>
    </w:pPr>
    <w:rPr>
      <w:rFonts w:ascii="Poppins Light" w:eastAsiaTheme="minorHAnsi" w:hAnsi="Poppins Light" w:cs="TheSansLight-Plain"/>
      <w:color w:val="000000"/>
      <w:sz w:val="15"/>
      <w:szCs w:val="15"/>
    </w:rPr>
  </w:style>
  <w:style w:type="character" w:customStyle="1" w:styleId="Hyperlink1">
    <w:name w:val="Hyperlink1"/>
    <w:basedOn w:val="DefaultParagraphFont"/>
    <w:rsid w:val="005244D3"/>
    <w:rPr>
      <w:color w:val="45BFF2"/>
      <w:u w:val="single"/>
    </w:rPr>
  </w:style>
  <w:style w:type="paragraph" w:customStyle="1" w:styleId="IntroParagraph-Aptos">
    <w:name w:val="Intro Paragraph - Aptos"/>
    <w:basedOn w:val="Normal"/>
    <w:qFormat/>
    <w:rsid w:val="00651D8C"/>
    <w:pPr>
      <w:tabs>
        <w:tab w:val="left" w:pos="120"/>
      </w:tabs>
      <w:suppressAutoHyphens/>
      <w:adjustRightInd w:val="0"/>
      <w:spacing w:before="240" w:after="240" w:line="264" w:lineRule="auto"/>
      <w:textAlignment w:val="center"/>
    </w:pPr>
    <w:rPr>
      <w:rFonts w:ascii="Aptos" w:eastAsia="Cambria" w:hAnsi="Aptos" w:cs="TheSansLight-Plain"/>
      <w:color w:val="45BFF2"/>
      <w:sz w:val="28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3F2C61"/>
    <w:rPr>
      <w:rFonts w:ascii="Aptos SemiBold" w:eastAsia="Aptos SemiBold" w:hAnsi="Aptos SemiBold" w:cs="Aptos SemiBold"/>
      <w:b/>
      <w:bCs/>
      <w:color w:val="00C2F7" w:themeColor="accent2"/>
      <w:sz w:val="36"/>
      <w:szCs w:val="32"/>
    </w:rPr>
  </w:style>
  <w:style w:type="paragraph" w:customStyle="1" w:styleId="BodyFont-Poppins">
    <w:name w:val="Body Font - Poppins"/>
    <w:basedOn w:val="Normal"/>
    <w:qFormat/>
    <w:rsid w:val="005244D3"/>
    <w:pPr>
      <w:tabs>
        <w:tab w:val="left" w:pos="120"/>
      </w:tabs>
      <w:suppressAutoHyphens/>
      <w:adjustRightInd w:val="0"/>
      <w:spacing w:after="130" w:line="262" w:lineRule="atLeast"/>
      <w:jc w:val="both"/>
      <w:textAlignment w:val="center"/>
    </w:pPr>
    <w:rPr>
      <w:rFonts w:eastAsia="Cambria" w:cs="TheSansLight-Plain"/>
      <w:color w:val="000000"/>
      <w:szCs w:val="19"/>
    </w:rPr>
  </w:style>
  <w:style w:type="table" w:styleId="TableGridLight">
    <w:name w:val="Grid Table Light"/>
    <w:basedOn w:val="TableNormal"/>
    <w:uiPriority w:val="40"/>
    <w:rsid w:val="00EA1828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EA1828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EA1828"/>
    <w:tblPr>
      <w:tblStyleRowBandSize w:val="1"/>
      <w:tblStyleColBandSize w:val="1"/>
      <w:tblBorders>
        <w:top w:val="single" w:sz="4" w:space="0" w:color="48B2FF" w:themeColor="text1" w:themeTint="80"/>
        <w:bottom w:val="single" w:sz="4" w:space="0" w:color="48B2F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48B2F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48B2F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48B2FF" w:themeColor="text1" w:themeTint="80"/>
          <w:right w:val="single" w:sz="4" w:space="0" w:color="48B2FF" w:themeColor="text1" w:themeTint="80"/>
        </w:tcBorders>
      </w:tcPr>
    </w:tblStylePr>
    <w:tblStylePr w:type="band2Vert">
      <w:tblPr/>
      <w:tcPr>
        <w:tcBorders>
          <w:left w:val="single" w:sz="4" w:space="0" w:color="48B2FF" w:themeColor="text1" w:themeTint="80"/>
          <w:right w:val="single" w:sz="4" w:space="0" w:color="48B2FF" w:themeColor="text1" w:themeTint="80"/>
        </w:tcBorders>
      </w:tcPr>
    </w:tblStylePr>
    <w:tblStylePr w:type="band1Horz">
      <w:tblPr/>
      <w:tcPr>
        <w:tcBorders>
          <w:top w:val="single" w:sz="4" w:space="0" w:color="48B2FF" w:themeColor="text1" w:themeTint="80"/>
          <w:bottom w:val="single" w:sz="4" w:space="0" w:color="48B2F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EA1828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48B2F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48B2F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ridTable5Dark-Accent2">
    <w:name w:val="Grid Table 5 Dark Accent 2"/>
    <w:basedOn w:val="TableNormal"/>
    <w:uiPriority w:val="50"/>
    <w:rsid w:val="00EA182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AF3F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C2F7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C2F7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C2F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C2F7" w:themeFill="accent2"/>
      </w:tcPr>
    </w:tblStylePr>
    <w:tblStylePr w:type="band1Vert">
      <w:tblPr/>
      <w:tcPr>
        <w:shd w:val="clear" w:color="auto" w:fill="95E8FF" w:themeFill="accent2" w:themeFillTint="66"/>
      </w:tcPr>
    </w:tblStylePr>
    <w:tblStylePr w:type="band1Horz">
      <w:tblPr/>
      <w:tcPr>
        <w:shd w:val="clear" w:color="auto" w:fill="95E8FF" w:themeFill="accent2" w:themeFillTint="66"/>
      </w:tcPr>
    </w:tblStylePr>
  </w:style>
  <w:style w:type="paragraph" w:customStyle="1" w:styleId="00LocationandYearTITLEPAGE">
    <w:name w:val="00_Location and Year (TITLE PAGE)"/>
    <w:basedOn w:val="Normal"/>
    <w:autoRedefine/>
    <w:uiPriority w:val="99"/>
    <w:rsid w:val="00DA3181"/>
    <w:pPr>
      <w:suppressAutoHyphens/>
      <w:adjustRightInd w:val="0"/>
      <w:spacing w:after="40" w:line="300" w:lineRule="atLeast"/>
      <w:textAlignment w:val="center"/>
    </w:pPr>
    <w:rPr>
      <w:rFonts w:ascii="Calibri" w:eastAsiaTheme="minorHAnsi" w:hAnsi="Calibri" w:cs="Oswald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F22F2"/>
    <w:rPr>
      <w:rFonts w:ascii="Oswald Medium" w:eastAsia="Oswald" w:hAnsi="Oswald Medium" w:cs="Oswald"/>
      <w:caps/>
      <w:color w:val="00548E" w:themeColor="accent1"/>
      <w:sz w:val="48"/>
      <w:szCs w:val="48"/>
      <w:lang w:val="en-GB"/>
    </w:rPr>
  </w:style>
  <w:style w:type="paragraph" w:customStyle="1" w:styleId="BulletedList">
    <w:name w:val="Bulleted List"/>
    <w:basedOn w:val="BodyFont-Poppins"/>
    <w:qFormat/>
    <w:rsid w:val="00E7720D"/>
    <w:pPr>
      <w:numPr>
        <w:numId w:val="16"/>
      </w:numPr>
    </w:pPr>
    <w:rPr>
      <w:szCs w:val="22"/>
    </w:rPr>
  </w:style>
  <w:style w:type="paragraph" w:customStyle="1" w:styleId="Newnormal">
    <w:name w:val="New normal"/>
    <w:basedOn w:val="Normal"/>
    <w:rsid w:val="00E7720D"/>
    <w:pPr>
      <w:numPr>
        <w:numId w:val="17"/>
      </w:numPr>
    </w:pPr>
  </w:style>
  <w:style w:type="paragraph" w:customStyle="1" w:styleId="NumberedList">
    <w:name w:val="Numbered List"/>
    <w:basedOn w:val="BodyFont-Poppins"/>
    <w:qFormat/>
    <w:rsid w:val="00E7720D"/>
    <w:pPr>
      <w:numPr>
        <w:numId w:val="21"/>
      </w:numPr>
    </w:pPr>
  </w:style>
  <w:style w:type="character" w:customStyle="1" w:styleId="ListParagraphChar">
    <w:name w:val="List Paragraph Char"/>
    <w:aliases w:val="Numbering Char"/>
    <w:basedOn w:val="DefaultParagraphFont"/>
    <w:link w:val="ListParagraph"/>
    <w:uiPriority w:val="34"/>
    <w:locked/>
    <w:rsid w:val="00E7720D"/>
    <w:rPr>
      <w:rFonts w:ascii="Poppins" w:eastAsia="Poppins" w:hAnsi="Poppins" w:cs="Poppins"/>
    </w:rPr>
  </w:style>
  <w:style w:type="paragraph" w:styleId="FootnoteText">
    <w:name w:val="footnote text"/>
    <w:basedOn w:val="Normal"/>
    <w:link w:val="FootnoteTextChar"/>
    <w:uiPriority w:val="99"/>
    <w:unhideWhenUsed/>
    <w:rsid w:val="00EC4BF2"/>
    <w:rPr>
      <w:rFonts w:ascii="Aptos" w:hAnsi="Aptos"/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C4BF2"/>
    <w:rPr>
      <w:rFonts w:ascii="Aptos" w:eastAsia="Poppins" w:hAnsi="Aptos" w:cs="Poppins"/>
      <w:sz w:val="18"/>
      <w:szCs w:val="18"/>
    </w:rPr>
  </w:style>
  <w:style w:type="paragraph" w:customStyle="1" w:styleId="ParagraphHeader-Aptos">
    <w:name w:val="Paragraph Header - Aptos"/>
    <w:basedOn w:val="Normal"/>
    <w:qFormat/>
    <w:rsid w:val="00E7720D"/>
    <w:pPr>
      <w:keepNext/>
      <w:keepLines/>
      <w:widowControl/>
      <w:suppressAutoHyphens/>
      <w:autoSpaceDE/>
      <w:autoSpaceDN/>
      <w:spacing w:before="240" w:after="240"/>
      <w:ind w:right="-28"/>
      <w:outlineLvl w:val="0"/>
    </w:pPr>
    <w:rPr>
      <w:rFonts w:asciiTheme="minorHAnsi" w:eastAsia="Times New Roman" w:hAnsiTheme="minorHAnsi" w:cs="Times New Roman"/>
      <w:bCs/>
      <w:color w:val="45BFF2"/>
      <w:sz w:val="28"/>
      <w:szCs w:val="28"/>
      <w:lang w:val="en-GB"/>
    </w:rPr>
  </w:style>
  <w:style w:type="paragraph" w:customStyle="1" w:styleId="BoxTitle">
    <w:name w:val="Box Title"/>
    <w:qFormat/>
    <w:rsid w:val="00C65108"/>
    <w:rPr>
      <w:rFonts w:ascii="Poppins" w:eastAsia="Cambria" w:hAnsi="Poppins" w:cs="TheSansLight-Plain"/>
      <w:b/>
      <w:bCs/>
      <w:color w:val="00C2F7" w:themeColor="accent2"/>
      <w:sz w:val="21"/>
      <w:szCs w:val="21"/>
    </w:rPr>
  </w:style>
  <w:style w:type="paragraph" w:customStyle="1" w:styleId="Boxedtext">
    <w:name w:val="Boxed text"/>
    <w:basedOn w:val="BodyFont-Poppins"/>
    <w:qFormat/>
    <w:rsid w:val="00C65108"/>
    <w:pPr>
      <w:spacing w:before="240" w:line="288" w:lineRule="auto"/>
      <w:jc w:val="left"/>
    </w:pPr>
    <w:rPr>
      <w:rFonts w:ascii="Aptos Light" w:hAnsi="Aptos Light"/>
      <w:sz w:val="20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BC29B3"/>
    <w:rPr>
      <w:rFonts w:asciiTheme="majorHAnsi" w:eastAsiaTheme="majorEastAsia" w:hAnsiTheme="majorHAnsi" w:cstheme="majorBidi"/>
      <w:color w:val="002946" w:themeColor="accent1" w:themeShade="7F"/>
      <w:sz w:val="24"/>
      <w:szCs w:val="24"/>
    </w:rPr>
  </w:style>
  <w:style w:type="table" w:customStyle="1" w:styleId="TableGrid1">
    <w:name w:val="Table Grid1"/>
    <w:basedOn w:val="TableNormal"/>
    <w:next w:val="TableGrid"/>
    <w:uiPriority w:val="39"/>
    <w:rsid w:val="000827D2"/>
    <w:pPr>
      <w:widowControl/>
      <w:autoSpaceDE/>
      <w:autoSpaceDN/>
    </w:pPr>
    <w:rPr>
      <w:lang w:val="nb-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elltext">
    <w:name w:val="Table cell text"/>
    <w:basedOn w:val="Normal"/>
    <w:qFormat/>
    <w:rsid w:val="000827D2"/>
    <w:pPr>
      <w:widowControl/>
      <w:autoSpaceDE/>
      <w:autoSpaceDN/>
      <w:spacing w:line="259" w:lineRule="auto"/>
      <w:contextualSpacing/>
    </w:pPr>
    <w:rPr>
      <w:rFonts w:ascii="Aptos Light" w:eastAsia="Times New Roman" w:hAnsi="Aptos Light" w:cs="Arial"/>
      <w:kern w:val="2"/>
      <w:sz w:val="18"/>
      <w:szCs w:val="18"/>
      <w:lang w:val="en-GB"/>
      <w14:ligatures w14:val="standardContextual"/>
    </w:rPr>
  </w:style>
  <w:style w:type="paragraph" w:customStyle="1" w:styleId="Tableheaderrow">
    <w:name w:val="Table header row"/>
    <w:basedOn w:val="Tablecelltext"/>
    <w:qFormat/>
    <w:rsid w:val="000827D2"/>
    <w:rPr>
      <w:rFonts w:ascii="Aptos" w:hAnsi="Aptos"/>
      <w:b/>
      <w:bCs/>
      <w:color w:val="FFFFFF" w:themeColor="background1"/>
    </w:rPr>
  </w:style>
  <w:style w:type="table" w:customStyle="1" w:styleId="TableGrid2">
    <w:name w:val="Table Grid2"/>
    <w:basedOn w:val="TableNormal"/>
    <w:next w:val="TableGrid"/>
    <w:uiPriority w:val="39"/>
    <w:rsid w:val="00880F32"/>
    <w:pPr>
      <w:widowControl/>
      <w:autoSpaceDE/>
      <w:autoSpaceDN/>
    </w:pPr>
    <w:rPr>
      <w:sz w:val="24"/>
      <w:szCs w:val="24"/>
      <w:lang w:val="en-P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2A0BDA"/>
    <w:pPr>
      <w:widowControl/>
      <w:autoSpaceDE/>
      <w:autoSpaceDN/>
    </w:pPr>
    <w:rPr>
      <w:sz w:val="24"/>
      <w:szCs w:val="24"/>
      <w:lang w:val="en-P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2A0BDA"/>
    <w:pPr>
      <w:widowControl/>
      <w:autoSpaceDE/>
      <w:autoSpaceDN/>
    </w:pPr>
    <w:rPr>
      <w:sz w:val="24"/>
      <w:szCs w:val="24"/>
      <w:lang w:val="en-P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2A0BDA"/>
    <w:pPr>
      <w:widowControl/>
      <w:autoSpaceDE/>
      <w:autoSpaceDN/>
    </w:pPr>
    <w:rPr>
      <w:sz w:val="24"/>
      <w:szCs w:val="24"/>
      <w:lang w:val="en-P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2A0BDA"/>
    <w:pPr>
      <w:widowControl/>
      <w:autoSpaceDE/>
      <w:autoSpaceDN/>
    </w:pPr>
    <w:rPr>
      <w:sz w:val="24"/>
      <w:szCs w:val="24"/>
      <w:lang w:val="en-P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39"/>
    <w:rsid w:val="00EC4BF2"/>
    <w:pPr>
      <w:widowControl/>
      <w:autoSpaceDE/>
      <w:autoSpaceDN/>
    </w:pPr>
    <w:rPr>
      <w:sz w:val="24"/>
      <w:szCs w:val="24"/>
      <w:lang w:val="en-P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39"/>
    <w:rsid w:val="00EC4BF2"/>
    <w:pPr>
      <w:widowControl/>
      <w:autoSpaceDE/>
      <w:autoSpaceDN/>
    </w:pPr>
    <w:rPr>
      <w:sz w:val="24"/>
      <w:szCs w:val="24"/>
      <w:lang w:val="en-P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39"/>
    <w:rsid w:val="00663B59"/>
    <w:pPr>
      <w:widowControl/>
      <w:autoSpaceDE/>
      <w:autoSpaceDN/>
    </w:pPr>
    <w:rPr>
      <w:sz w:val="24"/>
      <w:szCs w:val="24"/>
      <w:lang w:val="en-P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39"/>
    <w:rsid w:val="00663B59"/>
    <w:pPr>
      <w:widowControl/>
      <w:autoSpaceDE/>
      <w:autoSpaceDN/>
    </w:pPr>
    <w:rPr>
      <w:sz w:val="24"/>
      <w:szCs w:val="24"/>
      <w:lang w:val="en-P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39"/>
    <w:rsid w:val="00663B59"/>
    <w:pPr>
      <w:widowControl/>
      <w:autoSpaceDE/>
      <w:autoSpaceDN/>
    </w:pPr>
    <w:rPr>
      <w:sz w:val="24"/>
      <w:szCs w:val="24"/>
      <w:lang w:val="en-P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uiPriority w:val="39"/>
    <w:rsid w:val="00663B59"/>
    <w:pPr>
      <w:widowControl/>
      <w:autoSpaceDE/>
      <w:autoSpaceDN/>
    </w:pPr>
    <w:rPr>
      <w:sz w:val="24"/>
      <w:szCs w:val="24"/>
      <w:lang w:val="en-P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39"/>
    <w:rsid w:val="00DF7482"/>
    <w:pPr>
      <w:widowControl/>
      <w:autoSpaceDE/>
      <w:autoSpaceDN/>
    </w:pPr>
    <w:rPr>
      <w:sz w:val="24"/>
      <w:szCs w:val="24"/>
      <w:lang w:val="en-P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">
    <w:name w:val="Table Grid14"/>
    <w:basedOn w:val="TableNormal"/>
    <w:next w:val="TableGrid"/>
    <w:uiPriority w:val="39"/>
    <w:rsid w:val="00DF7482"/>
    <w:pPr>
      <w:widowControl/>
      <w:autoSpaceDE/>
      <w:autoSpaceDN/>
    </w:pPr>
    <w:rPr>
      <w:sz w:val="24"/>
      <w:szCs w:val="24"/>
      <w:lang w:val="en-P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rsid w:val="00905A76"/>
    <w:rPr>
      <w:rFonts w:asciiTheme="majorHAnsi" w:eastAsiaTheme="majorEastAsia" w:hAnsiTheme="majorHAnsi" w:cstheme="majorBidi"/>
      <w:i/>
      <w:iCs/>
      <w:color w:val="003E6A" w:themeColor="accent1" w:themeShade="BF"/>
      <w:sz w:val="24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rsid w:val="00905A76"/>
    <w:rPr>
      <w:rFonts w:ascii="Verdana" w:eastAsia="Arial" w:hAnsi="Verdana" w:cs="Verdana"/>
      <w:b/>
      <w:lang w:val="en" w:eastAsia="en-PH"/>
    </w:rPr>
  </w:style>
  <w:style w:type="character" w:customStyle="1" w:styleId="Heading6Char">
    <w:name w:val="Heading 6 Char"/>
    <w:basedOn w:val="DefaultParagraphFont"/>
    <w:link w:val="Heading6"/>
    <w:rsid w:val="00905A76"/>
    <w:rPr>
      <w:rFonts w:ascii="Verdana" w:eastAsia="Arial" w:hAnsi="Verdana" w:cs="Verdana"/>
      <w:b/>
      <w:sz w:val="20"/>
      <w:szCs w:val="20"/>
      <w:lang w:val="en" w:eastAsia="en-PH"/>
    </w:rPr>
  </w:style>
  <w:style w:type="paragraph" w:styleId="CommentText">
    <w:name w:val="annotation text"/>
    <w:basedOn w:val="Normal"/>
    <w:link w:val="CommentTextChar"/>
    <w:uiPriority w:val="99"/>
    <w:unhideWhenUsed/>
    <w:rsid w:val="00905A76"/>
    <w:pPr>
      <w:widowControl/>
      <w:autoSpaceDE/>
      <w:autoSpaceDN/>
    </w:pPr>
    <w:rPr>
      <w:rFonts w:asciiTheme="minorHAnsi" w:eastAsiaTheme="minorEastAsia" w:hAnsiTheme="minorHAnsi" w:cstheme="minorBidi"/>
      <w:sz w:val="20"/>
      <w:szCs w:val="20"/>
      <w:lang w:val="en-PH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5A76"/>
    <w:rPr>
      <w:rFonts w:eastAsiaTheme="minorEastAsia"/>
      <w:sz w:val="20"/>
      <w:szCs w:val="20"/>
      <w:lang w:val="en-PH"/>
    </w:rPr>
  </w:style>
  <w:style w:type="character" w:styleId="CommentReference">
    <w:name w:val="annotation reference"/>
    <w:basedOn w:val="DefaultParagraphFont"/>
    <w:uiPriority w:val="99"/>
    <w:semiHidden/>
    <w:unhideWhenUsed/>
    <w:rsid w:val="00905A76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5A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5A76"/>
    <w:rPr>
      <w:rFonts w:eastAsiaTheme="minorEastAsia"/>
      <w:b/>
      <w:bCs/>
      <w:sz w:val="20"/>
      <w:szCs w:val="20"/>
      <w:lang w:val="en-PH"/>
    </w:rPr>
  </w:style>
  <w:style w:type="character" w:styleId="UnresolvedMention">
    <w:name w:val="Unresolved Mention"/>
    <w:basedOn w:val="DefaultParagraphFont"/>
    <w:uiPriority w:val="99"/>
    <w:unhideWhenUsed/>
    <w:rsid w:val="00905A7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05A76"/>
    <w:rPr>
      <w:color w:val="45BEF1" w:themeColor="followedHyperlink"/>
      <w:u w:val="single"/>
    </w:rPr>
  </w:style>
  <w:style w:type="paragraph" w:styleId="Revision">
    <w:name w:val="Revision"/>
    <w:hidden/>
    <w:uiPriority w:val="99"/>
    <w:semiHidden/>
    <w:rsid w:val="00905A76"/>
    <w:pPr>
      <w:widowControl/>
      <w:autoSpaceDE/>
      <w:autoSpaceDN/>
    </w:pPr>
    <w:rPr>
      <w:sz w:val="24"/>
      <w:szCs w:val="24"/>
      <w:lang w:val="en-GB"/>
    </w:rPr>
  </w:style>
  <w:style w:type="paragraph" w:customStyle="1" w:styleId="Default">
    <w:name w:val="Default"/>
    <w:rsid w:val="00905A76"/>
    <w:pPr>
      <w:widowControl/>
      <w:adjustRightInd w:val="0"/>
    </w:pPr>
    <w:rPr>
      <w:rFonts w:ascii="Arial" w:hAnsi="Arial" w:cs="Arial"/>
      <w:color w:val="000000"/>
      <w:sz w:val="24"/>
      <w:szCs w:val="24"/>
      <w:lang w:val="nb-NO"/>
    </w:rPr>
  </w:style>
  <w:style w:type="table" w:customStyle="1" w:styleId="55">
    <w:name w:val="55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TitleChar">
    <w:name w:val="Title Char"/>
    <w:basedOn w:val="DefaultParagraphFont"/>
    <w:link w:val="Title"/>
    <w:rsid w:val="00905A76"/>
    <w:rPr>
      <w:rFonts w:ascii="Oswald Medium" w:eastAsia="Oswald" w:hAnsi="Oswald Medium" w:cs="Oswald"/>
      <w:sz w:val="70"/>
      <w:szCs w:val="70"/>
    </w:rPr>
  </w:style>
  <w:style w:type="paragraph" w:customStyle="1" w:styleId="BodytextQA">
    <w:name w:val="Body text QA"/>
    <w:basedOn w:val="Normal"/>
    <w:link w:val="BodytextQAChar"/>
    <w:rsid w:val="00905A76"/>
    <w:pPr>
      <w:widowControl/>
      <w:tabs>
        <w:tab w:val="left" w:pos="0"/>
      </w:tabs>
      <w:autoSpaceDE/>
      <w:autoSpaceDN/>
      <w:spacing w:before="120" w:after="120" w:line="360" w:lineRule="auto"/>
      <w:jc w:val="both"/>
      <w:outlineLvl w:val="0"/>
    </w:pPr>
    <w:rPr>
      <w:rFonts w:ascii="Times New Roman" w:eastAsia="MS Mincho" w:hAnsi="Times New Roman" w:cs="Angsana New"/>
      <w:sz w:val="24"/>
      <w:szCs w:val="24"/>
      <w:lang w:val="en-GB"/>
    </w:rPr>
  </w:style>
  <w:style w:type="character" w:customStyle="1" w:styleId="BodytextQAChar">
    <w:name w:val="Body text QA Char"/>
    <w:link w:val="BodytextQA"/>
    <w:rsid w:val="00905A76"/>
    <w:rPr>
      <w:rFonts w:ascii="Times New Roman" w:eastAsia="MS Mincho" w:hAnsi="Times New Roman" w:cs="Angsana New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A76"/>
    <w:pPr>
      <w:widowControl/>
      <w:autoSpaceDE/>
      <w:autoSpaceDN/>
    </w:pPr>
    <w:rPr>
      <w:rFonts w:ascii="Segoe UI" w:eastAsia="Arial" w:hAnsi="Segoe UI" w:cs="Segoe UI"/>
      <w:sz w:val="18"/>
      <w:szCs w:val="18"/>
      <w:lang w:val="en" w:eastAsia="en-PH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5A76"/>
    <w:rPr>
      <w:rFonts w:ascii="Segoe UI" w:eastAsia="Arial" w:hAnsi="Segoe UI" w:cs="Segoe UI"/>
      <w:sz w:val="18"/>
      <w:szCs w:val="18"/>
      <w:lang w:val="en" w:eastAsia="en-PH"/>
    </w:rPr>
  </w:style>
  <w:style w:type="table" w:customStyle="1" w:styleId="1">
    <w:name w:val="1"/>
    <w:basedOn w:val="TableNormal"/>
    <w:rsid w:val="00905A76"/>
    <w:pPr>
      <w:widowControl/>
      <w:autoSpaceDE/>
      <w:autoSpaceDN/>
      <w:spacing w:line="276" w:lineRule="auto"/>
    </w:pPr>
    <w:rPr>
      <w:rFonts w:ascii="Arial" w:eastAsia="Arial" w:hAnsi="Arial" w:cs="Arial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">
    <w:name w:val="5"/>
    <w:basedOn w:val="TableNormal"/>
    <w:rsid w:val="00905A76"/>
    <w:pPr>
      <w:widowControl/>
      <w:autoSpaceDE/>
      <w:autoSpaceDN/>
      <w:spacing w:line="276" w:lineRule="auto"/>
    </w:pPr>
    <w:rPr>
      <w:rFonts w:ascii="Arial" w:eastAsia="Arial" w:hAnsi="Arial" w:cs="Arial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">
    <w:name w:val="4"/>
    <w:basedOn w:val="TableNormal"/>
    <w:rsid w:val="00905A76"/>
    <w:pPr>
      <w:widowControl/>
      <w:autoSpaceDE/>
      <w:autoSpaceDN/>
      <w:spacing w:line="276" w:lineRule="auto"/>
    </w:pPr>
    <w:rPr>
      <w:rFonts w:ascii="Arial" w:eastAsia="Arial" w:hAnsi="Arial" w:cs="Arial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">
    <w:name w:val="3"/>
    <w:basedOn w:val="TableNormal"/>
    <w:rsid w:val="00905A76"/>
    <w:pPr>
      <w:widowControl/>
      <w:autoSpaceDE/>
      <w:autoSpaceDN/>
      <w:spacing w:line="276" w:lineRule="auto"/>
    </w:pPr>
    <w:rPr>
      <w:rFonts w:ascii="Arial" w:eastAsia="Arial" w:hAnsi="Arial" w:cs="Arial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OCHeading">
    <w:name w:val="TOC Heading"/>
    <w:basedOn w:val="Heading1"/>
    <w:next w:val="Normal"/>
    <w:uiPriority w:val="39"/>
    <w:unhideWhenUsed/>
    <w:qFormat/>
    <w:rsid w:val="00905A76"/>
    <w:pPr>
      <w:keepNext/>
      <w:keepLines/>
      <w:widowControl/>
      <w:autoSpaceDE/>
      <w:autoSpaceDN/>
      <w:spacing w:before="240" w:after="0" w:line="259" w:lineRule="auto"/>
      <w:outlineLvl w:val="9"/>
    </w:pPr>
    <w:rPr>
      <w:rFonts w:asciiTheme="majorHAnsi" w:eastAsiaTheme="majorEastAsia" w:hAnsiTheme="majorHAnsi" w:cstheme="majorBidi"/>
      <w:caps w:val="0"/>
      <w:color w:val="003E6A" w:themeColor="accent1" w:themeShade="BF"/>
      <w:sz w:val="32"/>
      <w:szCs w:val="32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905A76"/>
    <w:pPr>
      <w:widowControl/>
      <w:tabs>
        <w:tab w:val="left" w:pos="1710"/>
        <w:tab w:val="right" w:leader="dot" w:pos="8657"/>
      </w:tabs>
      <w:autoSpaceDE/>
      <w:autoSpaceDN/>
      <w:spacing w:line="276" w:lineRule="auto"/>
      <w:ind w:left="900"/>
    </w:pPr>
    <w:rPr>
      <w:rFonts w:asciiTheme="minorHAnsi" w:eastAsia="Arial" w:hAnsiTheme="minorHAnsi" w:cs="Verdana"/>
      <w:sz w:val="20"/>
      <w:szCs w:val="20"/>
      <w:lang w:val="en" w:eastAsia="en-PH"/>
    </w:rPr>
  </w:style>
  <w:style w:type="paragraph" w:styleId="TOC4">
    <w:name w:val="toc 4"/>
    <w:basedOn w:val="Normal"/>
    <w:next w:val="Normal"/>
    <w:autoRedefine/>
    <w:uiPriority w:val="39"/>
    <w:unhideWhenUsed/>
    <w:rsid w:val="00905A76"/>
    <w:pPr>
      <w:widowControl/>
      <w:autoSpaceDE/>
      <w:autoSpaceDN/>
      <w:spacing w:line="276" w:lineRule="auto"/>
      <w:ind w:left="660"/>
    </w:pPr>
    <w:rPr>
      <w:rFonts w:asciiTheme="minorHAnsi" w:eastAsia="Arial" w:hAnsiTheme="minorHAnsi" w:cs="Verdana"/>
      <w:sz w:val="20"/>
      <w:szCs w:val="20"/>
      <w:lang w:val="en" w:eastAsia="en-PH"/>
    </w:rPr>
  </w:style>
  <w:style w:type="paragraph" w:styleId="TOC5">
    <w:name w:val="toc 5"/>
    <w:basedOn w:val="Normal"/>
    <w:next w:val="Normal"/>
    <w:autoRedefine/>
    <w:uiPriority w:val="39"/>
    <w:unhideWhenUsed/>
    <w:rsid w:val="00905A76"/>
    <w:pPr>
      <w:widowControl/>
      <w:autoSpaceDE/>
      <w:autoSpaceDN/>
      <w:spacing w:line="276" w:lineRule="auto"/>
      <w:ind w:left="880"/>
    </w:pPr>
    <w:rPr>
      <w:rFonts w:asciiTheme="minorHAnsi" w:eastAsia="Arial" w:hAnsiTheme="minorHAnsi" w:cs="Verdana"/>
      <w:sz w:val="20"/>
      <w:szCs w:val="20"/>
      <w:lang w:val="en" w:eastAsia="en-PH"/>
    </w:rPr>
  </w:style>
  <w:style w:type="paragraph" w:styleId="TOC6">
    <w:name w:val="toc 6"/>
    <w:basedOn w:val="Normal"/>
    <w:next w:val="Normal"/>
    <w:autoRedefine/>
    <w:uiPriority w:val="39"/>
    <w:unhideWhenUsed/>
    <w:rsid w:val="00905A76"/>
    <w:pPr>
      <w:widowControl/>
      <w:autoSpaceDE/>
      <w:autoSpaceDN/>
      <w:spacing w:line="276" w:lineRule="auto"/>
      <w:ind w:left="1100"/>
    </w:pPr>
    <w:rPr>
      <w:rFonts w:asciiTheme="minorHAnsi" w:eastAsia="Arial" w:hAnsiTheme="minorHAnsi" w:cs="Verdana"/>
      <w:sz w:val="20"/>
      <w:szCs w:val="20"/>
      <w:lang w:val="en" w:eastAsia="en-PH"/>
    </w:rPr>
  </w:style>
  <w:style w:type="paragraph" w:styleId="TOC7">
    <w:name w:val="toc 7"/>
    <w:basedOn w:val="Normal"/>
    <w:next w:val="Normal"/>
    <w:autoRedefine/>
    <w:uiPriority w:val="39"/>
    <w:unhideWhenUsed/>
    <w:rsid w:val="00905A76"/>
    <w:pPr>
      <w:widowControl/>
      <w:autoSpaceDE/>
      <w:autoSpaceDN/>
      <w:spacing w:line="276" w:lineRule="auto"/>
      <w:ind w:left="1320"/>
    </w:pPr>
    <w:rPr>
      <w:rFonts w:asciiTheme="minorHAnsi" w:eastAsia="Arial" w:hAnsiTheme="minorHAnsi" w:cs="Verdana"/>
      <w:sz w:val="20"/>
      <w:szCs w:val="20"/>
      <w:lang w:val="en" w:eastAsia="en-PH"/>
    </w:rPr>
  </w:style>
  <w:style w:type="paragraph" w:styleId="TOC8">
    <w:name w:val="toc 8"/>
    <w:basedOn w:val="Normal"/>
    <w:next w:val="Normal"/>
    <w:autoRedefine/>
    <w:uiPriority w:val="39"/>
    <w:unhideWhenUsed/>
    <w:rsid w:val="00905A76"/>
    <w:pPr>
      <w:widowControl/>
      <w:autoSpaceDE/>
      <w:autoSpaceDN/>
      <w:spacing w:line="276" w:lineRule="auto"/>
      <w:ind w:left="1540"/>
    </w:pPr>
    <w:rPr>
      <w:rFonts w:asciiTheme="minorHAnsi" w:eastAsia="Arial" w:hAnsiTheme="minorHAnsi" w:cs="Verdana"/>
      <w:sz w:val="20"/>
      <w:szCs w:val="20"/>
      <w:lang w:val="en" w:eastAsia="en-PH"/>
    </w:rPr>
  </w:style>
  <w:style w:type="paragraph" w:styleId="TOC9">
    <w:name w:val="toc 9"/>
    <w:basedOn w:val="Normal"/>
    <w:next w:val="Normal"/>
    <w:autoRedefine/>
    <w:uiPriority w:val="39"/>
    <w:unhideWhenUsed/>
    <w:rsid w:val="00905A76"/>
    <w:pPr>
      <w:widowControl/>
      <w:autoSpaceDE/>
      <w:autoSpaceDN/>
      <w:spacing w:line="276" w:lineRule="auto"/>
      <w:ind w:left="1760"/>
    </w:pPr>
    <w:rPr>
      <w:rFonts w:asciiTheme="minorHAnsi" w:eastAsia="Arial" w:hAnsiTheme="minorHAnsi" w:cs="Verdana"/>
      <w:sz w:val="20"/>
      <w:szCs w:val="20"/>
      <w:lang w:val="en" w:eastAsia="en-PH"/>
    </w:rPr>
  </w:style>
  <w:style w:type="paragraph" w:styleId="NoSpacing">
    <w:name w:val="No Spacing"/>
    <w:link w:val="NoSpacingChar"/>
    <w:uiPriority w:val="1"/>
    <w:qFormat/>
    <w:rsid w:val="00905A76"/>
    <w:pPr>
      <w:widowControl/>
      <w:autoSpaceDE/>
      <w:autoSpaceDN/>
    </w:pPr>
    <w:rPr>
      <w:rFonts w:ascii="Verdana" w:eastAsia="Arial" w:hAnsi="Verdana" w:cs="Verdana"/>
      <w:lang w:val="en" w:eastAsia="en-PH"/>
    </w:rPr>
  </w:style>
  <w:style w:type="character" w:styleId="LineNumber">
    <w:name w:val="line number"/>
    <w:basedOn w:val="DefaultParagraphFont"/>
    <w:uiPriority w:val="99"/>
    <w:semiHidden/>
    <w:unhideWhenUsed/>
    <w:rsid w:val="00905A76"/>
  </w:style>
  <w:style w:type="paragraph" w:customStyle="1" w:styleId="font5">
    <w:name w:val="font5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b/>
      <w:bCs/>
      <w:color w:val="FFFFFF"/>
      <w:sz w:val="20"/>
      <w:szCs w:val="20"/>
      <w:lang w:val="en" w:eastAsia="en-PH"/>
    </w:rPr>
  </w:style>
  <w:style w:type="paragraph" w:customStyle="1" w:styleId="font6">
    <w:name w:val="font6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sz w:val="20"/>
      <w:szCs w:val="20"/>
      <w:lang w:val="en" w:eastAsia="en-PH"/>
    </w:rPr>
  </w:style>
  <w:style w:type="paragraph" w:customStyle="1" w:styleId="font7">
    <w:name w:val="font7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color w:val="FFFFFF"/>
      <w:sz w:val="20"/>
      <w:szCs w:val="20"/>
      <w:lang w:val="en" w:eastAsia="en-PH"/>
    </w:rPr>
  </w:style>
  <w:style w:type="paragraph" w:customStyle="1" w:styleId="font8">
    <w:name w:val="font8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i/>
      <w:iCs/>
      <w:sz w:val="20"/>
      <w:szCs w:val="20"/>
      <w:lang w:val="en" w:eastAsia="en-PH"/>
    </w:rPr>
  </w:style>
  <w:style w:type="paragraph" w:customStyle="1" w:styleId="font9">
    <w:name w:val="font9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b/>
      <w:bCs/>
      <w:sz w:val="20"/>
      <w:szCs w:val="20"/>
      <w:lang w:val="en" w:eastAsia="en-PH"/>
    </w:rPr>
  </w:style>
  <w:style w:type="paragraph" w:customStyle="1" w:styleId="font10">
    <w:name w:val="font10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b/>
      <w:bCs/>
      <w:sz w:val="20"/>
      <w:szCs w:val="20"/>
      <w:u w:val="single"/>
      <w:lang w:val="en" w:eastAsia="en-PH"/>
    </w:rPr>
  </w:style>
  <w:style w:type="paragraph" w:customStyle="1" w:styleId="font11">
    <w:name w:val="font11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i/>
      <w:iCs/>
      <w:sz w:val="20"/>
      <w:szCs w:val="20"/>
      <w:u w:val="single"/>
      <w:lang w:val="en" w:eastAsia="en-PH"/>
    </w:rPr>
  </w:style>
  <w:style w:type="paragraph" w:customStyle="1" w:styleId="font12">
    <w:name w:val="font12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sz w:val="20"/>
      <w:szCs w:val="20"/>
      <w:u w:val="single"/>
      <w:lang w:val="en" w:eastAsia="en-PH"/>
    </w:rPr>
  </w:style>
  <w:style w:type="paragraph" w:customStyle="1" w:styleId="xl67">
    <w:name w:val="xl67"/>
    <w:basedOn w:val="Normal"/>
    <w:rsid w:val="00905A76"/>
    <w:pPr>
      <w:widowControl/>
      <w:shd w:val="clear" w:color="000000" w:fill="808080"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sz w:val="24"/>
      <w:szCs w:val="24"/>
      <w:lang w:val="en" w:eastAsia="en-PH"/>
    </w:rPr>
  </w:style>
  <w:style w:type="paragraph" w:customStyle="1" w:styleId="xl68">
    <w:name w:val="xl68"/>
    <w:basedOn w:val="Normal"/>
    <w:rsid w:val="00905A76"/>
    <w:pPr>
      <w:widowControl/>
      <w:pBdr>
        <w:top w:val="single" w:sz="4" w:space="0" w:color="3F3F3F"/>
        <w:left w:val="single" w:sz="4" w:space="0" w:color="3F3F3F"/>
        <w:bottom w:val="single" w:sz="4" w:space="0" w:color="3F3F3F"/>
      </w:pBdr>
      <w:shd w:val="clear" w:color="47977E" w:fill="47977E"/>
      <w:autoSpaceDE/>
      <w:autoSpaceDN/>
      <w:spacing w:before="100" w:beforeAutospacing="1" w:after="100" w:afterAutospacing="1"/>
      <w:jc w:val="center"/>
      <w:textAlignment w:val="center"/>
    </w:pPr>
    <w:rPr>
      <w:rFonts w:ascii="Century Gothic" w:eastAsia="Times New Roman" w:hAnsi="Century Gothic" w:cs="Times New Roman"/>
      <w:b/>
      <w:bCs/>
      <w:color w:val="FFFFFF"/>
      <w:sz w:val="24"/>
      <w:szCs w:val="24"/>
      <w:lang w:val="en" w:eastAsia="en-PH"/>
    </w:rPr>
  </w:style>
  <w:style w:type="paragraph" w:customStyle="1" w:styleId="xl69">
    <w:name w:val="xl69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47977E" w:fill="47977E"/>
      <w:autoSpaceDE/>
      <w:autoSpaceDN/>
      <w:spacing w:before="100" w:beforeAutospacing="1" w:after="100" w:afterAutospacing="1"/>
      <w:jc w:val="center"/>
      <w:textAlignment w:val="center"/>
    </w:pPr>
    <w:rPr>
      <w:rFonts w:ascii="Century Gothic" w:eastAsia="Times New Roman" w:hAnsi="Century Gothic" w:cs="Times New Roman"/>
      <w:b/>
      <w:bCs/>
      <w:color w:val="FFFFFF"/>
      <w:sz w:val="24"/>
      <w:szCs w:val="24"/>
      <w:lang w:val="en" w:eastAsia="en-PH"/>
    </w:rPr>
  </w:style>
  <w:style w:type="paragraph" w:customStyle="1" w:styleId="xl70">
    <w:name w:val="xl70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47977E" w:fill="47977E"/>
      <w:autoSpaceDE/>
      <w:autoSpaceDN/>
      <w:spacing w:before="100" w:beforeAutospacing="1" w:after="100" w:afterAutospacing="1"/>
      <w:jc w:val="center"/>
      <w:textAlignment w:val="center"/>
    </w:pPr>
    <w:rPr>
      <w:rFonts w:ascii="Century Gothic" w:eastAsia="Times New Roman" w:hAnsi="Century Gothic" w:cs="Times New Roman"/>
      <w:b/>
      <w:bCs/>
      <w:color w:val="FFFFFF"/>
      <w:sz w:val="24"/>
      <w:szCs w:val="24"/>
      <w:lang w:val="en" w:eastAsia="en-PH"/>
    </w:rPr>
  </w:style>
  <w:style w:type="paragraph" w:customStyle="1" w:styleId="xl71">
    <w:name w:val="xl71"/>
    <w:basedOn w:val="Normal"/>
    <w:rsid w:val="00905A76"/>
    <w:pPr>
      <w:widowControl/>
      <w:pBdr>
        <w:top w:val="single" w:sz="4" w:space="0" w:color="7F7F7F"/>
        <w:left w:val="single" w:sz="4" w:space="0" w:color="7F7F7F"/>
        <w:bottom w:val="single" w:sz="4" w:space="0" w:color="7F7F7F"/>
      </w:pBdr>
      <w:autoSpaceDE/>
      <w:autoSpaceDN/>
      <w:spacing w:before="100" w:beforeAutospacing="1" w:after="100" w:afterAutospacing="1"/>
      <w:jc w:val="center"/>
      <w:textAlignment w:val="top"/>
    </w:pPr>
    <w:rPr>
      <w:rFonts w:ascii="Century Gothic" w:eastAsia="Times New Roman" w:hAnsi="Century Gothic" w:cs="Times New Roman"/>
      <w:sz w:val="24"/>
      <w:szCs w:val="24"/>
      <w:lang w:val="en" w:eastAsia="en-PH"/>
    </w:rPr>
  </w:style>
  <w:style w:type="paragraph" w:customStyle="1" w:styleId="xl72">
    <w:name w:val="xl72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textAlignment w:val="top"/>
    </w:pPr>
    <w:rPr>
      <w:rFonts w:ascii="Century Gothic" w:eastAsia="Times New Roman" w:hAnsi="Century Gothic" w:cs="Times New Roman"/>
      <w:b/>
      <w:bCs/>
      <w:sz w:val="24"/>
      <w:szCs w:val="24"/>
      <w:lang w:val="en" w:eastAsia="en-PH"/>
    </w:rPr>
  </w:style>
  <w:style w:type="paragraph" w:customStyle="1" w:styleId="xl73">
    <w:name w:val="xl73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jc w:val="center"/>
      <w:textAlignment w:val="top"/>
    </w:pPr>
    <w:rPr>
      <w:rFonts w:ascii="Century Gothic" w:eastAsia="Times New Roman" w:hAnsi="Century Gothic" w:cs="Times New Roman"/>
      <w:sz w:val="24"/>
      <w:szCs w:val="24"/>
      <w:lang w:val="en" w:eastAsia="en-PH"/>
    </w:rPr>
  </w:style>
  <w:style w:type="paragraph" w:customStyle="1" w:styleId="xl74">
    <w:name w:val="xl74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textAlignment w:val="top"/>
    </w:pPr>
    <w:rPr>
      <w:rFonts w:ascii="Century Gothic" w:eastAsia="Times New Roman" w:hAnsi="Century Gothic" w:cs="Times New Roman"/>
      <w:sz w:val="24"/>
      <w:szCs w:val="24"/>
      <w:lang w:val="en" w:eastAsia="en-PH"/>
    </w:rPr>
  </w:style>
  <w:style w:type="paragraph" w:customStyle="1" w:styleId="xl75">
    <w:name w:val="xl75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textAlignment w:val="top"/>
    </w:pPr>
    <w:rPr>
      <w:rFonts w:ascii="Century Gothic" w:eastAsia="Times New Roman" w:hAnsi="Century Gothic" w:cs="Times New Roman"/>
      <w:b/>
      <w:bCs/>
      <w:sz w:val="24"/>
      <w:szCs w:val="24"/>
      <w:lang w:val="en" w:eastAsia="en-PH"/>
    </w:rPr>
  </w:style>
  <w:style w:type="paragraph" w:customStyle="1" w:styleId="xl76">
    <w:name w:val="xl76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jc w:val="center"/>
      <w:textAlignment w:val="top"/>
    </w:pPr>
    <w:rPr>
      <w:rFonts w:ascii="Century Gothic" w:eastAsia="Times New Roman" w:hAnsi="Century Gothic" w:cs="Times New Roman"/>
      <w:b/>
      <w:bCs/>
      <w:sz w:val="24"/>
      <w:szCs w:val="24"/>
      <w:lang w:val="en" w:eastAsia="en-PH"/>
    </w:rPr>
  </w:style>
  <w:style w:type="paragraph" w:customStyle="1" w:styleId="xl77">
    <w:name w:val="xl77"/>
    <w:basedOn w:val="Normal"/>
    <w:rsid w:val="00905A76"/>
    <w:pPr>
      <w:widowControl/>
      <w:shd w:val="clear" w:color="000000" w:fill="808080"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color w:val="000000"/>
      <w:sz w:val="24"/>
      <w:szCs w:val="24"/>
      <w:lang w:val="en" w:eastAsia="en-PH"/>
    </w:rPr>
  </w:style>
  <w:style w:type="paragraph" w:customStyle="1" w:styleId="xl78">
    <w:name w:val="xl78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textAlignment w:val="top"/>
    </w:pPr>
    <w:rPr>
      <w:rFonts w:ascii="Century Gothic" w:eastAsia="Times New Roman" w:hAnsi="Century Gothic" w:cs="Times New Roman"/>
      <w:sz w:val="24"/>
      <w:szCs w:val="24"/>
      <w:lang w:val="en" w:eastAsia="en-PH"/>
    </w:rPr>
  </w:style>
  <w:style w:type="paragraph" w:customStyle="1" w:styleId="xl79">
    <w:name w:val="xl79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textAlignment w:val="top"/>
    </w:pPr>
    <w:rPr>
      <w:rFonts w:ascii="Century Gothic" w:eastAsia="Times New Roman" w:hAnsi="Century Gothic" w:cs="Times New Roman"/>
      <w:b/>
      <w:bCs/>
      <w:sz w:val="24"/>
      <w:szCs w:val="24"/>
      <w:lang w:val="en" w:eastAsia="en-PH"/>
    </w:rPr>
  </w:style>
  <w:style w:type="paragraph" w:customStyle="1" w:styleId="xl80">
    <w:name w:val="xl80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FFFFFF" w:fill="FFFFFF"/>
      <w:autoSpaceDE/>
      <w:autoSpaceDN/>
      <w:spacing w:before="100" w:beforeAutospacing="1" w:after="100" w:afterAutospacing="1"/>
      <w:textAlignment w:val="top"/>
    </w:pPr>
    <w:rPr>
      <w:rFonts w:ascii="Century Gothic" w:eastAsia="Times New Roman" w:hAnsi="Century Gothic" w:cs="Times New Roman"/>
      <w:b/>
      <w:bCs/>
      <w:sz w:val="24"/>
      <w:szCs w:val="24"/>
      <w:lang w:val="en" w:eastAsia="en-PH"/>
    </w:rPr>
  </w:style>
  <w:style w:type="paragraph" w:customStyle="1" w:styleId="xl81">
    <w:name w:val="xl81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textAlignment w:val="top"/>
    </w:pPr>
    <w:rPr>
      <w:rFonts w:ascii="Century Gothic" w:eastAsia="Times New Roman" w:hAnsi="Century Gothic" w:cs="Times New Roman"/>
      <w:sz w:val="24"/>
      <w:szCs w:val="24"/>
      <w:lang w:val="en" w:eastAsia="en-PH"/>
    </w:rPr>
  </w:style>
  <w:style w:type="paragraph" w:customStyle="1" w:styleId="xl82">
    <w:name w:val="xl82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47977E" w:fill="203764"/>
      <w:autoSpaceDE/>
      <w:autoSpaceDN/>
      <w:spacing w:before="100" w:beforeAutospacing="1" w:after="100" w:afterAutospacing="1"/>
      <w:jc w:val="center"/>
      <w:textAlignment w:val="center"/>
    </w:pPr>
    <w:rPr>
      <w:rFonts w:ascii="Century Gothic" w:eastAsia="Times New Roman" w:hAnsi="Century Gothic" w:cs="Times New Roman"/>
      <w:b/>
      <w:bCs/>
      <w:color w:val="FFFFFF"/>
      <w:sz w:val="24"/>
      <w:szCs w:val="24"/>
      <w:lang w:val="en" w:eastAsia="en-PH"/>
    </w:rPr>
  </w:style>
  <w:style w:type="paragraph" w:customStyle="1" w:styleId="Normal1">
    <w:name w:val="Normal1"/>
    <w:rsid w:val="00905A76"/>
    <w:pPr>
      <w:widowControl/>
      <w:autoSpaceDE/>
      <w:autoSpaceDN/>
      <w:spacing w:line="256" w:lineRule="auto"/>
    </w:pPr>
    <w:rPr>
      <w:rFonts w:ascii="Calibri" w:eastAsia="Calibri" w:hAnsi="Calibri" w:cs="Calibri"/>
      <w:lang w:val="en" w:eastAsia="en-PH"/>
    </w:rPr>
  </w:style>
  <w:style w:type="paragraph" w:customStyle="1" w:styleId="msonormal0">
    <w:name w:val="msonormal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" w:eastAsia="en-PH"/>
    </w:rPr>
  </w:style>
  <w:style w:type="paragraph" w:customStyle="1" w:styleId="xl66">
    <w:name w:val="xl66"/>
    <w:basedOn w:val="Normal"/>
    <w:rsid w:val="00905A76"/>
    <w:pPr>
      <w:widowControl/>
      <w:shd w:val="clear" w:color="000000" w:fill="808080"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sz w:val="18"/>
      <w:szCs w:val="18"/>
      <w:lang w:val="en" w:eastAsia="en-PH"/>
    </w:rPr>
  </w:style>
  <w:style w:type="paragraph" w:styleId="Subtitle">
    <w:name w:val="Subtitle"/>
    <w:basedOn w:val="Normal"/>
    <w:next w:val="Normal"/>
    <w:link w:val="SubtitleChar"/>
    <w:rsid w:val="00905A76"/>
    <w:pPr>
      <w:keepNext/>
      <w:keepLines/>
      <w:widowControl/>
      <w:autoSpaceDE/>
      <w:autoSpaceDN/>
      <w:spacing w:before="360" w:after="80" w:line="276" w:lineRule="auto"/>
    </w:pPr>
    <w:rPr>
      <w:rFonts w:ascii="Georgia" w:eastAsia="Georgia" w:hAnsi="Georgia" w:cs="Georgia"/>
      <w:i/>
      <w:color w:val="666666"/>
      <w:sz w:val="48"/>
      <w:szCs w:val="48"/>
      <w:lang w:val="en" w:eastAsia="en-PH"/>
    </w:rPr>
  </w:style>
  <w:style w:type="character" w:customStyle="1" w:styleId="SubtitleChar">
    <w:name w:val="Subtitle Char"/>
    <w:basedOn w:val="DefaultParagraphFont"/>
    <w:link w:val="Subtitle"/>
    <w:rsid w:val="00905A76"/>
    <w:rPr>
      <w:rFonts w:ascii="Georgia" w:eastAsia="Georgia" w:hAnsi="Georgia" w:cs="Georgia"/>
      <w:i/>
      <w:color w:val="666666"/>
      <w:sz w:val="48"/>
      <w:szCs w:val="48"/>
      <w:lang w:val="en" w:eastAsia="en-PH"/>
    </w:rPr>
  </w:style>
  <w:style w:type="table" w:customStyle="1" w:styleId="163">
    <w:name w:val="163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62">
    <w:name w:val="162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61">
    <w:name w:val="161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60">
    <w:name w:val="160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9">
    <w:name w:val="159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8">
    <w:name w:val="158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7">
    <w:name w:val="157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6">
    <w:name w:val="156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5">
    <w:name w:val="155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4">
    <w:name w:val="154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3">
    <w:name w:val="153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2">
    <w:name w:val="152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1">
    <w:name w:val="151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0">
    <w:name w:val="150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9">
    <w:name w:val="149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8">
    <w:name w:val="148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7">
    <w:name w:val="147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6">
    <w:name w:val="146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5">
    <w:name w:val="145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4">
    <w:name w:val="144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3">
    <w:name w:val="143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2">
    <w:name w:val="142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1">
    <w:name w:val="141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0">
    <w:name w:val="140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9">
    <w:name w:val="139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8">
    <w:name w:val="138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7">
    <w:name w:val="137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6">
    <w:name w:val="136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5">
    <w:name w:val="135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4">
    <w:name w:val="134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3">
    <w:name w:val="133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2">
    <w:name w:val="132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1">
    <w:name w:val="131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0">
    <w:name w:val="130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9">
    <w:name w:val="129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8">
    <w:name w:val="128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7">
    <w:name w:val="127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6">
    <w:name w:val="126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5">
    <w:name w:val="125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4">
    <w:name w:val="124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3">
    <w:name w:val="123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2">
    <w:name w:val="122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1">
    <w:name w:val="121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0">
    <w:name w:val="120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9">
    <w:name w:val="119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8">
    <w:name w:val="118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7">
    <w:name w:val="117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6">
    <w:name w:val="116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5">
    <w:name w:val="115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4">
    <w:name w:val="114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3">
    <w:name w:val="113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2">
    <w:name w:val="112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1">
    <w:name w:val="111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0">
    <w:name w:val="110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9">
    <w:name w:val="109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8">
    <w:name w:val="108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7">
    <w:name w:val="107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6">
    <w:name w:val="106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5">
    <w:name w:val="105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4">
    <w:name w:val="104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3">
    <w:name w:val="103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2">
    <w:name w:val="102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1">
    <w:name w:val="101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0">
    <w:name w:val="100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9">
    <w:name w:val="99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8">
    <w:name w:val="98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7">
    <w:name w:val="97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6">
    <w:name w:val="96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5">
    <w:name w:val="95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4">
    <w:name w:val="94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3">
    <w:name w:val="93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2">
    <w:name w:val="92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1">
    <w:name w:val="91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0">
    <w:name w:val="90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9">
    <w:name w:val="89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8">
    <w:name w:val="88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7">
    <w:name w:val="87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6">
    <w:name w:val="86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5">
    <w:name w:val="85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4">
    <w:name w:val="84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3">
    <w:name w:val="83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2">
    <w:name w:val="82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1">
    <w:name w:val="81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0">
    <w:name w:val="80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9">
    <w:name w:val="79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8">
    <w:name w:val="78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7">
    <w:name w:val="77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6">
    <w:name w:val="76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5">
    <w:name w:val="75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4">
    <w:name w:val="74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3">
    <w:name w:val="73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2">
    <w:name w:val="72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1">
    <w:name w:val="71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0">
    <w:name w:val="70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9">
    <w:name w:val="69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8">
    <w:name w:val="68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7">
    <w:name w:val="67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6">
    <w:name w:val="66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5">
    <w:name w:val="65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4">
    <w:name w:val="64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3">
    <w:name w:val="63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2">
    <w:name w:val="62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1">
    <w:name w:val="61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0">
    <w:name w:val="60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9">
    <w:name w:val="59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8">
    <w:name w:val="58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7">
    <w:name w:val="57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6">
    <w:name w:val="56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4">
    <w:name w:val="54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3">
    <w:name w:val="53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2">
    <w:name w:val="52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1">
    <w:name w:val="51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0">
    <w:name w:val="50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9">
    <w:name w:val="49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8">
    <w:name w:val="48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7">
    <w:name w:val="47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6">
    <w:name w:val="46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5">
    <w:name w:val="45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4">
    <w:name w:val="44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3">
    <w:name w:val="43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2">
    <w:name w:val="42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1">
    <w:name w:val="41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0">
    <w:name w:val="40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9">
    <w:name w:val="39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8">
    <w:name w:val="38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7">
    <w:name w:val="37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6">
    <w:name w:val="36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5">
    <w:name w:val="35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4">
    <w:name w:val="34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3">
    <w:name w:val="33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2">
    <w:name w:val="32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1">
    <w:name w:val="31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0">
    <w:name w:val="30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9">
    <w:name w:val="29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8">
    <w:name w:val="28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7">
    <w:name w:val="27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6">
    <w:name w:val="26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5">
    <w:name w:val="25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4">
    <w:name w:val="24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3">
    <w:name w:val="23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2">
    <w:name w:val="22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1">
    <w:name w:val="21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0">
    <w:name w:val="20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9">
    <w:name w:val="19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8">
    <w:name w:val="18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7">
    <w:name w:val="17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6">
    <w:name w:val="16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">
    <w:name w:val="15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">
    <w:name w:val="14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">
    <w:name w:val="13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">
    <w:name w:val="12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">
    <w:name w:val="11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">
    <w:name w:val="10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">
    <w:name w:val="9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">
    <w:name w:val="8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">
    <w:name w:val="7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">
    <w:name w:val="6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">
    <w:name w:val="2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numbering" w:customStyle="1" w:styleId="Style7">
    <w:name w:val="Style7"/>
    <w:uiPriority w:val="99"/>
    <w:rsid w:val="00905A76"/>
    <w:pPr>
      <w:numPr>
        <w:numId w:val="76"/>
      </w:numPr>
    </w:pPr>
  </w:style>
  <w:style w:type="numbering" w:customStyle="1" w:styleId="Style8">
    <w:name w:val="Style8"/>
    <w:uiPriority w:val="99"/>
    <w:rsid w:val="00905A76"/>
    <w:pPr>
      <w:numPr>
        <w:numId w:val="77"/>
      </w:numPr>
    </w:pPr>
  </w:style>
  <w:style w:type="character" w:customStyle="1" w:styleId="NoSpacingChar">
    <w:name w:val="No Spacing Char"/>
    <w:link w:val="NoSpacing"/>
    <w:uiPriority w:val="1"/>
    <w:rsid w:val="00905A76"/>
    <w:rPr>
      <w:rFonts w:ascii="Verdana" w:eastAsia="Arial" w:hAnsi="Verdana" w:cs="Verdana"/>
      <w:lang w:val="en" w:eastAsia="en-PH"/>
    </w:rPr>
  </w:style>
  <w:style w:type="character" w:styleId="Mention">
    <w:name w:val="Mention"/>
    <w:basedOn w:val="DefaultParagraphFont"/>
    <w:uiPriority w:val="99"/>
    <w:unhideWhenUsed/>
    <w:rsid w:val="00905A76"/>
    <w:rPr>
      <w:color w:val="2B579A"/>
      <w:shd w:val="clear" w:color="auto" w:fill="E1DFDD"/>
    </w:rPr>
  </w:style>
  <w:style w:type="table" w:customStyle="1" w:styleId="TableGrid15">
    <w:name w:val="Table Grid15"/>
    <w:basedOn w:val="TableNormal"/>
    <w:next w:val="TableGrid"/>
    <w:uiPriority w:val="39"/>
    <w:rsid w:val="00805AEC"/>
    <w:pPr>
      <w:widowControl/>
      <w:autoSpaceDE/>
      <w:autoSpaceDN/>
    </w:pPr>
    <w:rPr>
      <w:sz w:val="24"/>
      <w:szCs w:val="24"/>
      <w:lang w:val="en-P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6">
    <w:name w:val="Table Grid16"/>
    <w:basedOn w:val="TableNormal"/>
    <w:next w:val="TableGrid"/>
    <w:uiPriority w:val="39"/>
    <w:rsid w:val="00805AEC"/>
    <w:pPr>
      <w:widowControl/>
      <w:autoSpaceDE/>
      <w:autoSpaceDN/>
    </w:pPr>
    <w:rPr>
      <w:sz w:val="24"/>
      <w:szCs w:val="24"/>
      <w:lang w:val="en-P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7">
    <w:name w:val="Table Grid17"/>
    <w:basedOn w:val="TableNormal"/>
    <w:next w:val="TableGrid"/>
    <w:uiPriority w:val="39"/>
    <w:rsid w:val="003F484F"/>
    <w:pPr>
      <w:widowControl/>
      <w:autoSpaceDE/>
      <w:autoSpaceDN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8">
    <w:name w:val="Table Grid18"/>
    <w:basedOn w:val="TableNormal"/>
    <w:next w:val="TableGrid"/>
    <w:uiPriority w:val="39"/>
    <w:rsid w:val="003F484F"/>
    <w:pPr>
      <w:widowControl/>
      <w:autoSpaceDE/>
      <w:autoSpaceDN/>
    </w:pPr>
    <w:rPr>
      <w:sz w:val="24"/>
      <w:szCs w:val="24"/>
      <w:lang w:val="en-P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8">
    <w:name w:val="Current List8"/>
    <w:uiPriority w:val="99"/>
    <w:rsid w:val="00EF22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46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7" Type="http://schemas.openxmlformats.org/officeDocument/2006/relationships/image" Target="media/image8.png"/><Relationship Id="rId2" Type="http://schemas.openxmlformats.org/officeDocument/2006/relationships/image" Target="media/image3.sv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yamrote/Documents/IDI/00%202025/IDI%20Word%20template/IDI_%20Word_Template%202025%20updated.dotx" TargetMode="External"/></Relationships>
</file>

<file path=word/theme/theme1.xml><?xml version="1.0" encoding="utf-8"?>
<a:theme xmlns:a="http://schemas.openxmlformats.org/drawingml/2006/main" name="Office Theme">
  <a:themeElements>
    <a:clrScheme name="IDI Theme Colours 2025">
      <a:dk1>
        <a:srgbClr val="005592"/>
      </a:dk1>
      <a:lt1>
        <a:srgbClr val="FFFFFF"/>
      </a:lt1>
      <a:dk2>
        <a:srgbClr val="0E2841"/>
      </a:dk2>
      <a:lt2>
        <a:srgbClr val="E8E8E8"/>
      </a:lt2>
      <a:accent1>
        <a:srgbClr val="00548E"/>
      </a:accent1>
      <a:accent2>
        <a:srgbClr val="00C2F7"/>
      </a:accent2>
      <a:accent3>
        <a:srgbClr val="C24F3B"/>
      </a:accent3>
      <a:accent4>
        <a:srgbClr val="04A582"/>
      </a:accent4>
      <a:accent5>
        <a:srgbClr val="05645E"/>
      </a:accent5>
      <a:accent6>
        <a:srgbClr val="F5B941"/>
      </a:accent6>
      <a:hlink>
        <a:srgbClr val="03548E"/>
      </a:hlink>
      <a:folHlink>
        <a:srgbClr val="45BEF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1A3C8A3E7D8AF42B5674A3D02F765D3" ma:contentTypeVersion="18" ma:contentTypeDescription="Create a new document." ma:contentTypeScope="" ma:versionID="930ce683c880ea0f59d4e64768dfb267">
  <xsd:schema xmlns:xsd="http://www.w3.org/2001/XMLSchema" xmlns:xs="http://www.w3.org/2001/XMLSchema" xmlns:p="http://schemas.microsoft.com/office/2006/metadata/properties" xmlns:ns2="7dcdd59b-807c-4164-b3b4-f60ff4dc61cb" xmlns:ns3="a21e676b-2cf2-466e-b812-50f42bf74a08" targetNamespace="http://schemas.microsoft.com/office/2006/metadata/properties" ma:root="true" ma:fieldsID="f86a72d633863201bc1fd1e634106555" ns2:_="" ns3:_="">
    <xsd:import namespace="7dcdd59b-807c-4164-b3b4-f60ff4dc61cb"/>
    <xsd:import namespace="a21e676b-2cf2-466e-b812-50f42bf74a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dd59b-807c-4164-b3b4-f60ff4dc61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134f2bee-6a0a-406a-a8c6-7640a9ae8cb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1e676b-2cf2-466e-b812-50f42bf74a08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c37ca771-9770-41d8-9c49-223670cff275}" ma:internalName="TaxCatchAll" ma:showField="CatchAllData" ma:web="a21e676b-2cf2-466e-b812-50f42bf74a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21e676b-2cf2-466e-b812-50f42bf74a08" xsi:nil="true"/>
    <lcf76f155ced4ddcb4097134ff3c332f xmlns="7dcdd59b-807c-4164-b3b4-f60ff4dc61cb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5FB3068-7386-4BE2-87D0-890B6AFB63E6}"/>
</file>

<file path=customXml/itemProps2.xml><?xml version="1.0" encoding="utf-8"?>
<ds:datastoreItem xmlns:ds="http://schemas.openxmlformats.org/officeDocument/2006/customXml" ds:itemID="{CC6C089A-0E08-4E91-B976-060D087DF4B9}">
  <ds:schemaRefs>
    <ds:schemaRef ds:uri="http://schemas.microsoft.com/office/2006/metadata/properties"/>
    <ds:schemaRef ds:uri="http://schemas.microsoft.com/office/infopath/2007/PartnerControls"/>
    <ds:schemaRef ds:uri="a21e676b-2cf2-466e-b812-50f42bf74a08"/>
    <ds:schemaRef ds:uri="7dcdd59b-807c-4164-b3b4-f60ff4dc61cb"/>
  </ds:schemaRefs>
</ds:datastoreItem>
</file>

<file path=customXml/itemProps3.xml><?xml version="1.0" encoding="utf-8"?>
<ds:datastoreItem xmlns:ds="http://schemas.openxmlformats.org/officeDocument/2006/customXml" ds:itemID="{6C8DD713-74F7-47E1-9522-0DFEE354267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C983315-AA52-E44C-943B-A9F716A20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IDI_ Word_Template 2025 updated.dotx</Template>
  <TotalTime>0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Office User</dc:creator>
  <cp:lastModifiedBy>Yamrote Alemu</cp:lastModifiedBy>
  <cp:revision>3</cp:revision>
  <dcterms:created xsi:type="dcterms:W3CDTF">2025-09-12T08:42:00Z</dcterms:created>
  <dcterms:modified xsi:type="dcterms:W3CDTF">2025-09-12T08:43:00Z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2025-02-17T00:00:00Z</vt:filetime>
  </property>
  <property fmtid="{D5CDD505-2E9C-101B-9397-08002B2CF9AE}" pid="3" name="Creator">
    <vt:lpwstr>Adobe InDesign 20.1 (Macintosh)</vt:lpwstr>
  </property>
  <property fmtid="{D5CDD505-2E9C-101B-9397-08002B2CF9AE}" pid="4" name="LastSaved">
    <vt:filetime>2025-02-17T00:00:00Z</vt:filetime>
  </property>
  <property fmtid="{D5CDD505-2E9C-101B-9397-08002B2CF9AE}" pid="5" name="Producer">
    <vt:lpwstr>Adobe PDF Library 17.0</vt:lpwstr>
  </property>
  <property fmtid="{D5CDD505-2E9C-101B-9397-08002B2CF9AE}" pid="6" name="ContentTypeId">
    <vt:lpwstr>0x010100E1A3C8A3E7D8AF42B5674A3D02F765D3</vt:lpwstr>
  </property>
  <property fmtid="{D5CDD505-2E9C-101B-9397-08002B2CF9AE}" pid="7" name="MediaServiceImageTags">
    <vt:lpwstr/>
  </property>
</Properties>
</file>